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2FD" w:rsidRDefault="001A42FD" w:rsidP="001A42FD">
      <w:pPr>
        <w:jc w:val="center"/>
      </w:pPr>
      <w:r w:rsidRPr="0095154F">
        <w:rPr>
          <w:rFonts w:ascii="Bodoni MT Black" w:hAnsi="Bodoni MT Black"/>
          <w:b/>
          <w:noProof/>
          <w:sz w:val="24"/>
          <w:szCs w:val="24"/>
          <w:lang w:val="es-HN" w:eastAsia="es-H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F1483E" wp14:editId="0F6D4D57">
                <wp:simplePos x="0" y="0"/>
                <wp:positionH relativeFrom="column">
                  <wp:posOffset>5013960</wp:posOffset>
                </wp:positionH>
                <wp:positionV relativeFrom="paragraph">
                  <wp:posOffset>-133985</wp:posOffset>
                </wp:positionV>
                <wp:extent cx="1038225" cy="1187450"/>
                <wp:effectExtent l="9525" t="12700" r="9525" b="9525"/>
                <wp:wrapNone/>
                <wp:docPr id="4" name="Rectángu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038225" cy="118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42FD" w:rsidRDefault="001A42FD" w:rsidP="001A42FD">
                            <w:pPr>
                              <w:spacing w:after="0"/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Agregar</w:t>
                            </w:r>
                          </w:p>
                          <w:p w:rsidR="001A42FD" w:rsidRPr="0053535A" w:rsidRDefault="001A42FD" w:rsidP="001A42FD">
                            <w:pPr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b/>
                              </w:rPr>
                              <w:t>Fotografía tamaño carné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F1483E" id="Rectángulo 4" o:spid="_x0000_s1026" style="position:absolute;left:0;text-align:left;margin-left:394.8pt;margin-top:-10.55pt;width:81.75pt;height:93.5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">
                <v:textbox>
                  <w:txbxContent>
                    <w:p w:rsidR="001A42FD" w:rsidRDefault="001A42FD" w:rsidP="001A42FD">
                      <w:pPr>
                        <w:spacing w:after="0"/>
                        <w:rPr>
                          <w:rFonts w:ascii="Arial Unicode MS" w:eastAsia="Arial Unicode MS" w:hAnsi="Arial Unicode MS" w:cs="Arial Unicode MS"/>
                          <w:b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b/>
                        </w:rPr>
                        <w:t>Agregar</w:t>
                      </w:r>
                    </w:p>
                    <w:p w:rsidR="001A42FD" w:rsidRPr="0053535A" w:rsidRDefault="001A42FD" w:rsidP="001A42FD">
                      <w:pPr>
                        <w:rPr>
                          <w:rFonts w:ascii="Arial Unicode MS" w:eastAsia="Arial Unicode MS" w:hAnsi="Arial Unicode MS" w:cs="Arial Unicode MS"/>
                          <w:b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b/>
                        </w:rPr>
                        <w:t>Fotografía tamaño carné</w:t>
                      </w:r>
                    </w:p>
                  </w:txbxContent>
                </v:textbox>
              </v:rect>
            </w:pict>
          </mc:Fallback>
        </mc:AlternateContent>
      </w:r>
    </w:p>
    <w:p w:rsidR="001A42FD" w:rsidRDefault="001A42FD" w:rsidP="001A42FD">
      <w:pPr>
        <w:jc w:val="center"/>
      </w:pPr>
    </w:p>
    <w:p w:rsidR="00061CBA" w:rsidRPr="00FC2B89" w:rsidRDefault="001A42FD" w:rsidP="001A42FD">
      <w:pPr>
        <w:jc w:val="center"/>
        <w:rPr>
          <w:b/>
          <w:bCs/>
          <w:sz w:val="28"/>
          <w:szCs w:val="28"/>
        </w:rPr>
      </w:pPr>
      <w:r w:rsidRPr="00FC2B89">
        <w:rPr>
          <w:b/>
          <w:bCs/>
          <w:sz w:val="28"/>
          <w:szCs w:val="28"/>
        </w:rPr>
        <w:t>DATOS PERSONALES DEL PRACTICANTE</w:t>
      </w:r>
    </w:p>
    <w:p w:rsidR="001A42FD" w:rsidRDefault="001A42FD" w:rsidP="001A42FD">
      <w:pPr>
        <w:jc w:val="center"/>
      </w:pPr>
    </w:p>
    <w:p w:rsidR="001A42FD" w:rsidRDefault="001A42FD" w:rsidP="001A42FD">
      <w:pPr>
        <w:jc w:val="both"/>
      </w:pPr>
      <w:r>
        <w:t xml:space="preserve">Yo, </w:t>
      </w:r>
      <w:r w:rsidRPr="001A42FD">
        <w:rPr>
          <w:b/>
          <w:bCs/>
          <w:highlight w:val="yellow"/>
        </w:rPr>
        <w:t>NOMBRE COMPLETO, EN NEGRITA Y MAYÚSCULA</w:t>
      </w:r>
      <w:r>
        <w:t xml:space="preserve"> matriculado en la Carrera de Ingeniería en Sistemas de la Universidad Nacional Autónoma de Honduras (UNAH) en Ciudad Universitaria (CU), con número de cuenta </w:t>
      </w:r>
      <w:r w:rsidRPr="001A42FD">
        <w:rPr>
          <w:b/>
          <w:bCs/>
          <w:highlight w:val="yellow"/>
        </w:rPr>
        <w:t>NO. CUENTA</w:t>
      </w:r>
      <w:r>
        <w:t>, por este medio hago constar mis datos personales estudiantiles y de contacto que detallo a continuación:</w:t>
      </w:r>
    </w:p>
    <w:p w:rsidR="001A42FD" w:rsidRDefault="001A42FD" w:rsidP="001A42FD">
      <w:pPr>
        <w:jc w:val="both"/>
      </w:pPr>
      <w:r>
        <w:t xml:space="preserve">Correo electrónico: </w:t>
      </w:r>
      <w:r w:rsidRPr="001A42FD">
        <w:rPr>
          <w:b/>
          <w:bCs/>
          <w:highlight w:val="yellow"/>
        </w:rPr>
        <w:t>correo</w:t>
      </w:r>
    </w:p>
    <w:p w:rsidR="001A42FD" w:rsidRPr="001A42FD" w:rsidRDefault="001A42FD" w:rsidP="001A42FD">
      <w:pPr>
        <w:jc w:val="both"/>
      </w:pPr>
      <w:r>
        <w:t xml:space="preserve">Teléfono celular: </w:t>
      </w:r>
      <w:r w:rsidRPr="001A42FD">
        <w:rPr>
          <w:b/>
          <w:bCs/>
          <w:highlight w:val="yellow"/>
        </w:rPr>
        <w:t>número de celular</w:t>
      </w:r>
    </w:p>
    <w:p w:rsidR="001A42FD" w:rsidRDefault="001A42FD" w:rsidP="001A42FD">
      <w:pPr>
        <w:jc w:val="both"/>
      </w:pPr>
      <w:r>
        <w:t>Los datos proporcionados en esta nota son verídicos y exactos, por lo que servirán para que el Coordinador Académico o Docente supervisor de la práctica profesional establezca comunicación con mi persona ante cualquier situación relacionada con el desarrollo de la práctica profesional.</w:t>
      </w:r>
    </w:p>
    <w:p w:rsidR="001A42FD" w:rsidRPr="001A42FD" w:rsidRDefault="00B16B76" w:rsidP="001A42FD">
      <w:pPr>
        <w:jc w:val="both"/>
      </w:pPr>
      <w:r>
        <w:t>F</w:t>
      </w:r>
      <w:r w:rsidR="001A42FD">
        <w:t xml:space="preserve">irmo la nota a los </w:t>
      </w:r>
      <w:r w:rsidR="001A42FD" w:rsidRPr="001A42FD">
        <w:rPr>
          <w:b/>
          <w:bCs/>
          <w:highlight w:val="yellow"/>
        </w:rPr>
        <w:t>NÚMERO DE DÍA</w:t>
      </w:r>
      <w:r w:rsidR="001A42FD">
        <w:t xml:space="preserve"> del mes de </w:t>
      </w:r>
      <w:r w:rsidR="001A42FD" w:rsidRPr="001A42FD">
        <w:rPr>
          <w:b/>
          <w:bCs/>
          <w:highlight w:val="yellow"/>
        </w:rPr>
        <w:t>NOMBRE MES</w:t>
      </w:r>
      <w:r w:rsidR="001A42FD">
        <w:t xml:space="preserve"> de </w:t>
      </w:r>
      <w:r w:rsidR="001A42FD" w:rsidRPr="001A42FD">
        <w:rPr>
          <w:b/>
          <w:bCs/>
          <w:highlight w:val="yellow"/>
        </w:rPr>
        <w:t>NÚMERO</w:t>
      </w:r>
      <w:r w:rsidR="001A42FD" w:rsidRPr="001A42FD">
        <w:rPr>
          <w:highlight w:val="yellow"/>
        </w:rPr>
        <w:t xml:space="preserve"> </w:t>
      </w:r>
      <w:r w:rsidR="001A42FD" w:rsidRPr="001A42FD">
        <w:rPr>
          <w:b/>
          <w:bCs/>
          <w:highlight w:val="yellow"/>
        </w:rPr>
        <w:t>AÑO</w:t>
      </w:r>
      <w:r w:rsidR="001A42FD">
        <w:rPr>
          <w:b/>
          <w:bCs/>
        </w:rPr>
        <w:t xml:space="preserve"> </w:t>
      </w:r>
      <w:r w:rsidR="001A42FD">
        <w:t xml:space="preserve">en la ciudad de </w:t>
      </w:r>
      <w:r w:rsidRPr="00B16B76">
        <w:rPr>
          <w:b/>
          <w:bCs/>
          <w:highlight w:val="yellow"/>
        </w:rPr>
        <w:t>NOMBRE DE CIUDAD</w:t>
      </w:r>
      <w:r w:rsidR="001A42FD">
        <w:t xml:space="preserve">, </w:t>
      </w:r>
      <w:r w:rsidRPr="00B16B76">
        <w:rPr>
          <w:b/>
          <w:bCs/>
          <w:highlight w:val="yellow"/>
        </w:rPr>
        <w:t>NOMBRE DEPARTAMENTO</w:t>
      </w:r>
      <w:r w:rsidR="001A42FD">
        <w:t>.</w:t>
      </w:r>
    </w:p>
    <w:p w:rsidR="001A42FD" w:rsidRDefault="001A42FD" w:rsidP="001A42FD">
      <w:pPr>
        <w:jc w:val="both"/>
        <w:rPr>
          <w:b/>
          <w:bCs/>
        </w:rPr>
      </w:pPr>
    </w:p>
    <w:p w:rsidR="001A42FD" w:rsidRDefault="001A42FD" w:rsidP="001A42FD">
      <w:pPr>
        <w:jc w:val="both"/>
        <w:rPr>
          <w:b/>
          <w:bCs/>
        </w:rPr>
      </w:pPr>
    </w:p>
    <w:p w:rsidR="001A42FD" w:rsidRDefault="001A42FD" w:rsidP="001A42FD">
      <w:pPr>
        <w:spacing w:after="0" w:line="240" w:lineRule="auto"/>
        <w:jc w:val="center"/>
        <w:rPr>
          <w:b/>
          <w:sz w:val="26"/>
          <w:szCs w:val="26"/>
          <w:lang w:val="es-HN"/>
        </w:rPr>
      </w:pPr>
      <w:r w:rsidRPr="00B16B76">
        <w:rPr>
          <w:b/>
          <w:sz w:val="26"/>
          <w:szCs w:val="26"/>
          <w:highlight w:val="yellow"/>
          <w:lang w:val="es-HN"/>
        </w:rPr>
        <w:t>Firma manuscrita, no debe ser digital</w:t>
      </w:r>
    </w:p>
    <w:p w:rsidR="001A42FD" w:rsidRDefault="001A42FD" w:rsidP="001A42FD">
      <w:pPr>
        <w:spacing w:after="0" w:line="240" w:lineRule="auto"/>
        <w:jc w:val="center"/>
        <w:rPr>
          <w:b/>
          <w:sz w:val="26"/>
          <w:szCs w:val="26"/>
          <w:lang w:val="es-HN"/>
        </w:rPr>
      </w:pPr>
      <w:r>
        <w:rPr>
          <w:b/>
          <w:sz w:val="26"/>
          <w:szCs w:val="26"/>
          <w:lang w:val="es-HN"/>
        </w:rPr>
        <w:t>____________________________</w:t>
      </w:r>
    </w:p>
    <w:p w:rsidR="001A42FD" w:rsidRPr="008D6011" w:rsidRDefault="001A42FD" w:rsidP="001A42FD">
      <w:pPr>
        <w:spacing w:after="0" w:line="240" w:lineRule="auto"/>
        <w:jc w:val="center"/>
        <w:rPr>
          <w:b/>
          <w:sz w:val="26"/>
          <w:szCs w:val="26"/>
          <w:lang w:val="es-HN"/>
        </w:rPr>
      </w:pPr>
      <w:r w:rsidRPr="00B16B76">
        <w:rPr>
          <w:b/>
          <w:sz w:val="26"/>
          <w:szCs w:val="26"/>
          <w:highlight w:val="yellow"/>
          <w:lang w:val="es-HN"/>
        </w:rPr>
        <w:t>Nombre del estudiante</w:t>
      </w:r>
    </w:p>
    <w:p w:rsidR="001A42FD" w:rsidRDefault="001A42FD" w:rsidP="001A42FD">
      <w:pPr>
        <w:pStyle w:val="Sinespaciado"/>
        <w:tabs>
          <w:tab w:val="left" w:pos="375"/>
        </w:tabs>
        <w:jc w:val="center"/>
        <w:rPr>
          <w:sz w:val="24"/>
          <w:szCs w:val="24"/>
          <w:lang w:val="es-HN"/>
        </w:rPr>
      </w:pPr>
      <w:r>
        <w:rPr>
          <w:sz w:val="24"/>
          <w:szCs w:val="24"/>
          <w:lang w:val="es-HN"/>
        </w:rPr>
        <w:t>ESTUDIANTE DE</w:t>
      </w:r>
    </w:p>
    <w:p w:rsidR="001A42FD" w:rsidRPr="00F3672A" w:rsidRDefault="001A42FD" w:rsidP="001A42FD">
      <w:pPr>
        <w:pStyle w:val="Sinespaciado"/>
        <w:tabs>
          <w:tab w:val="left" w:pos="375"/>
        </w:tabs>
        <w:jc w:val="center"/>
        <w:rPr>
          <w:sz w:val="24"/>
          <w:szCs w:val="24"/>
          <w:lang w:val="es-HN"/>
        </w:rPr>
      </w:pPr>
      <w:r>
        <w:rPr>
          <w:sz w:val="24"/>
          <w:szCs w:val="24"/>
          <w:lang w:val="es-HN"/>
        </w:rPr>
        <w:t>INGENIERÍA EN SISTEMAS</w:t>
      </w:r>
    </w:p>
    <w:p w:rsidR="001A42FD" w:rsidRPr="001A42FD" w:rsidRDefault="001A42FD" w:rsidP="001A42FD">
      <w:pPr>
        <w:jc w:val="both"/>
      </w:pPr>
    </w:p>
    <w:sectPr w:rsidR="001A42FD" w:rsidRPr="001A42FD" w:rsidSect="00CD18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2" w:h="15842" w:code="1"/>
      <w:pgMar w:top="1418" w:right="170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F58" w:rsidRDefault="00793F58" w:rsidP="00474875">
      <w:r>
        <w:separator/>
      </w:r>
    </w:p>
  </w:endnote>
  <w:endnote w:type="continuationSeparator" w:id="0">
    <w:p w:rsidR="00793F58" w:rsidRDefault="00793F58" w:rsidP="00474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Light">
    <w:altName w:val="Segoe UI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D02" w:rsidRDefault="00F83D0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D02" w:rsidRDefault="00F83D02" w:rsidP="00291653">
    <w:pPr>
      <w:pStyle w:val="Encabezado"/>
      <w:tabs>
        <w:tab w:val="left" w:pos="2565"/>
      </w:tabs>
      <w:jc w:val="center"/>
      <w:rPr>
        <w:rFonts w:ascii="HelveticaNeueLT Std" w:hAnsi="HelveticaNeueLT Std"/>
        <w:b/>
        <w:i/>
        <w:color w:val="1F497D"/>
        <w:sz w:val="20"/>
      </w:rPr>
    </w:pPr>
  </w:p>
  <w:p w:rsidR="00291653" w:rsidRPr="00B06CC7" w:rsidRDefault="00291653" w:rsidP="00291653">
    <w:pPr>
      <w:pStyle w:val="Encabezado"/>
      <w:tabs>
        <w:tab w:val="left" w:pos="2565"/>
      </w:tabs>
      <w:jc w:val="center"/>
      <w:rPr>
        <w:rFonts w:ascii="HelveticaNeueLT Std" w:hAnsi="HelveticaNeueLT Std"/>
        <w:b/>
        <w:i/>
        <w:color w:val="1F497D"/>
        <w:sz w:val="20"/>
      </w:rPr>
    </w:pPr>
    <w:bookmarkStart w:id="0" w:name="_GoBack"/>
    <w:bookmarkEnd w:id="0"/>
    <w:r>
      <w:rPr>
        <w:rFonts w:ascii="HelveticaNeueLT Std" w:hAnsi="HelveticaNeueLT Std"/>
        <w:b/>
        <w:i/>
        <w:color w:val="1F497D"/>
        <w:sz w:val="20"/>
      </w:rPr>
      <w:t>“La Educación es la Primera Necesidad de la República”</w:t>
    </w:r>
  </w:p>
  <w:p w:rsidR="00291653" w:rsidRDefault="00291653" w:rsidP="00291653">
    <w:pPr>
      <w:pStyle w:val="Piedepgina"/>
      <w:rPr>
        <w:noProof/>
        <w:lang w:eastAsia="es-HN"/>
      </w:rPr>
    </w:pPr>
  </w:p>
  <w:p w:rsidR="00291653" w:rsidRDefault="00291653" w:rsidP="00291653">
    <w:pPr>
      <w:pStyle w:val="Piedepgina"/>
    </w:pPr>
    <w:r>
      <w:rPr>
        <w:noProof/>
        <w:lang w:eastAsia="es-HN"/>
      </w:rPr>
      <w:drawing>
        <wp:anchor distT="0" distB="0" distL="114300" distR="114300" simplePos="0" relativeHeight="251667968" behindDoc="0" locked="0" layoutInCell="1" allowOverlap="1" wp14:anchorId="1F740A06" wp14:editId="41B155E1">
          <wp:simplePos x="0" y="0"/>
          <wp:positionH relativeFrom="page">
            <wp:posOffset>-3175</wp:posOffset>
          </wp:positionH>
          <wp:positionV relativeFrom="paragraph">
            <wp:posOffset>3810</wp:posOffset>
          </wp:positionV>
          <wp:extent cx="7775575" cy="538480"/>
          <wp:effectExtent l="0" t="0" r="0" b="0"/>
          <wp:wrapThrough wrapText="bothSides">
            <wp:wrapPolygon edited="0">
              <wp:start x="0" y="0"/>
              <wp:lineTo x="0" y="10698"/>
              <wp:lineTo x="20586" y="12226"/>
              <wp:lineTo x="20586" y="20632"/>
              <wp:lineTo x="21538" y="20632"/>
              <wp:lineTo x="21538" y="0"/>
              <wp:lineTo x="0" y="0"/>
            </wp:wrapPolygon>
          </wp:wrapThrough>
          <wp:docPr id="1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5575" cy="538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C1662" w:rsidRPr="00291653" w:rsidRDefault="00CC1662" w:rsidP="00291653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D02" w:rsidRDefault="00F83D0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F58" w:rsidRDefault="00793F58" w:rsidP="00474875">
      <w:r>
        <w:separator/>
      </w:r>
    </w:p>
  </w:footnote>
  <w:footnote w:type="continuationSeparator" w:id="0">
    <w:p w:rsidR="00793F58" w:rsidRDefault="00793F58" w:rsidP="00474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D02" w:rsidRDefault="00F83D0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31AE" w:rsidRDefault="007B31AE" w:rsidP="007B31AE">
    <w:pPr>
      <w:pStyle w:val="Encabezado"/>
      <w:tabs>
        <w:tab w:val="left" w:pos="142"/>
        <w:tab w:val="left" w:pos="7230"/>
      </w:tabs>
      <w:rPr>
        <w:rFonts w:ascii="Helvetica Light" w:hAnsi="Helvetica Light"/>
        <w:sz w:val="20"/>
        <w:szCs w:val="20"/>
      </w:rPr>
    </w:pPr>
    <w:r w:rsidRPr="00B06CC7">
      <w:rPr>
        <w:rFonts w:ascii="Helvetica Light" w:hAnsi="Helvetica Light"/>
        <w:noProof/>
        <w:sz w:val="20"/>
        <w:szCs w:val="20"/>
        <w:lang w:eastAsia="es-HN"/>
      </w:rPr>
      <mc:AlternateContent>
        <mc:Choice Requires="wps">
          <w:drawing>
            <wp:anchor distT="45720" distB="45720" distL="114300" distR="114300" simplePos="0" relativeHeight="251653632" behindDoc="0" locked="0" layoutInCell="1" allowOverlap="1" wp14:anchorId="724C2311" wp14:editId="6DEA324B">
              <wp:simplePos x="0" y="0"/>
              <wp:positionH relativeFrom="column">
                <wp:posOffset>3608510</wp:posOffset>
              </wp:positionH>
              <wp:positionV relativeFrom="paragraph">
                <wp:posOffset>-17145</wp:posOffset>
              </wp:positionV>
              <wp:extent cx="2360930" cy="514350"/>
              <wp:effectExtent l="0" t="0" r="0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B31AE" w:rsidRDefault="007B31AE" w:rsidP="007B31AE">
                          <w:pPr>
                            <w:pStyle w:val="TableContents"/>
                            <w:jc w:val="center"/>
                            <w:rPr>
                              <w:rFonts w:ascii="Liberation Sans" w:hAnsi="Liberation Sans"/>
                              <w:i/>
                              <w:iCs/>
                              <w:color w:val="004586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Helvetica Light" w:hAnsi="Helvetica Light"/>
                              <w:sz w:val="20"/>
                              <w:szCs w:val="20"/>
                            </w:rPr>
                            <w:tab/>
                          </w:r>
                          <w:r>
                            <w:rPr>
                              <w:rFonts w:ascii="Liberation Sans" w:hAnsi="Liberation Sans"/>
                              <w:i/>
                              <w:iCs/>
                              <w:color w:val="004586"/>
                              <w:sz w:val="16"/>
                              <w:szCs w:val="16"/>
                            </w:rPr>
                            <w:t>Planta: (504)2216-3000 Ext. 100573</w:t>
                          </w:r>
                        </w:p>
                        <w:p w:rsidR="007B31AE" w:rsidRPr="004D47A0" w:rsidRDefault="007B31AE" w:rsidP="007B31AE">
                          <w:pPr>
                            <w:pStyle w:val="Sinespaciado"/>
                            <w:jc w:val="right"/>
                            <w:rPr>
                              <w:rFonts w:ascii="Cambria" w:eastAsia="Times New Roman" w:hAnsi="Cambria"/>
                              <w:b/>
                              <w:i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Liberation Sans" w:hAnsi="Liberation Sans"/>
                              <w:i/>
                              <w:iCs/>
                              <w:color w:val="004586"/>
                              <w:sz w:val="16"/>
                              <w:szCs w:val="16"/>
                            </w:rPr>
                            <w:t>Edificio B2, 4to. Piso, Pasillo Izquierdo</w:t>
                          </w:r>
                        </w:p>
                        <w:p w:rsidR="007B31AE" w:rsidRDefault="007B31AE" w:rsidP="007B31A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4C2311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margin-left:284.15pt;margin-top:-1.35pt;width:185.9pt;height:40.5pt;z-index:25165363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" stroked="f">
              <v:textbox>
                <w:txbxContent>
                  <w:p w:rsidR="007B31AE" w:rsidRDefault="007B31AE" w:rsidP="007B31AE">
                    <w:pPr>
                      <w:pStyle w:val="TableContents"/>
                      <w:jc w:val="center"/>
                      <w:rPr>
                        <w:rFonts w:ascii="Liberation Sans" w:hAnsi="Liberation Sans"/>
                        <w:i/>
                        <w:iCs/>
                        <w:color w:val="004586"/>
                        <w:sz w:val="16"/>
                        <w:szCs w:val="16"/>
                      </w:rPr>
                    </w:pPr>
                    <w:r>
                      <w:rPr>
                        <w:rFonts w:ascii="Helvetica Light" w:hAnsi="Helvetica Light"/>
                        <w:sz w:val="20"/>
                        <w:szCs w:val="20"/>
                      </w:rPr>
                      <w:tab/>
                    </w:r>
                    <w:r>
                      <w:rPr>
                        <w:rFonts w:ascii="Liberation Sans" w:hAnsi="Liberation Sans"/>
                        <w:i/>
                        <w:iCs/>
                        <w:color w:val="004586"/>
                        <w:sz w:val="16"/>
                        <w:szCs w:val="16"/>
                      </w:rPr>
                      <w:t>Planta: (504)2216-3000 Ext. 100573</w:t>
                    </w:r>
                  </w:p>
                  <w:p w:rsidR="007B31AE" w:rsidRPr="004D47A0" w:rsidRDefault="007B31AE" w:rsidP="007B31AE">
                    <w:pPr>
                      <w:pStyle w:val="Sinespaciado"/>
                      <w:jc w:val="right"/>
                      <w:rPr>
                        <w:rFonts w:ascii="Cambria" w:eastAsia="Times New Roman" w:hAnsi="Cambria"/>
                        <w:b/>
                        <w:i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Liberation Sans" w:hAnsi="Liberation Sans"/>
                        <w:i/>
                        <w:iCs/>
                        <w:color w:val="004586"/>
                        <w:sz w:val="16"/>
                        <w:szCs w:val="16"/>
                      </w:rPr>
                      <w:t>Edificio B2, 4to. Piso, Pasillo Izquierdo</w:t>
                    </w:r>
                  </w:p>
                  <w:p w:rsidR="007B31AE" w:rsidRDefault="007B31AE" w:rsidP="007B31AE"/>
                </w:txbxContent>
              </v:textbox>
              <w10:wrap type="square"/>
            </v:shape>
          </w:pict>
        </mc:Fallback>
      </mc:AlternateContent>
    </w:r>
    <w:r>
      <w:rPr>
        <w:rFonts w:ascii="Helvetica Light" w:hAnsi="Helvetica Light"/>
        <w:noProof/>
        <w:sz w:val="20"/>
        <w:szCs w:val="20"/>
        <w:lang w:eastAsia="es-HN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79705D5" wp14:editId="47C77FBD">
              <wp:simplePos x="0" y="0"/>
              <wp:positionH relativeFrom="rightMargin">
                <wp:posOffset>220980</wp:posOffset>
              </wp:positionH>
              <wp:positionV relativeFrom="paragraph">
                <wp:posOffset>-55245</wp:posOffset>
              </wp:positionV>
              <wp:extent cx="257175" cy="1082675"/>
              <wp:effectExtent l="0" t="0" r="9525" b="3175"/>
              <wp:wrapNone/>
              <wp:docPr id="6" name="Rectá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7175" cy="1082675"/>
                      </a:xfrm>
                      <a:prstGeom prst="rect">
                        <a:avLst/>
                      </a:prstGeom>
                      <a:solidFill>
                        <a:srgbClr val="FFCC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96BEBBE" id="Rectángulo 6" o:spid="_x0000_s1026" style="position:absolute;margin-left:17.4pt;margin-top:-4.35pt;width:20.25pt;height:85.25pt;z-index:251660800;visibility:visible;mso-wrap-style:square;mso-width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" fillcolor="#fc0" stroked="f" strokeweight="2pt">
              <w10:wrap anchorx="margin"/>
            </v:rect>
          </w:pict>
        </mc:Fallback>
      </mc:AlternateContent>
    </w:r>
    <w:r>
      <w:rPr>
        <w:rFonts w:ascii="Helvetica Light" w:hAnsi="Helvetica Light"/>
        <w:noProof/>
        <w:sz w:val="20"/>
        <w:szCs w:val="20"/>
        <w:lang w:eastAsia="es-HN"/>
      </w:rPr>
      <w:drawing>
        <wp:anchor distT="0" distB="0" distL="114300" distR="114300" simplePos="0" relativeHeight="251666944" behindDoc="0" locked="0" layoutInCell="1" allowOverlap="1" wp14:anchorId="4B7C5AD0" wp14:editId="7CB4BFA4">
          <wp:simplePos x="0" y="0"/>
          <wp:positionH relativeFrom="column">
            <wp:posOffset>2597150</wp:posOffset>
          </wp:positionH>
          <wp:positionV relativeFrom="paragraph">
            <wp:posOffset>-86995</wp:posOffset>
          </wp:positionV>
          <wp:extent cx="958850" cy="958850"/>
          <wp:effectExtent l="0" t="0" r="0" b="0"/>
          <wp:wrapNone/>
          <wp:docPr id="50" name="Imagen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8850" cy="958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HN"/>
      </w:rPr>
      <w:drawing>
        <wp:anchor distT="0" distB="0" distL="114300" distR="114300" simplePos="0" relativeHeight="251663872" behindDoc="0" locked="0" layoutInCell="1" allowOverlap="1" wp14:anchorId="3D28EDDD" wp14:editId="663A17B7">
          <wp:simplePos x="0" y="0"/>
          <wp:positionH relativeFrom="margin">
            <wp:posOffset>1502391</wp:posOffset>
          </wp:positionH>
          <wp:positionV relativeFrom="paragraph">
            <wp:posOffset>-134004</wp:posOffset>
          </wp:positionV>
          <wp:extent cx="1028700" cy="1028700"/>
          <wp:effectExtent l="0" t="0" r="0" b="0"/>
          <wp:wrapNone/>
          <wp:docPr id="51" name="Imagen 51" descr="Facultad de IngenierÃ­a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acultad de IngenierÃ­a 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06CC7">
      <w:rPr>
        <w:rFonts w:ascii="Helvetica Light" w:hAnsi="Helvetica Light"/>
        <w:noProof/>
        <w:sz w:val="20"/>
        <w:szCs w:val="20"/>
        <w:lang w:eastAsia="es-HN"/>
      </w:rPr>
      <w:drawing>
        <wp:anchor distT="0" distB="0" distL="114300" distR="114300" simplePos="0" relativeHeight="251656704" behindDoc="0" locked="0" layoutInCell="1" allowOverlap="1" wp14:anchorId="5DACBEEA" wp14:editId="47250561">
          <wp:simplePos x="0" y="0"/>
          <wp:positionH relativeFrom="column">
            <wp:posOffset>-281580</wp:posOffset>
          </wp:positionH>
          <wp:positionV relativeFrom="paragraph">
            <wp:posOffset>-133378</wp:posOffset>
          </wp:positionV>
          <wp:extent cx="1723869" cy="1095375"/>
          <wp:effectExtent l="0" t="0" r="0" b="0"/>
          <wp:wrapNone/>
          <wp:docPr id="52" name="Imagen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3869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B31AE" w:rsidRDefault="007B31AE" w:rsidP="007B31AE">
    <w:pPr>
      <w:pStyle w:val="Sinespaciado"/>
      <w:jc w:val="right"/>
      <w:rPr>
        <w:rFonts w:ascii="Helvetica Light" w:hAnsi="Helvetica Light"/>
        <w:sz w:val="20"/>
        <w:szCs w:val="20"/>
      </w:rPr>
    </w:pPr>
  </w:p>
  <w:p w:rsidR="007B31AE" w:rsidRDefault="007B31AE" w:rsidP="007B31AE">
    <w:pPr>
      <w:pStyle w:val="Sinespaciado"/>
      <w:jc w:val="right"/>
      <w:rPr>
        <w:rFonts w:ascii="Helvetica Light" w:hAnsi="Helvetica Light"/>
        <w:sz w:val="20"/>
        <w:szCs w:val="20"/>
      </w:rPr>
    </w:pPr>
  </w:p>
  <w:p w:rsidR="007B31AE" w:rsidRDefault="007B31AE" w:rsidP="007B31AE">
    <w:pPr>
      <w:pStyle w:val="Sinespaciado"/>
      <w:jc w:val="right"/>
      <w:rPr>
        <w:rFonts w:ascii="Helvetica Light" w:hAnsi="Helvetica Light"/>
        <w:sz w:val="20"/>
        <w:szCs w:val="20"/>
      </w:rPr>
    </w:pPr>
  </w:p>
  <w:p w:rsidR="007B31AE" w:rsidRDefault="007B31AE" w:rsidP="007B31AE">
    <w:pPr>
      <w:pStyle w:val="Sinespaciado"/>
      <w:jc w:val="right"/>
      <w:rPr>
        <w:rFonts w:ascii="Helvetica Light" w:hAnsi="Helvetica Light"/>
        <w:sz w:val="20"/>
        <w:szCs w:val="20"/>
      </w:rPr>
    </w:pPr>
  </w:p>
  <w:p w:rsidR="007B31AE" w:rsidRDefault="007B31AE" w:rsidP="007B31AE">
    <w:pPr>
      <w:pStyle w:val="Sinespaciado"/>
      <w:ind w:left="-142"/>
      <w:jc w:val="right"/>
      <w:rPr>
        <w:rFonts w:ascii="Helvetica Light" w:hAnsi="Helvetica Light"/>
        <w:sz w:val="20"/>
        <w:szCs w:val="20"/>
      </w:rPr>
    </w:pPr>
    <w:r w:rsidRPr="00B06CC7">
      <w:rPr>
        <w:rFonts w:ascii="Helvetica Light" w:hAnsi="Helvetica Light"/>
        <w:noProof/>
        <w:sz w:val="20"/>
        <w:szCs w:val="20"/>
        <w:lang w:val="es-HN" w:eastAsia="es-HN"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4C984F79" wp14:editId="0A2DA1E9">
              <wp:simplePos x="0" y="0"/>
              <wp:positionH relativeFrom="column">
                <wp:posOffset>487680</wp:posOffset>
              </wp:positionH>
              <wp:positionV relativeFrom="paragraph">
                <wp:posOffset>155575</wp:posOffset>
              </wp:positionV>
              <wp:extent cx="4353560" cy="299720"/>
              <wp:effectExtent l="0" t="0" r="8890" b="5080"/>
              <wp:wrapSquare wrapText="bothSides"/>
              <wp:docPr id="2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3560" cy="299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B31AE" w:rsidRPr="00887F6D" w:rsidRDefault="007B31AE" w:rsidP="007B31AE">
                          <w:pPr>
                            <w:pStyle w:val="Encabezado"/>
                            <w:tabs>
                              <w:tab w:val="left" w:pos="2565"/>
                            </w:tabs>
                            <w:spacing w:line="276" w:lineRule="auto"/>
                            <w:rPr>
                              <w:rFonts w:ascii="HelveticaNeueLT Std" w:hAnsi="HelveticaNeueLT Std"/>
                              <w:b/>
                              <w:color w:val="1F497D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HelveticaNeueLT Std" w:hAnsi="HelveticaNeueLT Std"/>
                              <w:b/>
                              <w:color w:val="1F497D"/>
                              <w:sz w:val="24"/>
                              <w:szCs w:val="24"/>
                            </w:rPr>
                            <w:t>DEPARTAMENTO DE INGENIERÍA EN SISTEMAS</w:t>
                          </w:r>
                          <w:r w:rsidRPr="00887F6D">
                            <w:rPr>
                              <w:rFonts w:ascii="HelveticaNeueLT Std" w:hAnsi="HelveticaNeueLT Std"/>
                              <w:b/>
                              <w:color w:val="1F497D"/>
                              <w:sz w:val="24"/>
                              <w:szCs w:val="24"/>
                            </w:rPr>
                            <w:t xml:space="preserve">                                                </w:t>
                          </w:r>
                        </w:p>
                        <w:p w:rsidR="007B31AE" w:rsidRDefault="007B31AE" w:rsidP="007B31A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C984F79" id="_x0000_s1028" type="#_x0000_t202" style="position:absolute;left:0;text-align:left;margin-left:38.4pt;margin-top:12.25pt;width:342.8pt;height:23.6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" stroked="f">
              <v:textbox>
                <w:txbxContent>
                  <w:p w:rsidR="007B31AE" w:rsidRPr="00887F6D" w:rsidRDefault="007B31AE" w:rsidP="007B31AE">
                    <w:pPr>
                      <w:pStyle w:val="Encabezado"/>
                      <w:tabs>
                        <w:tab w:val="left" w:pos="2565"/>
                      </w:tabs>
                      <w:spacing w:line="276" w:lineRule="auto"/>
                      <w:rPr>
                        <w:rFonts w:ascii="HelveticaNeueLT Std" w:hAnsi="HelveticaNeueLT Std"/>
                        <w:b/>
                        <w:color w:val="1F497D"/>
                        <w:sz w:val="24"/>
                        <w:szCs w:val="24"/>
                      </w:rPr>
                    </w:pPr>
                    <w:r>
                      <w:rPr>
                        <w:rFonts w:ascii="HelveticaNeueLT Std" w:hAnsi="HelveticaNeueLT Std"/>
                        <w:b/>
                        <w:color w:val="1F497D"/>
                        <w:sz w:val="24"/>
                        <w:szCs w:val="24"/>
                      </w:rPr>
                      <w:t>DEPARTAMENTO DE INGENIERÍA EN SISTEMAS</w:t>
                    </w:r>
                    <w:r w:rsidRPr="00887F6D">
                      <w:rPr>
                        <w:rFonts w:ascii="HelveticaNeueLT Std" w:hAnsi="HelveticaNeueLT Std"/>
                        <w:b/>
                        <w:color w:val="1F497D"/>
                        <w:sz w:val="24"/>
                        <w:szCs w:val="24"/>
                      </w:rPr>
                      <w:t xml:space="preserve">                                                </w:t>
                    </w:r>
                  </w:p>
                  <w:p w:rsidR="007B31AE" w:rsidRDefault="007B31AE" w:rsidP="007B31AE"/>
                </w:txbxContent>
              </v:textbox>
              <w10:wrap type="square"/>
            </v:shape>
          </w:pict>
        </mc:Fallback>
      </mc:AlternateContent>
    </w:r>
  </w:p>
  <w:p w:rsidR="007B31AE" w:rsidRPr="004D47A0" w:rsidRDefault="007B31AE" w:rsidP="007B31AE">
    <w:pPr>
      <w:pStyle w:val="Sinespaciado"/>
      <w:jc w:val="right"/>
      <w:rPr>
        <w:rFonts w:ascii="Cambria" w:eastAsia="Times New Roman" w:hAnsi="Cambria"/>
        <w:b/>
        <w:i/>
        <w:color w:val="1F497D"/>
        <w:sz w:val="16"/>
        <w:szCs w:val="16"/>
      </w:rPr>
    </w:pPr>
    <w:r w:rsidRPr="0021797A">
      <w:rPr>
        <w:noProof/>
        <w:lang w:val="es-HN" w:eastAsia="es-HN"/>
      </w:rPr>
      <w:drawing>
        <wp:anchor distT="0" distB="0" distL="114300" distR="114300" simplePos="0" relativeHeight="251650560" behindDoc="1" locked="0" layoutInCell="1" allowOverlap="1" wp14:anchorId="13A93007" wp14:editId="5CA441DA">
          <wp:simplePos x="0" y="0"/>
          <wp:positionH relativeFrom="column">
            <wp:posOffset>3750945</wp:posOffset>
          </wp:positionH>
          <wp:positionV relativeFrom="paragraph">
            <wp:posOffset>2910205</wp:posOffset>
          </wp:positionV>
          <wp:extent cx="3317875" cy="4618990"/>
          <wp:effectExtent l="0" t="0" r="0" b="0"/>
          <wp:wrapNone/>
          <wp:docPr id="53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lum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7875" cy="4618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Helvetica Light" w:hAnsi="Helvetica Light"/>
        <w:sz w:val="20"/>
        <w:szCs w:val="20"/>
      </w:rPr>
      <w:t xml:space="preserve">                                                                                      </w:t>
    </w:r>
  </w:p>
  <w:p w:rsidR="007B31AE" w:rsidRPr="00887F6D" w:rsidRDefault="007B31AE" w:rsidP="007B31AE">
    <w:pPr>
      <w:pStyle w:val="Encabezado"/>
      <w:tabs>
        <w:tab w:val="left" w:pos="2565"/>
      </w:tabs>
      <w:spacing w:line="276" w:lineRule="auto"/>
      <w:rPr>
        <w:rFonts w:ascii="HelveticaNeueLT Std" w:hAnsi="HelveticaNeueLT Std"/>
        <w:b/>
        <w:color w:val="1F497D"/>
        <w:sz w:val="24"/>
        <w:szCs w:val="24"/>
      </w:rPr>
    </w:pPr>
    <w:r>
      <w:rPr>
        <w:rFonts w:ascii="HelveticaNeueLT Std" w:hAnsi="HelveticaNeueLT Std"/>
        <w:b/>
        <w:color w:val="1F497D"/>
        <w:sz w:val="24"/>
        <w:szCs w:val="24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3D02" w:rsidRDefault="00F83D0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F615C"/>
    <w:multiLevelType w:val="hybridMultilevel"/>
    <w:tmpl w:val="86142C5E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A72D0"/>
    <w:multiLevelType w:val="hybridMultilevel"/>
    <w:tmpl w:val="56D0C578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46C3A"/>
    <w:multiLevelType w:val="hybridMultilevel"/>
    <w:tmpl w:val="78527F22"/>
    <w:lvl w:ilvl="0" w:tplc="4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877CDA"/>
    <w:multiLevelType w:val="hybridMultilevel"/>
    <w:tmpl w:val="FC085750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47BB3"/>
    <w:multiLevelType w:val="hybridMultilevel"/>
    <w:tmpl w:val="DA045942"/>
    <w:lvl w:ilvl="0" w:tplc="0C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8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CE7067"/>
    <w:multiLevelType w:val="hybridMultilevel"/>
    <w:tmpl w:val="D79AC58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67678CC"/>
    <w:multiLevelType w:val="hybridMultilevel"/>
    <w:tmpl w:val="F268456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E6206CC"/>
    <w:multiLevelType w:val="hybridMultilevel"/>
    <w:tmpl w:val="C0FAF044"/>
    <w:lvl w:ilvl="0" w:tplc="EB56E3F8">
      <w:start w:val="1"/>
      <w:numFmt w:val="decimal"/>
      <w:lvlText w:val="%1."/>
      <w:lvlJc w:val="left"/>
      <w:pPr>
        <w:ind w:left="1838" w:hanging="420"/>
      </w:pPr>
      <w:rPr>
        <w:rFonts w:ascii="Calibri" w:eastAsia="Times New Roman" w:hAnsi="Calibri" w:cs="Times New Roman"/>
        <w:b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30B49"/>
    <w:multiLevelType w:val="hybridMultilevel"/>
    <w:tmpl w:val="401E40A2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B67B0"/>
    <w:multiLevelType w:val="hybridMultilevel"/>
    <w:tmpl w:val="37B6D0DA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B004FB"/>
    <w:multiLevelType w:val="hybridMultilevel"/>
    <w:tmpl w:val="D62E1A16"/>
    <w:lvl w:ilvl="0" w:tplc="9E1ABE2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0E6051"/>
    <w:multiLevelType w:val="hybridMultilevel"/>
    <w:tmpl w:val="CFC436F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923FF"/>
    <w:multiLevelType w:val="hybridMultilevel"/>
    <w:tmpl w:val="F8742050"/>
    <w:lvl w:ilvl="0" w:tplc="CE8661A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1779BF"/>
    <w:multiLevelType w:val="hybridMultilevel"/>
    <w:tmpl w:val="48D81160"/>
    <w:lvl w:ilvl="0" w:tplc="35847E2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C7E8F"/>
    <w:multiLevelType w:val="hybridMultilevel"/>
    <w:tmpl w:val="42CCEA06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21865"/>
    <w:multiLevelType w:val="hybridMultilevel"/>
    <w:tmpl w:val="1FB02B02"/>
    <w:lvl w:ilvl="0" w:tplc="480A000F">
      <w:start w:val="1"/>
      <w:numFmt w:val="decimal"/>
      <w:lvlText w:val="%1."/>
      <w:lvlJc w:val="left"/>
      <w:pPr>
        <w:ind w:left="901" w:hanging="360"/>
      </w:pPr>
    </w:lvl>
    <w:lvl w:ilvl="1" w:tplc="480A0019" w:tentative="1">
      <w:start w:val="1"/>
      <w:numFmt w:val="lowerLetter"/>
      <w:lvlText w:val="%2."/>
      <w:lvlJc w:val="left"/>
      <w:pPr>
        <w:ind w:left="1621" w:hanging="360"/>
      </w:pPr>
    </w:lvl>
    <w:lvl w:ilvl="2" w:tplc="480A001B" w:tentative="1">
      <w:start w:val="1"/>
      <w:numFmt w:val="lowerRoman"/>
      <w:lvlText w:val="%3."/>
      <w:lvlJc w:val="right"/>
      <w:pPr>
        <w:ind w:left="2341" w:hanging="180"/>
      </w:pPr>
    </w:lvl>
    <w:lvl w:ilvl="3" w:tplc="480A000F" w:tentative="1">
      <w:start w:val="1"/>
      <w:numFmt w:val="decimal"/>
      <w:lvlText w:val="%4."/>
      <w:lvlJc w:val="left"/>
      <w:pPr>
        <w:ind w:left="3061" w:hanging="360"/>
      </w:pPr>
    </w:lvl>
    <w:lvl w:ilvl="4" w:tplc="480A0019" w:tentative="1">
      <w:start w:val="1"/>
      <w:numFmt w:val="lowerLetter"/>
      <w:lvlText w:val="%5."/>
      <w:lvlJc w:val="left"/>
      <w:pPr>
        <w:ind w:left="3781" w:hanging="360"/>
      </w:pPr>
    </w:lvl>
    <w:lvl w:ilvl="5" w:tplc="480A001B" w:tentative="1">
      <w:start w:val="1"/>
      <w:numFmt w:val="lowerRoman"/>
      <w:lvlText w:val="%6."/>
      <w:lvlJc w:val="right"/>
      <w:pPr>
        <w:ind w:left="4501" w:hanging="180"/>
      </w:pPr>
    </w:lvl>
    <w:lvl w:ilvl="6" w:tplc="480A000F" w:tentative="1">
      <w:start w:val="1"/>
      <w:numFmt w:val="decimal"/>
      <w:lvlText w:val="%7."/>
      <w:lvlJc w:val="left"/>
      <w:pPr>
        <w:ind w:left="5221" w:hanging="360"/>
      </w:pPr>
    </w:lvl>
    <w:lvl w:ilvl="7" w:tplc="480A0019" w:tentative="1">
      <w:start w:val="1"/>
      <w:numFmt w:val="lowerLetter"/>
      <w:lvlText w:val="%8."/>
      <w:lvlJc w:val="left"/>
      <w:pPr>
        <w:ind w:left="5941" w:hanging="360"/>
      </w:pPr>
    </w:lvl>
    <w:lvl w:ilvl="8" w:tplc="480A001B" w:tentative="1">
      <w:start w:val="1"/>
      <w:numFmt w:val="lowerRoman"/>
      <w:lvlText w:val="%9."/>
      <w:lvlJc w:val="right"/>
      <w:pPr>
        <w:ind w:left="6661" w:hanging="180"/>
      </w:pPr>
    </w:lvl>
  </w:abstractNum>
  <w:abstractNum w:abstractNumId="16" w15:restartNumberingAfterBreak="0">
    <w:nsid w:val="5C626BEC"/>
    <w:multiLevelType w:val="hybridMultilevel"/>
    <w:tmpl w:val="3D6A7B28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31AB0"/>
    <w:multiLevelType w:val="hybridMultilevel"/>
    <w:tmpl w:val="C2640CEC"/>
    <w:lvl w:ilvl="0" w:tplc="1A7414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5D0F74"/>
    <w:multiLevelType w:val="hybridMultilevel"/>
    <w:tmpl w:val="0AC68976"/>
    <w:lvl w:ilvl="0" w:tplc="4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1E3314"/>
    <w:multiLevelType w:val="hybridMultilevel"/>
    <w:tmpl w:val="82C2BF8A"/>
    <w:lvl w:ilvl="0" w:tplc="480A000F">
      <w:start w:val="1"/>
      <w:numFmt w:val="decimal"/>
      <w:lvlText w:val="%1."/>
      <w:lvlJc w:val="left"/>
      <w:pPr>
        <w:ind w:left="720" w:hanging="360"/>
      </w:p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AD7B23"/>
    <w:multiLevelType w:val="hybridMultilevel"/>
    <w:tmpl w:val="A5821D32"/>
    <w:lvl w:ilvl="0" w:tplc="4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B83C3A"/>
    <w:multiLevelType w:val="hybridMultilevel"/>
    <w:tmpl w:val="A7981970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80A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4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3781C23"/>
    <w:multiLevelType w:val="hybridMultilevel"/>
    <w:tmpl w:val="26B06FE2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73A14A4B"/>
    <w:multiLevelType w:val="hybridMultilevel"/>
    <w:tmpl w:val="C0FAF044"/>
    <w:lvl w:ilvl="0" w:tplc="EB56E3F8">
      <w:start w:val="1"/>
      <w:numFmt w:val="decimal"/>
      <w:lvlText w:val="%1."/>
      <w:lvlJc w:val="left"/>
      <w:pPr>
        <w:ind w:left="1838" w:hanging="420"/>
      </w:pPr>
      <w:rPr>
        <w:rFonts w:ascii="Calibri" w:eastAsia="Times New Roman" w:hAnsi="Calibri" w:cs="Times New Roman"/>
        <w:b/>
      </w:rPr>
    </w:lvl>
    <w:lvl w:ilvl="1" w:tplc="480A0019" w:tentative="1">
      <w:start w:val="1"/>
      <w:numFmt w:val="lowerLetter"/>
      <w:lvlText w:val="%2."/>
      <w:lvlJc w:val="left"/>
      <w:pPr>
        <w:ind w:left="1440" w:hanging="360"/>
      </w:pPr>
    </w:lvl>
    <w:lvl w:ilvl="2" w:tplc="480A001B" w:tentative="1">
      <w:start w:val="1"/>
      <w:numFmt w:val="lowerRoman"/>
      <w:lvlText w:val="%3."/>
      <w:lvlJc w:val="right"/>
      <w:pPr>
        <w:ind w:left="2160" w:hanging="180"/>
      </w:pPr>
    </w:lvl>
    <w:lvl w:ilvl="3" w:tplc="480A000F" w:tentative="1">
      <w:start w:val="1"/>
      <w:numFmt w:val="decimal"/>
      <w:lvlText w:val="%4."/>
      <w:lvlJc w:val="left"/>
      <w:pPr>
        <w:ind w:left="2880" w:hanging="360"/>
      </w:pPr>
    </w:lvl>
    <w:lvl w:ilvl="4" w:tplc="480A0019" w:tentative="1">
      <w:start w:val="1"/>
      <w:numFmt w:val="lowerLetter"/>
      <w:lvlText w:val="%5."/>
      <w:lvlJc w:val="left"/>
      <w:pPr>
        <w:ind w:left="3600" w:hanging="360"/>
      </w:pPr>
    </w:lvl>
    <w:lvl w:ilvl="5" w:tplc="480A001B" w:tentative="1">
      <w:start w:val="1"/>
      <w:numFmt w:val="lowerRoman"/>
      <w:lvlText w:val="%6."/>
      <w:lvlJc w:val="right"/>
      <w:pPr>
        <w:ind w:left="4320" w:hanging="180"/>
      </w:pPr>
    </w:lvl>
    <w:lvl w:ilvl="6" w:tplc="480A000F" w:tentative="1">
      <w:start w:val="1"/>
      <w:numFmt w:val="decimal"/>
      <w:lvlText w:val="%7."/>
      <w:lvlJc w:val="left"/>
      <w:pPr>
        <w:ind w:left="5040" w:hanging="360"/>
      </w:pPr>
    </w:lvl>
    <w:lvl w:ilvl="7" w:tplc="480A0019" w:tentative="1">
      <w:start w:val="1"/>
      <w:numFmt w:val="lowerLetter"/>
      <w:lvlText w:val="%8."/>
      <w:lvlJc w:val="left"/>
      <w:pPr>
        <w:ind w:left="5760" w:hanging="360"/>
      </w:pPr>
    </w:lvl>
    <w:lvl w:ilvl="8" w:tplc="4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FE7B83"/>
    <w:multiLevelType w:val="hybridMultilevel"/>
    <w:tmpl w:val="74BCF53A"/>
    <w:lvl w:ilvl="0" w:tplc="4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7"/>
  </w:num>
  <w:num w:numId="3">
    <w:abstractNumId w:val="17"/>
  </w:num>
  <w:num w:numId="4">
    <w:abstractNumId w:val="10"/>
  </w:num>
  <w:num w:numId="5">
    <w:abstractNumId w:val="13"/>
  </w:num>
  <w:num w:numId="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8"/>
  </w:num>
  <w:num w:numId="10">
    <w:abstractNumId w:val="10"/>
  </w:num>
  <w:num w:numId="11">
    <w:abstractNumId w:val="15"/>
  </w:num>
  <w:num w:numId="12">
    <w:abstractNumId w:val="19"/>
  </w:num>
  <w:num w:numId="13">
    <w:abstractNumId w:val="8"/>
  </w:num>
  <w:num w:numId="14">
    <w:abstractNumId w:val="0"/>
  </w:num>
  <w:num w:numId="15">
    <w:abstractNumId w:val="20"/>
  </w:num>
  <w:num w:numId="16">
    <w:abstractNumId w:val="3"/>
  </w:num>
  <w:num w:numId="17">
    <w:abstractNumId w:val="14"/>
  </w:num>
  <w:num w:numId="18">
    <w:abstractNumId w:val="9"/>
  </w:num>
  <w:num w:numId="19">
    <w:abstractNumId w:val="1"/>
  </w:num>
  <w:num w:numId="20">
    <w:abstractNumId w:val="2"/>
  </w:num>
  <w:num w:numId="21">
    <w:abstractNumId w:val="24"/>
  </w:num>
  <w:num w:numId="22">
    <w:abstractNumId w:val="4"/>
  </w:num>
  <w:num w:numId="23">
    <w:abstractNumId w:val="21"/>
  </w:num>
  <w:num w:numId="24">
    <w:abstractNumId w:val="16"/>
  </w:num>
  <w:num w:numId="25">
    <w:abstractNumId w:val="11"/>
  </w:num>
  <w:num w:numId="26">
    <w:abstractNumId w:val="6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066A"/>
    <w:rsid w:val="0000063E"/>
    <w:rsid w:val="00012F45"/>
    <w:rsid w:val="00013811"/>
    <w:rsid w:val="00014E18"/>
    <w:rsid w:val="00015985"/>
    <w:rsid w:val="00015FEE"/>
    <w:rsid w:val="000168D6"/>
    <w:rsid w:val="00022771"/>
    <w:rsid w:val="00022C7B"/>
    <w:rsid w:val="00025398"/>
    <w:rsid w:val="0002596D"/>
    <w:rsid w:val="000259E9"/>
    <w:rsid w:val="00030BC6"/>
    <w:rsid w:val="00035922"/>
    <w:rsid w:val="00040585"/>
    <w:rsid w:val="0004098D"/>
    <w:rsid w:val="00041399"/>
    <w:rsid w:val="0004619C"/>
    <w:rsid w:val="00054662"/>
    <w:rsid w:val="000559C1"/>
    <w:rsid w:val="0005648D"/>
    <w:rsid w:val="000565EC"/>
    <w:rsid w:val="000610E8"/>
    <w:rsid w:val="00061CBA"/>
    <w:rsid w:val="00064531"/>
    <w:rsid w:val="00067AD9"/>
    <w:rsid w:val="000735DE"/>
    <w:rsid w:val="00073C68"/>
    <w:rsid w:val="00075485"/>
    <w:rsid w:val="00075F77"/>
    <w:rsid w:val="00076AF4"/>
    <w:rsid w:val="000874BE"/>
    <w:rsid w:val="000874FD"/>
    <w:rsid w:val="0009033B"/>
    <w:rsid w:val="00090402"/>
    <w:rsid w:val="0009199E"/>
    <w:rsid w:val="00095BE9"/>
    <w:rsid w:val="000A15C9"/>
    <w:rsid w:val="000A74CB"/>
    <w:rsid w:val="000B202B"/>
    <w:rsid w:val="000B2B52"/>
    <w:rsid w:val="000B33A2"/>
    <w:rsid w:val="000B43F3"/>
    <w:rsid w:val="000B50D3"/>
    <w:rsid w:val="000C143C"/>
    <w:rsid w:val="000C29EC"/>
    <w:rsid w:val="000C6003"/>
    <w:rsid w:val="000D1394"/>
    <w:rsid w:val="000D3304"/>
    <w:rsid w:val="000D73AF"/>
    <w:rsid w:val="000E06D6"/>
    <w:rsid w:val="000E2143"/>
    <w:rsid w:val="000E34BE"/>
    <w:rsid w:val="000E576E"/>
    <w:rsid w:val="000E5D63"/>
    <w:rsid w:val="000E683F"/>
    <w:rsid w:val="000F213B"/>
    <w:rsid w:val="000F4C26"/>
    <w:rsid w:val="000F4C6C"/>
    <w:rsid w:val="000F67E2"/>
    <w:rsid w:val="00100693"/>
    <w:rsid w:val="00102A45"/>
    <w:rsid w:val="0010444D"/>
    <w:rsid w:val="00104974"/>
    <w:rsid w:val="00104DDF"/>
    <w:rsid w:val="001055DE"/>
    <w:rsid w:val="00105E40"/>
    <w:rsid w:val="00113D5B"/>
    <w:rsid w:val="00114B29"/>
    <w:rsid w:val="001157BC"/>
    <w:rsid w:val="001173A1"/>
    <w:rsid w:val="001223DF"/>
    <w:rsid w:val="0012472D"/>
    <w:rsid w:val="0012491C"/>
    <w:rsid w:val="00127430"/>
    <w:rsid w:val="00127F4B"/>
    <w:rsid w:val="00132E81"/>
    <w:rsid w:val="0013363A"/>
    <w:rsid w:val="001361D3"/>
    <w:rsid w:val="00136484"/>
    <w:rsid w:val="0014717D"/>
    <w:rsid w:val="001516EC"/>
    <w:rsid w:val="00151DE5"/>
    <w:rsid w:val="0015289F"/>
    <w:rsid w:val="001537F2"/>
    <w:rsid w:val="00154842"/>
    <w:rsid w:val="00154D44"/>
    <w:rsid w:val="00155A26"/>
    <w:rsid w:val="00155E23"/>
    <w:rsid w:val="00156D98"/>
    <w:rsid w:val="00157E0A"/>
    <w:rsid w:val="00160BC4"/>
    <w:rsid w:val="001618E6"/>
    <w:rsid w:val="001624AA"/>
    <w:rsid w:val="001642BE"/>
    <w:rsid w:val="00167146"/>
    <w:rsid w:val="00167BEF"/>
    <w:rsid w:val="0017742F"/>
    <w:rsid w:val="0018155E"/>
    <w:rsid w:val="0018229D"/>
    <w:rsid w:val="00185CFC"/>
    <w:rsid w:val="001878D7"/>
    <w:rsid w:val="0019026D"/>
    <w:rsid w:val="00192BD1"/>
    <w:rsid w:val="00194D2B"/>
    <w:rsid w:val="00195C7A"/>
    <w:rsid w:val="00196F96"/>
    <w:rsid w:val="001A037B"/>
    <w:rsid w:val="001A320C"/>
    <w:rsid w:val="001A42FD"/>
    <w:rsid w:val="001A4C15"/>
    <w:rsid w:val="001B0BA9"/>
    <w:rsid w:val="001B15B8"/>
    <w:rsid w:val="001B1DD6"/>
    <w:rsid w:val="001B2DC1"/>
    <w:rsid w:val="001B30BD"/>
    <w:rsid w:val="001B67F9"/>
    <w:rsid w:val="001C1D98"/>
    <w:rsid w:val="001C7081"/>
    <w:rsid w:val="001C7655"/>
    <w:rsid w:val="001D17F3"/>
    <w:rsid w:val="001D1C25"/>
    <w:rsid w:val="001D2B03"/>
    <w:rsid w:val="001D2F09"/>
    <w:rsid w:val="001D5AA9"/>
    <w:rsid w:val="001D6AAC"/>
    <w:rsid w:val="001E0837"/>
    <w:rsid w:val="001E1F91"/>
    <w:rsid w:val="001E4129"/>
    <w:rsid w:val="001E4F69"/>
    <w:rsid w:val="001E742C"/>
    <w:rsid w:val="001F2BEE"/>
    <w:rsid w:val="001F3401"/>
    <w:rsid w:val="001F39F7"/>
    <w:rsid w:val="001F4FEC"/>
    <w:rsid w:val="002005EC"/>
    <w:rsid w:val="002018B8"/>
    <w:rsid w:val="0020298D"/>
    <w:rsid w:val="00203464"/>
    <w:rsid w:val="002054D5"/>
    <w:rsid w:val="00205F8A"/>
    <w:rsid w:val="002114F8"/>
    <w:rsid w:val="002132E1"/>
    <w:rsid w:val="00215082"/>
    <w:rsid w:val="002157BA"/>
    <w:rsid w:val="00216551"/>
    <w:rsid w:val="00216828"/>
    <w:rsid w:val="002177CF"/>
    <w:rsid w:val="002208C1"/>
    <w:rsid w:val="0022485C"/>
    <w:rsid w:val="00224FF7"/>
    <w:rsid w:val="0023297E"/>
    <w:rsid w:val="00241E26"/>
    <w:rsid w:val="002431F9"/>
    <w:rsid w:val="00244A48"/>
    <w:rsid w:val="0025060D"/>
    <w:rsid w:val="00251786"/>
    <w:rsid w:val="00252CDA"/>
    <w:rsid w:val="00257493"/>
    <w:rsid w:val="00263116"/>
    <w:rsid w:val="00264FAE"/>
    <w:rsid w:val="00266AC6"/>
    <w:rsid w:val="002756C8"/>
    <w:rsid w:val="002779DB"/>
    <w:rsid w:val="00277A57"/>
    <w:rsid w:val="00281043"/>
    <w:rsid w:val="00287EC1"/>
    <w:rsid w:val="00291653"/>
    <w:rsid w:val="002925AB"/>
    <w:rsid w:val="002A034A"/>
    <w:rsid w:val="002A0EA7"/>
    <w:rsid w:val="002A28EA"/>
    <w:rsid w:val="002B21DB"/>
    <w:rsid w:val="002B2415"/>
    <w:rsid w:val="002B24DA"/>
    <w:rsid w:val="002B293D"/>
    <w:rsid w:val="002B63AE"/>
    <w:rsid w:val="002C3EC4"/>
    <w:rsid w:val="002C4D4D"/>
    <w:rsid w:val="002C7D18"/>
    <w:rsid w:val="002D0049"/>
    <w:rsid w:val="002D32A2"/>
    <w:rsid w:val="002D3395"/>
    <w:rsid w:val="002D4F64"/>
    <w:rsid w:val="002D57FD"/>
    <w:rsid w:val="002E167A"/>
    <w:rsid w:val="002E3034"/>
    <w:rsid w:val="002E4417"/>
    <w:rsid w:val="002E7353"/>
    <w:rsid w:val="002E73E6"/>
    <w:rsid w:val="0030186C"/>
    <w:rsid w:val="003020F3"/>
    <w:rsid w:val="0030328D"/>
    <w:rsid w:val="003052E3"/>
    <w:rsid w:val="003061E4"/>
    <w:rsid w:val="003108A4"/>
    <w:rsid w:val="003118DD"/>
    <w:rsid w:val="003128D4"/>
    <w:rsid w:val="00313948"/>
    <w:rsid w:val="00313F7A"/>
    <w:rsid w:val="003146D9"/>
    <w:rsid w:val="0032413C"/>
    <w:rsid w:val="0032465C"/>
    <w:rsid w:val="0032709A"/>
    <w:rsid w:val="00336A0A"/>
    <w:rsid w:val="00336F04"/>
    <w:rsid w:val="00340062"/>
    <w:rsid w:val="003424B6"/>
    <w:rsid w:val="00343282"/>
    <w:rsid w:val="0034510A"/>
    <w:rsid w:val="0034553E"/>
    <w:rsid w:val="00345598"/>
    <w:rsid w:val="00346467"/>
    <w:rsid w:val="0034745D"/>
    <w:rsid w:val="0035064E"/>
    <w:rsid w:val="00352538"/>
    <w:rsid w:val="003548B5"/>
    <w:rsid w:val="003633FA"/>
    <w:rsid w:val="003651A0"/>
    <w:rsid w:val="00372B34"/>
    <w:rsid w:val="00375B11"/>
    <w:rsid w:val="00375C87"/>
    <w:rsid w:val="00381C01"/>
    <w:rsid w:val="0038300E"/>
    <w:rsid w:val="0038471D"/>
    <w:rsid w:val="00384FB1"/>
    <w:rsid w:val="00385991"/>
    <w:rsid w:val="00385E60"/>
    <w:rsid w:val="003871A0"/>
    <w:rsid w:val="00392223"/>
    <w:rsid w:val="00395FC2"/>
    <w:rsid w:val="003A12A8"/>
    <w:rsid w:val="003A132E"/>
    <w:rsid w:val="003A3E6F"/>
    <w:rsid w:val="003A47FC"/>
    <w:rsid w:val="003A585B"/>
    <w:rsid w:val="003A67A5"/>
    <w:rsid w:val="003B1090"/>
    <w:rsid w:val="003B3D21"/>
    <w:rsid w:val="003B5E74"/>
    <w:rsid w:val="003B648A"/>
    <w:rsid w:val="003B764A"/>
    <w:rsid w:val="003C0286"/>
    <w:rsid w:val="003C24D4"/>
    <w:rsid w:val="003C261C"/>
    <w:rsid w:val="003C3B84"/>
    <w:rsid w:val="003C4C5D"/>
    <w:rsid w:val="003C6C7F"/>
    <w:rsid w:val="003C6D82"/>
    <w:rsid w:val="003D0194"/>
    <w:rsid w:val="003D03E4"/>
    <w:rsid w:val="003D08FE"/>
    <w:rsid w:val="003D1613"/>
    <w:rsid w:val="003D4AE9"/>
    <w:rsid w:val="003E183D"/>
    <w:rsid w:val="003E551A"/>
    <w:rsid w:val="003E65BD"/>
    <w:rsid w:val="003F0A16"/>
    <w:rsid w:val="003F0D30"/>
    <w:rsid w:val="003F140E"/>
    <w:rsid w:val="003F7045"/>
    <w:rsid w:val="00403FE1"/>
    <w:rsid w:val="00404F03"/>
    <w:rsid w:val="004132FC"/>
    <w:rsid w:val="00413DF2"/>
    <w:rsid w:val="0041527C"/>
    <w:rsid w:val="004213FE"/>
    <w:rsid w:val="00421AAB"/>
    <w:rsid w:val="00423417"/>
    <w:rsid w:val="0043073B"/>
    <w:rsid w:val="0043339A"/>
    <w:rsid w:val="00433D13"/>
    <w:rsid w:val="00436554"/>
    <w:rsid w:val="00441158"/>
    <w:rsid w:val="0044164C"/>
    <w:rsid w:val="00442DF4"/>
    <w:rsid w:val="0044604A"/>
    <w:rsid w:val="004506B6"/>
    <w:rsid w:val="00452246"/>
    <w:rsid w:val="004525E4"/>
    <w:rsid w:val="004532F6"/>
    <w:rsid w:val="004545BA"/>
    <w:rsid w:val="00455F04"/>
    <w:rsid w:val="00461CE2"/>
    <w:rsid w:val="004622EB"/>
    <w:rsid w:val="00463405"/>
    <w:rsid w:val="00464E53"/>
    <w:rsid w:val="004667C2"/>
    <w:rsid w:val="0047020B"/>
    <w:rsid w:val="00472C60"/>
    <w:rsid w:val="00472DF1"/>
    <w:rsid w:val="0047364B"/>
    <w:rsid w:val="00474875"/>
    <w:rsid w:val="00476016"/>
    <w:rsid w:val="00476AEC"/>
    <w:rsid w:val="00480278"/>
    <w:rsid w:val="004805E7"/>
    <w:rsid w:val="00480726"/>
    <w:rsid w:val="00483B1B"/>
    <w:rsid w:val="00483D85"/>
    <w:rsid w:val="00484521"/>
    <w:rsid w:val="0048618B"/>
    <w:rsid w:val="0048704A"/>
    <w:rsid w:val="00491E0B"/>
    <w:rsid w:val="0049463C"/>
    <w:rsid w:val="00496FC9"/>
    <w:rsid w:val="004A18BF"/>
    <w:rsid w:val="004A564D"/>
    <w:rsid w:val="004A5BE2"/>
    <w:rsid w:val="004A77FC"/>
    <w:rsid w:val="004B398C"/>
    <w:rsid w:val="004B6584"/>
    <w:rsid w:val="004B6C3F"/>
    <w:rsid w:val="004B7A60"/>
    <w:rsid w:val="004B7F29"/>
    <w:rsid w:val="004C112A"/>
    <w:rsid w:val="004C21EB"/>
    <w:rsid w:val="004C2BD9"/>
    <w:rsid w:val="004C2DE5"/>
    <w:rsid w:val="004C48B7"/>
    <w:rsid w:val="004C4F1C"/>
    <w:rsid w:val="004C57CA"/>
    <w:rsid w:val="004C6E6E"/>
    <w:rsid w:val="004D0C1F"/>
    <w:rsid w:val="004D47A0"/>
    <w:rsid w:val="004D735C"/>
    <w:rsid w:val="004E1CCE"/>
    <w:rsid w:val="004E20D9"/>
    <w:rsid w:val="004E7C5B"/>
    <w:rsid w:val="004F00C9"/>
    <w:rsid w:val="004F20B1"/>
    <w:rsid w:val="004F22C6"/>
    <w:rsid w:val="004F2D2F"/>
    <w:rsid w:val="004F6C0D"/>
    <w:rsid w:val="004F6F3F"/>
    <w:rsid w:val="004F72F5"/>
    <w:rsid w:val="00500F3E"/>
    <w:rsid w:val="00503C10"/>
    <w:rsid w:val="005051D4"/>
    <w:rsid w:val="00505AC4"/>
    <w:rsid w:val="0050763F"/>
    <w:rsid w:val="00507B34"/>
    <w:rsid w:val="005126BB"/>
    <w:rsid w:val="00516075"/>
    <w:rsid w:val="0052041D"/>
    <w:rsid w:val="005209BE"/>
    <w:rsid w:val="00523D56"/>
    <w:rsid w:val="0052652D"/>
    <w:rsid w:val="00536310"/>
    <w:rsid w:val="005373FF"/>
    <w:rsid w:val="005407B9"/>
    <w:rsid w:val="0054184D"/>
    <w:rsid w:val="00543EE9"/>
    <w:rsid w:val="00544955"/>
    <w:rsid w:val="00544CA5"/>
    <w:rsid w:val="00544D98"/>
    <w:rsid w:val="00550FBA"/>
    <w:rsid w:val="005512CD"/>
    <w:rsid w:val="00552DED"/>
    <w:rsid w:val="00553C06"/>
    <w:rsid w:val="005601C3"/>
    <w:rsid w:val="0056070A"/>
    <w:rsid w:val="005610C1"/>
    <w:rsid w:val="00564AB1"/>
    <w:rsid w:val="005727A7"/>
    <w:rsid w:val="00572FF4"/>
    <w:rsid w:val="00575007"/>
    <w:rsid w:val="00575AA0"/>
    <w:rsid w:val="0057648E"/>
    <w:rsid w:val="00581207"/>
    <w:rsid w:val="005822C4"/>
    <w:rsid w:val="00584D76"/>
    <w:rsid w:val="00585221"/>
    <w:rsid w:val="00594DC7"/>
    <w:rsid w:val="0059524E"/>
    <w:rsid w:val="00595593"/>
    <w:rsid w:val="00596963"/>
    <w:rsid w:val="00596C51"/>
    <w:rsid w:val="005A02A9"/>
    <w:rsid w:val="005A3015"/>
    <w:rsid w:val="005A59DA"/>
    <w:rsid w:val="005A6322"/>
    <w:rsid w:val="005A7BF1"/>
    <w:rsid w:val="005B0579"/>
    <w:rsid w:val="005B2967"/>
    <w:rsid w:val="005C066A"/>
    <w:rsid w:val="005C66F2"/>
    <w:rsid w:val="005D0032"/>
    <w:rsid w:val="005D17E8"/>
    <w:rsid w:val="005D223F"/>
    <w:rsid w:val="005D25DF"/>
    <w:rsid w:val="005D3826"/>
    <w:rsid w:val="005D6542"/>
    <w:rsid w:val="005E0D22"/>
    <w:rsid w:val="005E5A5B"/>
    <w:rsid w:val="005E712B"/>
    <w:rsid w:val="005F2605"/>
    <w:rsid w:val="005F2C7D"/>
    <w:rsid w:val="005F2D2B"/>
    <w:rsid w:val="005F321D"/>
    <w:rsid w:val="00603D69"/>
    <w:rsid w:val="0060536C"/>
    <w:rsid w:val="006105DF"/>
    <w:rsid w:val="00610B53"/>
    <w:rsid w:val="0061416F"/>
    <w:rsid w:val="00633604"/>
    <w:rsid w:val="00634774"/>
    <w:rsid w:val="00635517"/>
    <w:rsid w:val="006412FC"/>
    <w:rsid w:val="00642789"/>
    <w:rsid w:val="006429DD"/>
    <w:rsid w:val="00642ED6"/>
    <w:rsid w:val="00644912"/>
    <w:rsid w:val="0064794F"/>
    <w:rsid w:val="00650B82"/>
    <w:rsid w:val="00652F86"/>
    <w:rsid w:val="00653070"/>
    <w:rsid w:val="00654CC0"/>
    <w:rsid w:val="00656F04"/>
    <w:rsid w:val="00657E82"/>
    <w:rsid w:val="006637D7"/>
    <w:rsid w:val="00663ECA"/>
    <w:rsid w:val="006701FB"/>
    <w:rsid w:val="006819DC"/>
    <w:rsid w:val="006833FE"/>
    <w:rsid w:val="00683AF1"/>
    <w:rsid w:val="0069108E"/>
    <w:rsid w:val="00691E15"/>
    <w:rsid w:val="00695BCD"/>
    <w:rsid w:val="006A0EB5"/>
    <w:rsid w:val="006A1686"/>
    <w:rsid w:val="006A1B87"/>
    <w:rsid w:val="006A62E6"/>
    <w:rsid w:val="006A78C8"/>
    <w:rsid w:val="006A7D50"/>
    <w:rsid w:val="006B2241"/>
    <w:rsid w:val="006B26AA"/>
    <w:rsid w:val="006B6590"/>
    <w:rsid w:val="006C1A66"/>
    <w:rsid w:val="006C6460"/>
    <w:rsid w:val="006C7406"/>
    <w:rsid w:val="006C7DED"/>
    <w:rsid w:val="006D2CDB"/>
    <w:rsid w:val="006E1ACB"/>
    <w:rsid w:val="006E2118"/>
    <w:rsid w:val="006E7968"/>
    <w:rsid w:val="006F22C4"/>
    <w:rsid w:val="006F4D8D"/>
    <w:rsid w:val="006F5EDA"/>
    <w:rsid w:val="00704D6B"/>
    <w:rsid w:val="00704DD2"/>
    <w:rsid w:val="00714F36"/>
    <w:rsid w:val="0071603F"/>
    <w:rsid w:val="00720942"/>
    <w:rsid w:val="0072183E"/>
    <w:rsid w:val="0072327B"/>
    <w:rsid w:val="00726E57"/>
    <w:rsid w:val="00727613"/>
    <w:rsid w:val="00727C51"/>
    <w:rsid w:val="00727D70"/>
    <w:rsid w:val="00730125"/>
    <w:rsid w:val="00730CA7"/>
    <w:rsid w:val="00731068"/>
    <w:rsid w:val="00731485"/>
    <w:rsid w:val="007315EB"/>
    <w:rsid w:val="0073331A"/>
    <w:rsid w:val="00734044"/>
    <w:rsid w:val="00740F6C"/>
    <w:rsid w:val="00741073"/>
    <w:rsid w:val="0074409F"/>
    <w:rsid w:val="007450FB"/>
    <w:rsid w:val="0074732D"/>
    <w:rsid w:val="00751BD8"/>
    <w:rsid w:val="00752742"/>
    <w:rsid w:val="00755CF2"/>
    <w:rsid w:val="007577C0"/>
    <w:rsid w:val="00760297"/>
    <w:rsid w:val="00760C87"/>
    <w:rsid w:val="00760F0B"/>
    <w:rsid w:val="0076429B"/>
    <w:rsid w:val="00767C57"/>
    <w:rsid w:val="007763E0"/>
    <w:rsid w:val="00781DF0"/>
    <w:rsid w:val="00783D07"/>
    <w:rsid w:val="00784894"/>
    <w:rsid w:val="00786212"/>
    <w:rsid w:val="007904F4"/>
    <w:rsid w:val="00793F58"/>
    <w:rsid w:val="0079586D"/>
    <w:rsid w:val="00796080"/>
    <w:rsid w:val="007A104B"/>
    <w:rsid w:val="007A2A83"/>
    <w:rsid w:val="007A785B"/>
    <w:rsid w:val="007B023C"/>
    <w:rsid w:val="007B2408"/>
    <w:rsid w:val="007B27CB"/>
    <w:rsid w:val="007B31AE"/>
    <w:rsid w:val="007B3FE0"/>
    <w:rsid w:val="007B586E"/>
    <w:rsid w:val="007D418C"/>
    <w:rsid w:val="007D4B29"/>
    <w:rsid w:val="007D6AA8"/>
    <w:rsid w:val="007E0691"/>
    <w:rsid w:val="007E0FFC"/>
    <w:rsid w:val="007E17F5"/>
    <w:rsid w:val="007E38AC"/>
    <w:rsid w:val="007E76B1"/>
    <w:rsid w:val="007F435D"/>
    <w:rsid w:val="007F5EC5"/>
    <w:rsid w:val="00802AAD"/>
    <w:rsid w:val="00810037"/>
    <w:rsid w:val="008111A9"/>
    <w:rsid w:val="00811C08"/>
    <w:rsid w:val="00812536"/>
    <w:rsid w:val="00817ED7"/>
    <w:rsid w:val="00821EEB"/>
    <w:rsid w:val="008245CD"/>
    <w:rsid w:val="00825075"/>
    <w:rsid w:val="00825D53"/>
    <w:rsid w:val="0082603F"/>
    <w:rsid w:val="00830437"/>
    <w:rsid w:val="00833E10"/>
    <w:rsid w:val="0083572F"/>
    <w:rsid w:val="008370B8"/>
    <w:rsid w:val="008379CE"/>
    <w:rsid w:val="0084033A"/>
    <w:rsid w:val="00845486"/>
    <w:rsid w:val="00850F4D"/>
    <w:rsid w:val="00851E8E"/>
    <w:rsid w:val="008536A1"/>
    <w:rsid w:val="00853936"/>
    <w:rsid w:val="008540C2"/>
    <w:rsid w:val="008545A7"/>
    <w:rsid w:val="00857E5A"/>
    <w:rsid w:val="008617DA"/>
    <w:rsid w:val="00861D01"/>
    <w:rsid w:val="00863179"/>
    <w:rsid w:val="00865E96"/>
    <w:rsid w:val="0086697A"/>
    <w:rsid w:val="0087452C"/>
    <w:rsid w:val="00876B30"/>
    <w:rsid w:val="008778B0"/>
    <w:rsid w:val="00881DD0"/>
    <w:rsid w:val="00887F6D"/>
    <w:rsid w:val="0089207B"/>
    <w:rsid w:val="00893FC3"/>
    <w:rsid w:val="008955E7"/>
    <w:rsid w:val="00895FCD"/>
    <w:rsid w:val="00896FC7"/>
    <w:rsid w:val="00897D07"/>
    <w:rsid w:val="00897F2C"/>
    <w:rsid w:val="008A394A"/>
    <w:rsid w:val="008A714E"/>
    <w:rsid w:val="008B0919"/>
    <w:rsid w:val="008B12F2"/>
    <w:rsid w:val="008B2009"/>
    <w:rsid w:val="008B3779"/>
    <w:rsid w:val="008B4DE2"/>
    <w:rsid w:val="008B5FD6"/>
    <w:rsid w:val="008B6731"/>
    <w:rsid w:val="008D5791"/>
    <w:rsid w:val="008D7BF0"/>
    <w:rsid w:val="008E042B"/>
    <w:rsid w:val="008E33A8"/>
    <w:rsid w:val="008E7567"/>
    <w:rsid w:val="008F14D9"/>
    <w:rsid w:val="008F1732"/>
    <w:rsid w:val="008F1B0F"/>
    <w:rsid w:val="008F385B"/>
    <w:rsid w:val="008F3F16"/>
    <w:rsid w:val="008F44BA"/>
    <w:rsid w:val="008F497D"/>
    <w:rsid w:val="008F6D26"/>
    <w:rsid w:val="008F6F67"/>
    <w:rsid w:val="008F7521"/>
    <w:rsid w:val="008F7657"/>
    <w:rsid w:val="00900025"/>
    <w:rsid w:val="00902312"/>
    <w:rsid w:val="009023E8"/>
    <w:rsid w:val="00907502"/>
    <w:rsid w:val="0090792A"/>
    <w:rsid w:val="00907C3F"/>
    <w:rsid w:val="00914D7B"/>
    <w:rsid w:val="00922F99"/>
    <w:rsid w:val="009254ED"/>
    <w:rsid w:val="00927CB8"/>
    <w:rsid w:val="009302DA"/>
    <w:rsid w:val="0093405C"/>
    <w:rsid w:val="00934F26"/>
    <w:rsid w:val="0093569A"/>
    <w:rsid w:val="00935BB5"/>
    <w:rsid w:val="00940D2F"/>
    <w:rsid w:val="0094621F"/>
    <w:rsid w:val="0095077A"/>
    <w:rsid w:val="009530F6"/>
    <w:rsid w:val="009544A8"/>
    <w:rsid w:val="00955520"/>
    <w:rsid w:val="00955895"/>
    <w:rsid w:val="00957A53"/>
    <w:rsid w:val="00962942"/>
    <w:rsid w:val="00962FA0"/>
    <w:rsid w:val="00963FF9"/>
    <w:rsid w:val="0096770A"/>
    <w:rsid w:val="00971458"/>
    <w:rsid w:val="00971CC9"/>
    <w:rsid w:val="00977EF8"/>
    <w:rsid w:val="009803F5"/>
    <w:rsid w:val="009854C4"/>
    <w:rsid w:val="009856C8"/>
    <w:rsid w:val="00986166"/>
    <w:rsid w:val="00986552"/>
    <w:rsid w:val="00986974"/>
    <w:rsid w:val="009879B9"/>
    <w:rsid w:val="0099061F"/>
    <w:rsid w:val="009919C7"/>
    <w:rsid w:val="00992FFC"/>
    <w:rsid w:val="009948CD"/>
    <w:rsid w:val="00996037"/>
    <w:rsid w:val="00996A7D"/>
    <w:rsid w:val="009A0F08"/>
    <w:rsid w:val="009A394E"/>
    <w:rsid w:val="009A77DA"/>
    <w:rsid w:val="009B0113"/>
    <w:rsid w:val="009B0EB0"/>
    <w:rsid w:val="009B1A41"/>
    <w:rsid w:val="009B3274"/>
    <w:rsid w:val="009B3BE5"/>
    <w:rsid w:val="009B3FF1"/>
    <w:rsid w:val="009B4134"/>
    <w:rsid w:val="009B430D"/>
    <w:rsid w:val="009B52EE"/>
    <w:rsid w:val="009C1F02"/>
    <w:rsid w:val="009C2427"/>
    <w:rsid w:val="009C37EA"/>
    <w:rsid w:val="009C71FD"/>
    <w:rsid w:val="009C7500"/>
    <w:rsid w:val="009C78FA"/>
    <w:rsid w:val="009D053D"/>
    <w:rsid w:val="009D1747"/>
    <w:rsid w:val="009D5585"/>
    <w:rsid w:val="009D6DA5"/>
    <w:rsid w:val="009E284F"/>
    <w:rsid w:val="009E2C76"/>
    <w:rsid w:val="009E3F75"/>
    <w:rsid w:val="009E5CAE"/>
    <w:rsid w:val="009E7769"/>
    <w:rsid w:val="009E7BE4"/>
    <w:rsid w:val="009F5410"/>
    <w:rsid w:val="009F7D94"/>
    <w:rsid w:val="00A020F2"/>
    <w:rsid w:val="00A022A8"/>
    <w:rsid w:val="00A02CD0"/>
    <w:rsid w:val="00A04005"/>
    <w:rsid w:val="00A12038"/>
    <w:rsid w:val="00A126E8"/>
    <w:rsid w:val="00A13F05"/>
    <w:rsid w:val="00A142C1"/>
    <w:rsid w:val="00A160C1"/>
    <w:rsid w:val="00A174D8"/>
    <w:rsid w:val="00A2074C"/>
    <w:rsid w:val="00A21B4E"/>
    <w:rsid w:val="00A21E3F"/>
    <w:rsid w:val="00A248A4"/>
    <w:rsid w:val="00A3096F"/>
    <w:rsid w:val="00A333E1"/>
    <w:rsid w:val="00A33954"/>
    <w:rsid w:val="00A33B8F"/>
    <w:rsid w:val="00A33C0D"/>
    <w:rsid w:val="00A34DBE"/>
    <w:rsid w:val="00A41190"/>
    <w:rsid w:val="00A438D4"/>
    <w:rsid w:val="00A44ECC"/>
    <w:rsid w:val="00A47F5B"/>
    <w:rsid w:val="00A534FE"/>
    <w:rsid w:val="00A538C9"/>
    <w:rsid w:val="00A53C8C"/>
    <w:rsid w:val="00A54DA4"/>
    <w:rsid w:val="00A550EF"/>
    <w:rsid w:val="00A5551E"/>
    <w:rsid w:val="00A5622A"/>
    <w:rsid w:val="00A60D9F"/>
    <w:rsid w:val="00A610F8"/>
    <w:rsid w:val="00A619E7"/>
    <w:rsid w:val="00A63043"/>
    <w:rsid w:val="00A65222"/>
    <w:rsid w:val="00A65837"/>
    <w:rsid w:val="00A6775B"/>
    <w:rsid w:val="00A67BF3"/>
    <w:rsid w:val="00A71FCE"/>
    <w:rsid w:val="00A73E25"/>
    <w:rsid w:val="00A75071"/>
    <w:rsid w:val="00A7764F"/>
    <w:rsid w:val="00A77BD4"/>
    <w:rsid w:val="00A77ECE"/>
    <w:rsid w:val="00A81D21"/>
    <w:rsid w:val="00A82C98"/>
    <w:rsid w:val="00A868DC"/>
    <w:rsid w:val="00A876AB"/>
    <w:rsid w:val="00A915DD"/>
    <w:rsid w:val="00A92CC5"/>
    <w:rsid w:val="00A94CDE"/>
    <w:rsid w:val="00A9613D"/>
    <w:rsid w:val="00A96567"/>
    <w:rsid w:val="00AA0CC5"/>
    <w:rsid w:val="00AA2F25"/>
    <w:rsid w:val="00AA4708"/>
    <w:rsid w:val="00AA4E93"/>
    <w:rsid w:val="00AB2561"/>
    <w:rsid w:val="00AB5818"/>
    <w:rsid w:val="00AB5FA2"/>
    <w:rsid w:val="00AC154B"/>
    <w:rsid w:val="00AC4474"/>
    <w:rsid w:val="00AC4854"/>
    <w:rsid w:val="00AC52A0"/>
    <w:rsid w:val="00AC6961"/>
    <w:rsid w:val="00AD236B"/>
    <w:rsid w:val="00AD26DA"/>
    <w:rsid w:val="00AD34E2"/>
    <w:rsid w:val="00AD74E6"/>
    <w:rsid w:val="00AE0310"/>
    <w:rsid w:val="00AE6B57"/>
    <w:rsid w:val="00AE6DF3"/>
    <w:rsid w:val="00AE7CC2"/>
    <w:rsid w:val="00AF053B"/>
    <w:rsid w:val="00AF263B"/>
    <w:rsid w:val="00AF32AA"/>
    <w:rsid w:val="00AF3F48"/>
    <w:rsid w:val="00B0170A"/>
    <w:rsid w:val="00B025AE"/>
    <w:rsid w:val="00B06FCE"/>
    <w:rsid w:val="00B1369D"/>
    <w:rsid w:val="00B16513"/>
    <w:rsid w:val="00B16B76"/>
    <w:rsid w:val="00B22527"/>
    <w:rsid w:val="00B24048"/>
    <w:rsid w:val="00B304DD"/>
    <w:rsid w:val="00B3127B"/>
    <w:rsid w:val="00B32471"/>
    <w:rsid w:val="00B3696F"/>
    <w:rsid w:val="00B36B2D"/>
    <w:rsid w:val="00B36C02"/>
    <w:rsid w:val="00B36F16"/>
    <w:rsid w:val="00B377B1"/>
    <w:rsid w:val="00B43BCD"/>
    <w:rsid w:val="00B4411C"/>
    <w:rsid w:val="00B455B5"/>
    <w:rsid w:val="00B52B21"/>
    <w:rsid w:val="00B5658F"/>
    <w:rsid w:val="00B6086E"/>
    <w:rsid w:val="00B664D5"/>
    <w:rsid w:val="00B66B5F"/>
    <w:rsid w:val="00B72F0B"/>
    <w:rsid w:val="00B73C18"/>
    <w:rsid w:val="00B74CFD"/>
    <w:rsid w:val="00B76073"/>
    <w:rsid w:val="00B7692E"/>
    <w:rsid w:val="00B77822"/>
    <w:rsid w:val="00B77E94"/>
    <w:rsid w:val="00B82D6A"/>
    <w:rsid w:val="00B9251A"/>
    <w:rsid w:val="00B9592C"/>
    <w:rsid w:val="00B97C6A"/>
    <w:rsid w:val="00BA1A9C"/>
    <w:rsid w:val="00BA43E0"/>
    <w:rsid w:val="00BA70FA"/>
    <w:rsid w:val="00BA713A"/>
    <w:rsid w:val="00BB11AA"/>
    <w:rsid w:val="00BB202A"/>
    <w:rsid w:val="00BB2A7A"/>
    <w:rsid w:val="00BB5249"/>
    <w:rsid w:val="00BB68CB"/>
    <w:rsid w:val="00BB70C1"/>
    <w:rsid w:val="00BC4112"/>
    <w:rsid w:val="00BC5AA0"/>
    <w:rsid w:val="00BC7800"/>
    <w:rsid w:val="00BD2213"/>
    <w:rsid w:val="00BD3E93"/>
    <w:rsid w:val="00BD4845"/>
    <w:rsid w:val="00BD591E"/>
    <w:rsid w:val="00BD6299"/>
    <w:rsid w:val="00BD78A5"/>
    <w:rsid w:val="00BD7DA0"/>
    <w:rsid w:val="00BE3E8B"/>
    <w:rsid w:val="00BE5D79"/>
    <w:rsid w:val="00BF02D1"/>
    <w:rsid w:val="00BF0A46"/>
    <w:rsid w:val="00BF10C7"/>
    <w:rsid w:val="00BF1E7A"/>
    <w:rsid w:val="00BF5AF9"/>
    <w:rsid w:val="00C003B6"/>
    <w:rsid w:val="00C0102A"/>
    <w:rsid w:val="00C03700"/>
    <w:rsid w:val="00C05280"/>
    <w:rsid w:val="00C06234"/>
    <w:rsid w:val="00C06292"/>
    <w:rsid w:val="00C0757E"/>
    <w:rsid w:val="00C13ED2"/>
    <w:rsid w:val="00C1734A"/>
    <w:rsid w:val="00C22465"/>
    <w:rsid w:val="00C225F4"/>
    <w:rsid w:val="00C22F59"/>
    <w:rsid w:val="00C2319E"/>
    <w:rsid w:val="00C24655"/>
    <w:rsid w:val="00C30E2D"/>
    <w:rsid w:val="00C32A7A"/>
    <w:rsid w:val="00C33082"/>
    <w:rsid w:val="00C35530"/>
    <w:rsid w:val="00C3658B"/>
    <w:rsid w:val="00C36AB4"/>
    <w:rsid w:val="00C43ED9"/>
    <w:rsid w:val="00C5248A"/>
    <w:rsid w:val="00C528C3"/>
    <w:rsid w:val="00C536B9"/>
    <w:rsid w:val="00C5466C"/>
    <w:rsid w:val="00C54FEA"/>
    <w:rsid w:val="00C55E5C"/>
    <w:rsid w:val="00C569D9"/>
    <w:rsid w:val="00C57754"/>
    <w:rsid w:val="00C60FC7"/>
    <w:rsid w:val="00C625E6"/>
    <w:rsid w:val="00C647F5"/>
    <w:rsid w:val="00C6655B"/>
    <w:rsid w:val="00C72324"/>
    <w:rsid w:val="00C728B2"/>
    <w:rsid w:val="00C75F46"/>
    <w:rsid w:val="00C76B16"/>
    <w:rsid w:val="00C776D3"/>
    <w:rsid w:val="00C83018"/>
    <w:rsid w:val="00C833E8"/>
    <w:rsid w:val="00C9089C"/>
    <w:rsid w:val="00C91BEB"/>
    <w:rsid w:val="00C91E51"/>
    <w:rsid w:val="00C933EB"/>
    <w:rsid w:val="00C93695"/>
    <w:rsid w:val="00C93A44"/>
    <w:rsid w:val="00C94B95"/>
    <w:rsid w:val="00C96C5D"/>
    <w:rsid w:val="00CA1FE1"/>
    <w:rsid w:val="00CA3258"/>
    <w:rsid w:val="00CA4A05"/>
    <w:rsid w:val="00CA66BB"/>
    <w:rsid w:val="00CB0046"/>
    <w:rsid w:val="00CB3001"/>
    <w:rsid w:val="00CB67AA"/>
    <w:rsid w:val="00CC08D7"/>
    <w:rsid w:val="00CC0C87"/>
    <w:rsid w:val="00CC15F0"/>
    <w:rsid w:val="00CC1662"/>
    <w:rsid w:val="00CD11BE"/>
    <w:rsid w:val="00CD1822"/>
    <w:rsid w:val="00CD2DCD"/>
    <w:rsid w:val="00CD4D4E"/>
    <w:rsid w:val="00CD5CC6"/>
    <w:rsid w:val="00CD663E"/>
    <w:rsid w:val="00CE1767"/>
    <w:rsid w:val="00CE2FD1"/>
    <w:rsid w:val="00CE5FA6"/>
    <w:rsid w:val="00CE6221"/>
    <w:rsid w:val="00CF12C6"/>
    <w:rsid w:val="00CF1F68"/>
    <w:rsid w:val="00CF2EC9"/>
    <w:rsid w:val="00CF32C9"/>
    <w:rsid w:val="00CF4E2D"/>
    <w:rsid w:val="00D02D14"/>
    <w:rsid w:val="00D06DC5"/>
    <w:rsid w:val="00D13970"/>
    <w:rsid w:val="00D179D0"/>
    <w:rsid w:val="00D17E04"/>
    <w:rsid w:val="00D252BA"/>
    <w:rsid w:val="00D253BF"/>
    <w:rsid w:val="00D27F8D"/>
    <w:rsid w:val="00D30491"/>
    <w:rsid w:val="00D318F2"/>
    <w:rsid w:val="00D36163"/>
    <w:rsid w:val="00D41DF2"/>
    <w:rsid w:val="00D46691"/>
    <w:rsid w:val="00D46B9A"/>
    <w:rsid w:val="00D5120C"/>
    <w:rsid w:val="00D51B34"/>
    <w:rsid w:val="00D51B61"/>
    <w:rsid w:val="00D52679"/>
    <w:rsid w:val="00D534FE"/>
    <w:rsid w:val="00D53BB2"/>
    <w:rsid w:val="00D54142"/>
    <w:rsid w:val="00D566A1"/>
    <w:rsid w:val="00D572CC"/>
    <w:rsid w:val="00D60889"/>
    <w:rsid w:val="00D62806"/>
    <w:rsid w:val="00D64AD8"/>
    <w:rsid w:val="00D66D34"/>
    <w:rsid w:val="00D735BD"/>
    <w:rsid w:val="00D758FC"/>
    <w:rsid w:val="00D75B31"/>
    <w:rsid w:val="00D75BC4"/>
    <w:rsid w:val="00D75F17"/>
    <w:rsid w:val="00D76CFC"/>
    <w:rsid w:val="00D77138"/>
    <w:rsid w:val="00D82464"/>
    <w:rsid w:val="00D83838"/>
    <w:rsid w:val="00D86886"/>
    <w:rsid w:val="00D90F14"/>
    <w:rsid w:val="00D9237F"/>
    <w:rsid w:val="00D9408E"/>
    <w:rsid w:val="00D94210"/>
    <w:rsid w:val="00DA1292"/>
    <w:rsid w:val="00DA2551"/>
    <w:rsid w:val="00DA2EA7"/>
    <w:rsid w:val="00DA5A53"/>
    <w:rsid w:val="00DA5D32"/>
    <w:rsid w:val="00DB2994"/>
    <w:rsid w:val="00DB2B4E"/>
    <w:rsid w:val="00DB328E"/>
    <w:rsid w:val="00DB5530"/>
    <w:rsid w:val="00DB659C"/>
    <w:rsid w:val="00DB6AE3"/>
    <w:rsid w:val="00DC1511"/>
    <w:rsid w:val="00DC17BA"/>
    <w:rsid w:val="00DC3292"/>
    <w:rsid w:val="00DC4229"/>
    <w:rsid w:val="00DC4AE4"/>
    <w:rsid w:val="00DC618F"/>
    <w:rsid w:val="00DC72B9"/>
    <w:rsid w:val="00DC7DDD"/>
    <w:rsid w:val="00DD0A71"/>
    <w:rsid w:val="00DD53FE"/>
    <w:rsid w:val="00DE1259"/>
    <w:rsid w:val="00DE5C17"/>
    <w:rsid w:val="00DF1833"/>
    <w:rsid w:val="00DF1932"/>
    <w:rsid w:val="00DF2AB4"/>
    <w:rsid w:val="00DF5F0F"/>
    <w:rsid w:val="00E02842"/>
    <w:rsid w:val="00E03C18"/>
    <w:rsid w:val="00E04621"/>
    <w:rsid w:val="00E059EF"/>
    <w:rsid w:val="00E06233"/>
    <w:rsid w:val="00E1500D"/>
    <w:rsid w:val="00E15641"/>
    <w:rsid w:val="00E158E8"/>
    <w:rsid w:val="00E15C3A"/>
    <w:rsid w:val="00E25FC6"/>
    <w:rsid w:val="00E2633B"/>
    <w:rsid w:val="00E27B93"/>
    <w:rsid w:val="00E324CC"/>
    <w:rsid w:val="00E33E48"/>
    <w:rsid w:val="00E377B7"/>
    <w:rsid w:val="00E37A60"/>
    <w:rsid w:val="00E41333"/>
    <w:rsid w:val="00E41C79"/>
    <w:rsid w:val="00E4476D"/>
    <w:rsid w:val="00E476B5"/>
    <w:rsid w:val="00E47860"/>
    <w:rsid w:val="00E50BBE"/>
    <w:rsid w:val="00E51BB5"/>
    <w:rsid w:val="00E51DB5"/>
    <w:rsid w:val="00E52EFF"/>
    <w:rsid w:val="00E540A9"/>
    <w:rsid w:val="00E55E0A"/>
    <w:rsid w:val="00E55FF6"/>
    <w:rsid w:val="00E56D8F"/>
    <w:rsid w:val="00E61F9C"/>
    <w:rsid w:val="00E73696"/>
    <w:rsid w:val="00E8375E"/>
    <w:rsid w:val="00E84427"/>
    <w:rsid w:val="00E87246"/>
    <w:rsid w:val="00E96593"/>
    <w:rsid w:val="00E97475"/>
    <w:rsid w:val="00E97D7D"/>
    <w:rsid w:val="00EA5C3F"/>
    <w:rsid w:val="00EB002D"/>
    <w:rsid w:val="00EB4C42"/>
    <w:rsid w:val="00EB562A"/>
    <w:rsid w:val="00EB643E"/>
    <w:rsid w:val="00EB7F1A"/>
    <w:rsid w:val="00EC34F3"/>
    <w:rsid w:val="00EC3CCA"/>
    <w:rsid w:val="00EC50C3"/>
    <w:rsid w:val="00EC5157"/>
    <w:rsid w:val="00EC54F3"/>
    <w:rsid w:val="00EC7117"/>
    <w:rsid w:val="00EC719F"/>
    <w:rsid w:val="00EC7DBA"/>
    <w:rsid w:val="00ED138F"/>
    <w:rsid w:val="00ED2F7C"/>
    <w:rsid w:val="00ED38A2"/>
    <w:rsid w:val="00ED4896"/>
    <w:rsid w:val="00EE14D9"/>
    <w:rsid w:val="00EE1749"/>
    <w:rsid w:val="00EE4253"/>
    <w:rsid w:val="00EE49D2"/>
    <w:rsid w:val="00EE4FA0"/>
    <w:rsid w:val="00EE6768"/>
    <w:rsid w:val="00EF0037"/>
    <w:rsid w:val="00EF1259"/>
    <w:rsid w:val="00EF181F"/>
    <w:rsid w:val="00F0010F"/>
    <w:rsid w:val="00F06A40"/>
    <w:rsid w:val="00F11DBB"/>
    <w:rsid w:val="00F130DE"/>
    <w:rsid w:val="00F135DE"/>
    <w:rsid w:val="00F16CA6"/>
    <w:rsid w:val="00F267DA"/>
    <w:rsid w:val="00F2694E"/>
    <w:rsid w:val="00F26BA1"/>
    <w:rsid w:val="00F313EC"/>
    <w:rsid w:val="00F34F7B"/>
    <w:rsid w:val="00F36A7A"/>
    <w:rsid w:val="00F435F2"/>
    <w:rsid w:val="00F43828"/>
    <w:rsid w:val="00F440EC"/>
    <w:rsid w:val="00F44A6F"/>
    <w:rsid w:val="00F44CD1"/>
    <w:rsid w:val="00F50A2A"/>
    <w:rsid w:val="00F50C25"/>
    <w:rsid w:val="00F519B8"/>
    <w:rsid w:val="00F54B6D"/>
    <w:rsid w:val="00F565CF"/>
    <w:rsid w:val="00F566A0"/>
    <w:rsid w:val="00F575AC"/>
    <w:rsid w:val="00F63301"/>
    <w:rsid w:val="00F65395"/>
    <w:rsid w:val="00F733C5"/>
    <w:rsid w:val="00F76496"/>
    <w:rsid w:val="00F82838"/>
    <w:rsid w:val="00F82F20"/>
    <w:rsid w:val="00F83D02"/>
    <w:rsid w:val="00F8630C"/>
    <w:rsid w:val="00F87B06"/>
    <w:rsid w:val="00F87CF7"/>
    <w:rsid w:val="00F90048"/>
    <w:rsid w:val="00F95D00"/>
    <w:rsid w:val="00F960FB"/>
    <w:rsid w:val="00FA3A68"/>
    <w:rsid w:val="00FC2B89"/>
    <w:rsid w:val="00FC5FE0"/>
    <w:rsid w:val="00FC7FB1"/>
    <w:rsid w:val="00FD0334"/>
    <w:rsid w:val="00FD3930"/>
    <w:rsid w:val="00FD4129"/>
    <w:rsid w:val="00FD5102"/>
    <w:rsid w:val="00FE1DE4"/>
    <w:rsid w:val="00FE2DEF"/>
    <w:rsid w:val="00FE36AC"/>
    <w:rsid w:val="00FE4A38"/>
    <w:rsid w:val="00FF1CED"/>
    <w:rsid w:val="00FF43FB"/>
    <w:rsid w:val="00FF6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."/>
  <w:listSeparator w:val=";"/>
  <w14:docId w14:val="3723E0F5"/>
  <w15:docId w15:val="{DB751B9F-55BC-4AB7-8262-9928E287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27CB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74875"/>
    <w:pPr>
      <w:tabs>
        <w:tab w:val="center" w:pos="4419"/>
        <w:tab w:val="right" w:pos="8838"/>
      </w:tabs>
      <w:spacing w:after="0" w:line="240" w:lineRule="auto"/>
    </w:pPr>
    <w:rPr>
      <w:lang w:val="es-HN"/>
    </w:rPr>
  </w:style>
  <w:style w:type="character" w:customStyle="1" w:styleId="EncabezadoCar">
    <w:name w:val="Encabezado Car"/>
    <w:basedOn w:val="Fuentedeprrafopredeter"/>
    <w:link w:val="Encabezado"/>
    <w:uiPriority w:val="99"/>
    <w:rsid w:val="00474875"/>
  </w:style>
  <w:style w:type="paragraph" w:styleId="Piedepgina">
    <w:name w:val="footer"/>
    <w:basedOn w:val="Normal"/>
    <w:link w:val="PiedepginaCar"/>
    <w:uiPriority w:val="99"/>
    <w:unhideWhenUsed/>
    <w:rsid w:val="00474875"/>
    <w:pPr>
      <w:tabs>
        <w:tab w:val="center" w:pos="4419"/>
        <w:tab w:val="right" w:pos="8838"/>
      </w:tabs>
      <w:spacing w:after="0" w:line="240" w:lineRule="auto"/>
    </w:pPr>
    <w:rPr>
      <w:lang w:val="es-HN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74875"/>
  </w:style>
  <w:style w:type="paragraph" w:styleId="Textodeglobo">
    <w:name w:val="Balloon Text"/>
    <w:basedOn w:val="Normal"/>
    <w:link w:val="TextodegloboCar"/>
    <w:uiPriority w:val="99"/>
    <w:semiHidden/>
    <w:unhideWhenUsed/>
    <w:rsid w:val="00474875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474875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39"/>
    <w:rsid w:val="007B27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inespaciado">
    <w:name w:val="No Spacing"/>
    <w:link w:val="SinespaciadoCar"/>
    <w:uiPriority w:val="1"/>
    <w:qFormat/>
    <w:rsid w:val="00EC719F"/>
    <w:rPr>
      <w:sz w:val="22"/>
      <w:szCs w:val="22"/>
      <w:lang w:eastAsia="en-US"/>
    </w:rPr>
  </w:style>
  <w:style w:type="character" w:customStyle="1" w:styleId="SinespaciadoCar">
    <w:name w:val="Sin espaciado Car"/>
    <w:link w:val="Sinespaciado"/>
    <w:uiPriority w:val="1"/>
    <w:rsid w:val="0022485C"/>
    <w:rPr>
      <w:sz w:val="22"/>
      <w:szCs w:val="22"/>
      <w:lang w:val="es-ES" w:eastAsia="en-US" w:bidi="ar-SA"/>
    </w:rPr>
  </w:style>
  <w:style w:type="paragraph" w:styleId="Prrafodelista">
    <w:name w:val="List Paragraph"/>
    <w:basedOn w:val="Normal"/>
    <w:uiPriority w:val="34"/>
    <w:qFormat/>
    <w:rsid w:val="00695BCD"/>
    <w:pPr>
      <w:ind w:left="708"/>
    </w:pPr>
  </w:style>
  <w:style w:type="character" w:styleId="Hipervnculo">
    <w:name w:val="Hyperlink"/>
    <w:uiPriority w:val="99"/>
    <w:unhideWhenUsed/>
    <w:rsid w:val="00A619E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625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styleId="Textoennegrita">
    <w:name w:val="Strong"/>
    <w:uiPriority w:val="22"/>
    <w:qFormat/>
    <w:rsid w:val="00C625E6"/>
    <w:rPr>
      <w:b/>
      <w:bCs/>
    </w:rPr>
  </w:style>
  <w:style w:type="paragraph" w:customStyle="1" w:styleId="TableContents">
    <w:name w:val="Table Contents"/>
    <w:basedOn w:val="Normal"/>
    <w:qFormat/>
    <w:rsid w:val="007B31AE"/>
    <w:pPr>
      <w:widowControl w:val="0"/>
      <w:suppressLineNumbers/>
      <w:spacing w:after="0" w:line="240" w:lineRule="auto"/>
      <w:jc w:val="both"/>
    </w:pPr>
    <w:rPr>
      <w:rFonts w:ascii="Arial" w:eastAsia="WenQuanYi Micro Hei" w:hAnsi="Arial" w:cs="Lohit Hindi"/>
      <w:szCs w:val="24"/>
      <w:lang w:val="es-HN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59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6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eth\Escritorio\Ok%20Papel%20Membretado%20Escuela%20Ciencias%20de%20la%20Cultura%20F+&#161;s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06969-388D-400A-B761-A8F120C6B8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Ok Papel Membretado Escuela Ciencias de la Cultura F+¡sica</Template>
  <TotalTime>163</TotalTime>
  <Pages>1</Pages>
  <Words>147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959</CharactersWithSpaces>
  <SharedDoc>false</SharedDoc>
  <HLinks>
    <vt:vector size="6" baseType="variant">
      <vt:variant>
        <vt:i4>3473454</vt:i4>
      </vt:variant>
      <vt:variant>
        <vt:i4>0</vt:i4>
      </vt:variant>
      <vt:variant>
        <vt:i4>0</vt:i4>
      </vt:variant>
      <vt:variant>
        <vt:i4>5</vt:i4>
      </vt:variant>
      <vt:variant>
        <vt:lpwstr>http://www.unah.edu.hn/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lastenia</dc:creator>
  <cp:lastModifiedBy>EMILSON OMAR ACOSTA GIRON</cp:lastModifiedBy>
  <cp:revision>42</cp:revision>
  <cp:lastPrinted>2019-03-19T19:45:00Z</cp:lastPrinted>
  <dcterms:created xsi:type="dcterms:W3CDTF">2017-04-04T17:03:00Z</dcterms:created>
  <dcterms:modified xsi:type="dcterms:W3CDTF">2020-09-30T17:38:00Z</dcterms:modified>
</cp:coreProperties>
</file>