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F2993" w:rsidR="00C12787" w:rsidP="00BF2993" w:rsidRDefault="00C12787" w14:paraId="751434BB" w14:textId="77777777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Pr="00BF2993" w:rsidR="00C12787" w:rsidP="00BF2993" w:rsidRDefault="00C12787" w14:paraId="2337CE90" w14:textId="77777777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Pr="00BF2993" w:rsidR="00843FB5" w:rsidP="00BF2993" w:rsidRDefault="00EF67EC" w14:paraId="2EFC420E" w14:textId="032FAD3D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 xml:space="preserve">SE SOLICITA SE ACREDITE TRABAJO POR </w:t>
      </w:r>
      <w:r w:rsidRPr="00BF2993" w:rsidR="000A7A3E">
        <w:rPr>
          <w:rFonts w:ascii="Arial" w:hAnsi="Arial" w:cs="Arial"/>
          <w:sz w:val="22"/>
          <w:szCs w:val="22"/>
        </w:rPr>
        <w:t>PRÁCTICA</w:t>
      </w:r>
      <w:r w:rsidRPr="00BF2993" w:rsidR="00843FB5">
        <w:rPr>
          <w:rFonts w:ascii="Arial" w:hAnsi="Arial" w:cs="Arial"/>
          <w:sz w:val="22"/>
          <w:szCs w:val="22"/>
        </w:rPr>
        <w:t xml:space="preserve"> PROFESIONAL</w:t>
      </w:r>
      <w:r w:rsidRPr="00BF2993" w:rsidR="00696D8D">
        <w:rPr>
          <w:rFonts w:ascii="Arial" w:hAnsi="Arial" w:cs="Arial"/>
          <w:sz w:val="22"/>
          <w:szCs w:val="22"/>
        </w:rPr>
        <w:t xml:space="preserve"> SUPERVISADA</w:t>
      </w:r>
      <w:r w:rsidRPr="00BF2993" w:rsidR="00EB58B8">
        <w:rPr>
          <w:rFonts w:ascii="Arial" w:hAnsi="Arial" w:cs="Arial"/>
          <w:sz w:val="22"/>
          <w:szCs w:val="22"/>
        </w:rPr>
        <w:t xml:space="preserve"> DE 800 HORAS</w:t>
      </w:r>
      <w:r w:rsidRPr="00BF2993" w:rsidR="00641749">
        <w:rPr>
          <w:rFonts w:ascii="Arial" w:hAnsi="Arial" w:cs="Arial"/>
          <w:sz w:val="22"/>
          <w:szCs w:val="22"/>
        </w:rPr>
        <w:t>. SE ACOMPAÑA</w:t>
      </w:r>
      <w:r w:rsidRPr="00BF2993">
        <w:rPr>
          <w:rFonts w:ascii="Arial" w:hAnsi="Arial" w:cs="Arial"/>
          <w:sz w:val="22"/>
          <w:szCs w:val="22"/>
        </w:rPr>
        <w:t xml:space="preserve"> EXPEDIENTE</w:t>
      </w:r>
      <w:r w:rsidRPr="00BF2993" w:rsidR="00641749">
        <w:rPr>
          <w:rFonts w:ascii="Arial" w:hAnsi="Arial" w:cs="Arial"/>
          <w:sz w:val="22"/>
          <w:szCs w:val="22"/>
        </w:rPr>
        <w:t xml:space="preserve"> CON DOCUMENTOS</w:t>
      </w:r>
      <w:bookmarkStart w:name="_GoBack" w:id="0"/>
      <w:bookmarkEnd w:id="0"/>
    </w:p>
    <w:p w:rsidRPr="00BF2993" w:rsidR="00954A93" w:rsidP="00BF2993" w:rsidRDefault="00954A93" w14:paraId="1E7EE177" w14:textId="77777777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Pr="00BF2993" w:rsidR="00E82585" w:rsidP="00BF2993" w:rsidRDefault="002F0C8D" w14:paraId="049C458F" w14:textId="77777777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Tegucigalpa, M.D.C.</w:t>
      </w:r>
    </w:p>
    <w:p w:rsidRPr="00BF2993" w:rsidR="002F0C8D" w:rsidP="02ECFA6C" w:rsidRDefault="007B059A" w14:paraId="7A2542AE" w14:textId="4BDF4409">
      <w:pPr>
        <w:pStyle w:val="Lista"/>
        <w:spacing w:line="276" w:lineRule="auto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2ECFA6C" w:rsidR="007B059A">
        <w:rPr>
          <w:rFonts w:ascii="Arial" w:hAnsi="Arial" w:cs="Arial"/>
          <w:sz w:val="22"/>
          <w:szCs w:val="22"/>
          <w:highlight w:val="yellow"/>
        </w:rPr>
        <w:t>07</w:t>
      </w:r>
      <w:r w:rsidRPr="02ECFA6C" w:rsidR="002A50F3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2ECFA6C" w:rsidR="004B6250">
        <w:rPr>
          <w:rFonts w:ascii="Arial" w:hAnsi="Arial" w:cs="Arial"/>
          <w:sz w:val="22"/>
          <w:szCs w:val="22"/>
          <w:highlight w:val="yellow"/>
        </w:rPr>
        <w:t xml:space="preserve">de </w:t>
      </w:r>
      <w:r w:rsidRPr="02ECFA6C" w:rsidR="007B059A">
        <w:rPr>
          <w:rFonts w:ascii="Arial" w:hAnsi="Arial" w:cs="Arial"/>
          <w:sz w:val="22"/>
          <w:szCs w:val="22"/>
          <w:highlight w:val="yellow"/>
        </w:rPr>
        <w:t xml:space="preserve">mayo </w:t>
      </w:r>
      <w:r w:rsidRPr="02ECFA6C" w:rsidR="00E25A1A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2ECFA6C" w:rsidR="003F54B6">
        <w:rPr>
          <w:rFonts w:ascii="Arial" w:hAnsi="Arial" w:cs="Arial"/>
          <w:sz w:val="22"/>
          <w:szCs w:val="22"/>
          <w:highlight w:val="yellow"/>
        </w:rPr>
        <w:t>de</w:t>
      </w:r>
      <w:r w:rsidRPr="02ECFA6C" w:rsidR="003F54B6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2ECFA6C" w:rsidR="00190AAC">
        <w:rPr>
          <w:rFonts w:ascii="Arial" w:hAnsi="Arial" w:cs="Arial"/>
          <w:sz w:val="22"/>
          <w:szCs w:val="22"/>
          <w:highlight w:val="yellow"/>
        </w:rPr>
        <w:t xml:space="preserve"> 2</w:t>
      </w:r>
      <w:r w:rsidRPr="02ECFA6C" w:rsidR="17C7D967">
        <w:rPr>
          <w:rFonts w:ascii="Arial" w:hAnsi="Arial" w:cs="Arial"/>
          <w:sz w:val="22"/>
          <w:szCs w:val="22"/>
          <w:highlight w:val="yellow"/>
        </w:rPr>
        <w:t>024</w:t>
      </w:r>
    </w:p>
    <w:p w:rsidRPr="00BF2993" w:rsidR="00E36B6B" w:rsidP="00BF2993" w:rsidRDefault="00E36B6B" w14:paraId="6D465FCD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BF2993" w:rsidR="00177555" w:rsidP="00BF2993" w:rsidRDefault="00177555" w14:paraId="3FD63B9A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BF2993" w:rsidR="0061147E" w:rsidP="00BF2993" w:rsidRDefault="00AB7982" w14:paraId="18B964BB" w14:textId="09AB3EFE">
      <w:pPr>
        <w:pStyle w:val="Ttulo4"/>
        <w:spacing w:before="0" w:after="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2ECFA6C" w:rsidR="00AB7982">
        <w:rPr>
          <w:rFonts w:ascii="Arial" w:hAnsi="Arial" w:cs="Arial"/>
          <w:b w:val="0"/>
          <w:bCs w:val="0"/>
          <w:sz w:val="22"/>
          <w:szCs w:val="22"/>
        </w:rPr>
        <w:t>INGENIER</w:t>
      </w:r>
      <w:r w:rsidRPr="02ECFA6C" w:rsidR="103C24A4">
        <w:rPr>
          <w:rFonts w:ascii="Arial" w:hAnsi="Arial" w:cs="Arial"/>
          <w:b w:val="0"/>
          <w:bCs w:val="0"/>
          <w:sz w:val="22"/>
          <w:szCs w:val="22"/>
        </w:rPr>
        <w:t>A</w:t>
      </w:r>
    </w:p>
    <w:p w:rsidRPr="00BF2993" w:rsidR="0061147E" w:rsidP="02ECFA6C" w:rsidRDefault="00AB7982" w14:paraId="1B5A0EFC" w14:textId="43240AE1">
      <w:pPr>
        <w:spacing w:line="276" w:lineRule="auto"/>
        <w:rPr>
          <w:rFonts w:ascii="Arial" w:hAnsi="Arial" w:cs="Arial"/>
          <w:b w:val="1"/>
          <w:bCs w:val="1"/>
          <w:caps w:val="1"/>
          <w:sz w:val="22"/>
          <w:szCs w:val="22"/>
        </w:rPr>
      </w:pPr>
      <w:r w:rsidRPr="02ECFA6C" w:rsidR="103C24A4">
        <w:rPr>
          <w:rFonts w:ascii="Arial" w:hAnsi="Arial" w:cs="Arial"/>
          <w:b w:val="1"/>
          <w:bCs w:val="1"/>
          <w:sz w:val="22"/>
          <w:szCs w:val="22"/>
        </w:rPr>
        <w:t>IRMA YADIRA GÁMEZ SUAZO</w:t>
      </w:r>
    </w:p>
    <w:p w:rsidRPr="00BF2993" w:rsidR="0061147E" w:rsidP="00BF2993" w:rsidRDefault="00B437EF" w14:paraId="68FDA419" w14:textId="77777777">
      <w:pPr>
        <w:spacing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COORDINADORA DE LA CARRERA DE INGENIERÍA EN SISTEMAS DE LA UNAH.</w:t>
      </w:r>
    </w:p>
    <w:p w:rsidRPr="00BF2993" w:rsidR="00843FB5" w:rsidP="00BF2993" w:rsidRDefault="00B437EF" w14:paraId="658D4904" w14:textId="77777777">
      <w:pPr>
        <w:pStyle w:val="Ttulo4"/>
        <w:spacing w:before="0" w:after="0" w:line="276" w:lineRule="auto"/>
        <w:rPr>
          <w:rFonts w:ascii="Arial" w:hAnsi="Arial" w:cs="Arial"/>
          <w:b w:val="0"/>
          <w:sz w:val="22"/>
          <w:szCs w:val="22"/>
        </w:rPr>
      </w:pPr>
      <w:r w:rsidRPr="00BF2993">
        <w:rPr>
          <w:rFonts w:ascii="Arial" w:hAnsi="Arial" w:cs="Arial"/>
          <w:b w:val="0"/>
          <w:sz w:val="22"/>
          <w:szCs w:val="22"/>
        </w:rPr>
        <w:t>PRESENTE</w:t>
      </w:r>
    </w:p>
    <w:p w:rsidRPr="00BF2993" w:rsidR="00E36B6B" w:rsidP="02ECFA6C" w:rsidRDefault="00E36B6B" w14:paraId="75102B2B" w14:textId="3AA25367">
      <w:pPr>
        <w:pStyle w:val="Textoindependiente"/>
        <w:spacing w:after="0" w:line="276" w:lineRule="auto"/>
        <w:rPr>
          <w:rFonts w:ascii="Arial" w:hAnsi="Arial" w:cs="Arial"/>
          <w:sz w:val="22"/>
          <w:szCs w:val="22"/>
          <w:u w:val="single"/>
        </w:rPr>
      </w:pPr>
    </w:p>
    <w:p w:rsidRPr="00BF2993" w:rsidR="00843FB5" w:rsidP="00BF2993" w:rsidRDefault="00B437EF" w14:paraId="0854F840" w14:textId="77777777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Estimada</w:t>
      </w:r>
      <w:r w:rsidRPr="00BF2993" w:rsidR="00BA2FA4">
        <w:rPr>
          <w:rFonts w:ascii="Arial" w:hAnsi="Arial" w:cs="Arial"/>
          <w:sz w:val="22"/>
          <w:szCs w:val="22"/>
        </w:rPr>
        <w:t xml:space="preserve"> Ingeniera</w:t>
      </w:r>
      <w:r w:rsidRPr="00BF2993" w:rsidR="0061147E">
        <w:rPr>
          <w:rFonts w:ascii="Arial" w:hAnsi="Arial" w:cs="Arial"/>
          <w:sz w:val="22"/>
          <w:szCs w:val="22"/>
        </w:rPr>
        <w:t>:</w:t>
      </w:r>
    </w:p>
    <w:p w:rsidRPr="00BF2993" w:rsidR="00190AAC" w:rsidP="00BF2993" w:rsidRDefault="00190AAC" w14:paraId="3EC46AD2" w14:textId="77777777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:rsidRPr="00BF2993" w:rsidR="00E16DA8" w:rsidP="00BF2993" w:rsidRDefault="00210F64" w14:paraId="1042BD47" w14:textId="028F096D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2ECFA6C" w:rsidR="00210F64">
        <w:rPr>
          <w:rFonts w:ascii="Arial" w:hAnsi="Arial" w:cs="Arial"/>
          <w:sz w:val="22"/>
          <w:szCs w:val="22"/>
        </w:rPr>
        <w:t>Yo,</w:t>
      </w:r>
      <w:r w:rsidRPr="02ECFA6C" w:rsidR="00BA2FA4">
        <w:rPr>
          <w:rFonts w:ascii="Arial" w:hAnsi="Arial" w:cs="Arial"/>
          <w:sz w:val="22"/>
          <w:szCs w:val="22"/>
        </w:rPr>
        <w:t xml:space="preserve"> </w:t>
      </w:r>
      <w:r w:rsidRPr="02ECFA6C" w:rsidR="00CB2B18">
        <w:rPr>
          <w:rFonts w:ascii="Arial" w:hAnsi="Arial" w:cs="Arial"/>
          <w:b w:val="1"/>
          <w:bCs w:val="1"/>
          <w:sz w:val="22"/>
          <w:szCs w:val="22"/>
          <w:highlight w:val="yellow"/>
        </w:rPr>
        <w:t>Nombre Completo del Estudiante</w:t>
      </w:r>
      <w:r w:rsidRPr="02ECFA6C" w:rsidR="006A30C3">
        <w:rPr>
          <w:rFonts w:ascii="Arial" w:hAnsi="Arial" w:cs="Arial"/>
          <w:sz w:val="22"/>
          <w:szCs w:val="22"/>
        </w:rPr>
        <w:t xml:space="preserve">, en mi condición de estudiante por egresar de la Carrera de Ingeniería en Sistemas, </w:t>
      </w:r>
      <w:r w:rsidRPr="02ECFA6C" w:rsidR="00DC0752">
        <w:rPr>
          <w:rFonts w:ascii="Arial" w:hAnsi="Arial" w:cs="Arial"/>
          <w:sz w:val="22"/>
          <w:szCs w:val="22"/>
        </w:rPr>
        <w:t>con</w:t>
      </w:r>
      <w:r w:rsidRPr="02ECFA6C" w:rsidR="00696D8D">
        <w:rPr>
          <w:rFonts w:ascii="Arial" w:hAnsi="Arial" w:cs="Arial"/>
          <w:sz w:val="22"/>
          <w:szCs w:val="22"/>
        </w:rPr>
        <w:t xml:space="preserve"> número de cuenta</w:t>
      </w:r>
      <w:r w:rsidRPr="02ECFA6C" w:rsidR="00FB357B">
        <w:rPr>
          <w:rFonts w:ascii="Arial" w:hAnsi="Arial" w:cs="Arial"/>
          <w:sz w:val="22"/>
          <w:szCs w:val="22"/>
        </w:rPr>
        <w:t xml:space="preserve"> </w:t>
      </w:r>
      <w:r w:rsidRPr="02ECFA6C" w:rsidR="00CB2B18">
        <w:rPr>
          <w:rFonts w:ascii="Arial" w:hAnsi="Arial" w:cs="Arial"/>
          <w:sz w:val="22"/>
          <w:szCs w:val="22"/>
          <w:highlight w:val="yellow"/>
        </w:rPr>
        <w:t>#########</w:t>
      </w:r>
      <w:r w:rsidRPr="02ECFA6C" w:rsidR="00596642">
        <w:rPr>
          <w:rFonts w:ascii="Arial" w:hAnsi="Arial" w:cs="Arial"/>
          <w:sz w:val="22"/>
          <w:szCs w:val="22"/>
        </w:rPr>
        <w:t xml:space="preserve"> y</w:t>
      </w:r>
      <w:r w:rsidRPr="02ECFA6C" w:rsidR="00CB2B18">
        <w:rPr>
          <w:rFonts w:ascii="Arial" w:hAnsi="Arial" w:cs="Arial"/>
          <w:sz w:val="22"/>
          <w:szCs w:val="22"/>
        </w:rPr>
        <w:t xml:space="preserve"> número de identidad </w:t>
      </w:r>
      <w:r w:rsidRPr="02ECFA6C" w:rsidR="00CB2B18">
        <w:rPr>
          <w:rFonts w:ascii="Arial" w:hAnsi="Arial" w:cs="Arial"/>
          <w:sz w:val="22"/>
          <w:szCs w:val="22"/>
          <w:highlight w:val="yellow"/>
        </w:rPr>
        <w:t>####-####-#####</w:t>
      </w:r>
      <w:r w:rsidRPr="02ECFA6C" w:rsidR="00B437EF">
        <w:rPr>
          <w:rFonts w:ascii="Arial" w:hAnsi="Arial" w:cs="Arial"/>
          <w:sz w:val="22"/>
          <w:szCs w:val="22"/>
          <w:highlight w:val="yellow"/>
        </w:rPr>
        <w:t>,</w:t>
      </w:r>
      <w:r w:rsidRPr="02ECFA6C" w:rsidR="008C02E5">
        <w:rPr>
          <w:rFonts w:ascii="Arial" w:hAnsi="Arial" w:cs="Arial"/>
          <w:sz w:val="22"/>
          <w:szCs w:val="22"/>
        </w:rPr>
        <w:t xml:space="preserve"> en</w:t>
      </w:r>
      <w:r w:rsidRPr="02ECFA6C" w:rsidR="00954A93">
        <w:rPr>
          <w:rFonts w:ascii="Arial" w:hAnsi="Arial" w:cs="Arial"/>
          <w:sz w:val="22"/>
          <w:szCs w:val="22"/>
        </w:rPr>
        <w:t xml:space="preserve"> virtud de haber </w:t>
      </w:r>
      <w:r w:rsidRPr="02ECFA6C" w:rsidR="00DC0752">
        <w:rPr>
          <w:rFonts w:ascii="Arial" w:hAnsi="Arial" w:cs="Arial"/>
          <w:sz w:val="22"/>
          <w:szCs w:val="22"/>
        </w:rPr>
        <w:t xml:space="preserve">completado </w:t>
      </w:r>
      <w:r w:rsidRPr="02ECFA6C" w:rsidR="00661FC6">
        <w:rPr>
          <w:rFonts w:ascii="Arial" w:hAnsi="Arial" w:cs="Arial"/>
          <w:sz w:val="22"/>
          <w:szCs w:val="22"/>
        </w:rPr>
        <w:t>Todas</w:t>
      </w:r>
      <w:r w:rsidRPr="02ECFA6C" w:rsidR="00210F64">
        <w:rPr>
          <w:rFonts w:ascii="Arial" w:hAnsi="Arial" w:cs="Arial"/>
          <w:sz w:val="22"/>
          <w:szCs w:val="22"/>
        </w:rPr>
        <w:t xml:space="preserve"> (O casi todas)</w:t>
      </w:r>
      <w:r w:rsidRPr="02ECFA6C" w:rsidR="0035363F">
        <w:rPr>
          <w:rFonts w:ascii="Arial" w:hAnsi="Arial" w:cs="Arial"/>
          <w:sz w:val="22"/>
          <w:szCs w:val="22"/>
        </w:rPr>
        <w:t xml:space="preserve"> las asignaturas del</w:t>
      </w:r>
      <w:r w:rsidRPr="02ECFA6C" w:rsidR="00DE1FB4">
        <w:rPr>
          <w:rFonts w:ascii="Arial" w:hAnsi="Arial" w:cs="Arial"/>
          <w:sz w:val="22"/>
          <w:szCs w:val="22"/>
        </w:rPr>
        <w:t xml:space="preserve"> </w:t>
      </w:r>
      <w:r w:rsidRPr="02ECFA6C" w:rsidR="00954A93">
        <w:rPr>
          <w:rFonts w:ascii="Arial" w:hAnsi="Arial" w:cs="Arial"/>
          <w:sz w:val="22"/>
          <w:szCs w:val="22"/>
        </w:rPr>
        <w:t xml:space="preserve">plan de estudios vigentes </w:t>
      </w:r>
      <w:r w:rsidRPr="02ECFA6C" w:rsidR="00287760">
        <w:rPr>
          <w:rFonts w:ascii="Arial" w:hAnsi="Arial" w:cs="Arial"/>
          <w:sz w:val="22"/>
          <w:szCs w:val="22"/>
        </w:rPr>
        <w:t xml:space="preserve"> de la </w:t>
      </w:r>
      <w:r w:rsidRPr="02ECFA6C" w:rsidR="008C02E5">
        <w:rPr>
          <w:rFonts w:ascii="Arial" w:hAnsi="Arial" w:cs="Arial"/>
          <w:sz w:val="22"/>
          <w:szCs w:val="22"/>
        </w:rPr>
        <w:t>C</w:t>
      </w:r>
      <w:r w:rsidRPr="02ECFA6C" w:rsidR="00287760">
        <w:rPr>
          <w:rFonts w:ascii="Arial" w:hAnsi="Arial" w:cs="Arial"/>
          <w:sz w:val="22"/>
          <w:szCs w:val="22"/>
        </w:rPr>
        <w:t>arrera de ingeniería en sistemas</w:t>
      </w:r>
      <w:r w:rsidRPr="02ECFA6C" w:rsidR="00496C16">
        <w:rPr>
          <w:rFonts w:ascii="Arial" w:hAnsi="Arial" w:cs="Arial"/>
          <w:sz w:val="22"/>
          <w:szCs w:val="22"/>
        </w:rPr>
        <w:t>, p</w:t>
      </w:r>
      <w:r w:rsidRPr="02ECFA6C" w:rsidR="001C6FB9">
        <w:rPr>
          <w:rFonts w:ascii="Arial" w:hAnsi="Arial" w:cs="Arial"/>
          <w:sz w:val="22"/>
          <w:szCs w:val="22"/>
        </w:rPr>
        <w:t xml:space="preserve">or este medio </w:t>
      </w:r>
      <w:r w:rsidRPr="02ECFA6C" w:rsidR="00926C6F">
        <w:rPr>
          <w:rFonts w:ascii="Arial" w:hAnsi="Arial" w:cs="Arial"/>
          <w:sz w:val="22"/>
          <w:szCs w:val="22"/>
        </w:rPr>
        <w:t>respetuosamente</w:t>
      </w:r>
      <w:r w:rsidRPr="02ECFA6C" w:rsidR="00DE1FB4">
        <w:rPr>
          <w:rFonts w:ascii="Arial" w:hAnsi="Arial" w:cs="Arial"/>
          <w:sz w:val="22"/>
          <w:szCs w:val="22"/>
        </w:rPr>
        <w:t xml:space="preserve"> solicito</w:t>
      </w:r>
      <w:r w:rsidRPr="02ECFA6C" w:rsidR="00496C16">
        <w:rPr>
          <w:rFonts w:ascii="Arial" w:hAnsi="Arial" w:cs="Arial"/>
          <w:sz w:val="22"/>
          <w:szCs w:val="22"/>
        </w:rPr>
        <w:t xml:space="preserve"> </w:t>
      </w:r>
      <w:r w:rsidRPr="02ECFA6C" w:rsidR="00FB357B">
        <w:rPr>
          <w:rFonts w:ascii="Arial" w:hAnsi="Arial" w:cs="Arial"/>
          <w:sz w:val="22"/>
          <w:szCs w:val="22"/>
        </w:rPr>
        <w:t xml:space="preserve">a Usted, </w:t>
      </w:r>
      <w:r w:rsidRPr="02ECFA6C" w:rsidR="00496C16">
        <w:rPr>
          <w:rFonts w:ascii="Arial" w:hAnsi="Arial" w:cs="Arial"/>
          <w:sz w:val="22"/>
          <w:szCs w:val="22"/>
        </w:rPr>
        <w:t>me acredite</w:t>
      </w:r>
      <w:r w:rsidRPr="02ECFA6C" w:rsidR="00DE1FB4">
        <w:rPr>
          <w:rFonts w:ascii="Arial" w:hAnsi="Arial" w:cs="Arial"/>
          <w:sz w:val="22"/>
          <w:szCs w:val="22"/>
        </w:rPr>
        <w:t xml:space="preserve"> </w:t>
      </w:r>
      <w:r w:rsidRPr="02ECFA6C" w:rsidR="00210F64">
        <w:rPr>
          <w:rFonts w:ascii="Arial" w:hAnsi="Arial" w:cs="Arial"/>
          <w:sz w:val="22"/>
          <w:szCs w:val="22"/>
        </w:rPr>
        <w:t xml:space="preserve">el </w:t>
      </w:r>
      <w:r w:rsidRPr="02ECFA6C" w:rsidR="00661FC6">
        <w:rPr>
          <w:rFonts w:ascii="Arial" w:hAnsi="Arial" w:cs="Arial"/>
          <w:sz w:val="22"/>
          <w:szCs w:val="22"/>
        </w:rPr>
        <w:t xml:space="preserve">trabajo que </w:t>
      </w:r>
      <w:r w:rsidRPr="02ECFA6C" w:rsidR="003D28B3">
        <w:rPr>
          <w:rFonts w:ascii="Arial" w:hAnsi="Arial" w:cs="Arial"/>
          <w:sz w:val="22"/>
          <w:szCs w:val="22"/>
        </w:rPr>
        <w:t xml:space="preserve">actualmente desempeño desde </w:t>
      </w:r>
      <w:r w:rsidRPr="02ECFA6C" w:rsidR="003D28B3">
        <w:rPr>
          <w:rFonts w:ascii="Arial" w:hAnsi="Arial" w:cs="Arial"/>
          <w:sz w:val="22"/>
          <w:szCs w:val="22"/>
          <w:highlight w:val="yellow"/>
        </w:rPr>
        <w:t>(02 de enero de 20</w:t>
      </w:r>
      <w:r w:rsidRPr="02ECFA6C" w:rsidR="200D5190">
        <w:rPr>
          <w:rFonts w:ascii="Arial" w:hAnsi="Arial" w:cs="Arial"/>
          <w:sz w:val="22"/>
          <w:szCs w:val="22"/>
          <w:highlight w:val="yellow"/>
        </w:rPr>
        <w:t>24</w:t>
      </w:r>
      <w:r w:rsidRPr="02ECFA6C" w:rsidR="003D28B3">
        <w:rPr>
          <w:rFonts w:ascii="Arial" w:hAnsi="Arial" w:cs="Arial"/>
          <w:sz w:val="22"/>
          <w:szCs w:val="22"/>
          <w:highlight w:val="yellow"/>
        </w:rPr>
        <w:t>),</w:t>
      </w:r>
      <w:r w:rsidRPr="02ECFA6C" w:rsidR="00210F64">
        <w:rPr>
          <w:rFonts w:ascii="Arial" w:hAnsi="Arial" w:cs="Arial"/>
          <w:sz w:val="22"/>
          <w:szCs w:val="22"/>
        </w:rPr>
        <w:t xml:space="preserve"> </w:t>
      </w:r>
      <w:r w:rsidRPr="02ECFA6C" w:rsidR="003D28B3">
        <w:rPr>
          <w:rFonts w:ascii="Arial" w:hAnsi="Arial" w:cs="Arial"/>
          <w:sz w:val="22"/>
          <w:szCs w:val="22"/>
        </w:rPr>
        <w:t xml:space="preserve"> en la empresa </w:t>
      </w:r>
      <w:r w:rsidRPr="02ECFA6C" w:rsidR="000C613A">
        <w:rPr>
          <w:rFonts w:ascii="Arial" w:hAnsi="Arial" w:cs="Arial"/>
          <w:sz w:val="22"/>
          <w:szCs w:val="22"/>
          <w:highlight w:val="yellow"/>
        </w:rPr>
        <w:t>(nombre del lugar de trabajo</w:t>
      </w:r>
      <w:r w:rsidRPr="02ECFA6C" w:rsidR="00D231FA">
        <w:rPr>
          <w:rFonts w:ascii="Arial" w:hAnsi="Arial" w:cs="Arial"/>
          <w:sz w:val="22"/>
          <w:szCs w:val="22"/>
          <w:highlight w:val="yellow"/>
        </w:rPr>
        <w:t>/institución/empresa</w:t>
      </w:r>
      <w:r w:rsidRPr="02ECFA6C" w:rsidR="000C613A">
        <w:rPr>
          <w:rFonts w:ascii="Arial" w:hAnsi="Arial" w:cs="Arial"/>
          <w:sz w:val="22"/>
          <w:szCs w:val="22"/>
          <w:highlight w:val="yellow"/>
        </w:rPr>
        <w:t>)</w:t>
      </w:r>
      <w:r w:rsidRPr="02ECFA6C" w:rsidR="000C613A">
        <w:rPr>
          <w:rFonts w:ascii="Arial" w:hAnsi="Arial" w:cs="Arial"/>
          <w:sz w:val="22"/>
          <w:szCs w:val="22"/>
        </w:rPr>
        <w:t xml:space="preserve"> </w:t>
      </w:r>
      <w:r w:rsidRPr="02ECFA6C" w:rsidR="00496C16">
        <w:rPr>
          <w:rFonts w:ascii="Arial" w:hAnsi="Arial" w:cs="Arial"/>
          <w:sz w:val="22"/>
          <w:szCs w:val="22"/>
        </w:rPr>
        <w:t>por la p</w:t>
      </w:r>
      <w:r w:rsidRPr="02ECFA6C" w:rsidR="00210F64">
        <w:rPr>
          <w:rFonts w:ascii="Arial" w:hAnsi="Arial" w:cs="Arial"/>
          <w:sz w:val="22"/>
          <w:szCs w:val="22"/>
        </w:rPr>
        <w:t>ráctica profesional supervisada de 800,</w:t>
      </w:r>
      <w:r w:rsidRPr="02ECFA6C" w:rsidR="00AE6E77">
        <w:rPr>
          <w:rFonts w:ascii="Arial" w:hAnsi="Arial" w:cs="Arial"/>
          <w:sz w:val="22"/>
          <w:szCs w:val="22"/>
        </w:rPr>
        <w:t xml:space="preserve"> ya</w:t>
      </w:r>
      <w:r w:rsidRPr="02ECFA6C" w:rsidR="00496C16">
        <w:rPr>
          <w:rFonts w:ascii="Arial" w:hAnsi="Arial" w:cs="Arial"/>
          <w:sz w:val="22"/>
          <w:szCs w:val="22"/>
        </w:rPr>
        <w:t xml:space="preserve"> que </w:t>
      </w:r>
      <w:r w:rsidRPr="02ECFA6C" w:rsidR="00210F64">
        <w:rPr>
          <w:rFonts w:ascii="Arial" w:hAnsi="Arial" w:cs="Arial"/>
          <w:sz w:val="22"/>
          <w:szCs w:val="22"/>
        </w:rPr>
        <w:t>desempeño</w:t>
      </w:r>
      <w:r w:rsidRPr="02ECFA6C" w:rsidR="00DE1FB4">
        <w:rPr>
          <w:rFonts w:ascii="Arial" w:hAnsi="Arial" w:cs="Arial"/>
          <w:sz w:val="22"/>
          <w:szCs w:val="22"/>
        </w:rPr>
        <w:t xml:space="preserve"> </w:t>
      </w:r>
      <w:r w:rsidRPr="02ECFA6C" w:rsidR="000C613A">
        <w:rPr>
          <w:rFonts w:ascii="Arial" w:hAnsi="Arial" w:cs="Arial"/>
          <w:sz w:val="22"/>
          <w:szCs w:val="22"/>
        </w:rPr>
        <w:t xml:space="preserve">el </w:t>
      </w:r>
      <w:r w:rsidRPr="02ECFA6C" w:rsidR="00C47F0D">
        <w:rPr>
          <w:rFonts w:ascii="Arial" w:hAnsi="Arial" w:cs="Arial"/>
          <w:sz w:val="22"/>
          <w:szCs w:val="22"/>
        </w:rPr>
        <w:t>puesto de</w:t>
      </w:r>
      <w:r w:rsidRPr="02ECFA6C" w:rsidR="00D231FA">
        <w:rPr>
          <w:rFonts w:ascii="Arial" w:hAnsi="Arial" w:cs="Arial"/>
          <w:sz w:val="22"/>
          <w:szCs w:val="22"/>
        </w:rPr>
        <w:t xml:space="preserve"> Ejemplo:</w:t>
      </w:r>
      <w:r w:rsidRPr="02ECFA6C" w:rsidR="00210F64">
        <w:rPr>
          <w:rFonts w:ascii="Arial" w:hAnsi="Arial" w:cs="Arial"/>
          <w:sz w:val="22"/>
          <w:szCs w:val="22"/>
        </w:rPr>
        <w:t>(</w:t>
      </w:r>
      <w:r w:rsidRPr="02ECFA6C" w:rsidR="00C47F0D">
        <w:rPr>
          <w:rFonts w:ascii="Arial" w:hAnsi="Arial" w:cs="Arial"/>
          <w:sz w:val="22"/>
          <w:szCs w:val="22"/>
          <w:highlight w:val="yellow"/>
        </w:rPr>
        <w:t>Administrador de Infraestructura Tecnológica</w:t>
      </w:r>
      <w:r w:rsidRPr="02ECFA6C" w:rsidR="00210F64">
        <w:rPr>
          <w:rFonts w:ascii="Arial" w:hAnsi="Arial" w:cs="Arial"/>
          <w:sz w:val="22"/>
          <w:szCs w:val="22"/>
        </w:rPr>
        <w:t>)</w:t>
      </w:r>
      <w:r w:rsidRPr="02ECFA6C" w:rsidR="00C47F0D">
        <w:rPr>
          <w:rFonts w:ascii="Arial" w:hAnsi="Arial" w:cs="Arial"/>
          <w:sz w:val="22"/>
          <w:szCs w:val="22"/>
        </w:rPr>
        <w:t>,</w:t>
      </w:r>
      <w:r w:rsidRPr="02ECFA6C" w:rsidR="0005667B">
        <w:rPr>
          <w:rFonts w:ascii="Arial" w:hAnsi="Arial" w:cs="Arial"/>
          <w:sz w:val="22"/>
          <w:szCs w:val="22"/>
        </w:rPr>
        <w:t xml:space="preserve"> en el Departamento de</w:t>
      </w:r>
      <w:r w:rsidRPr="02ECFA6C" w:rsidR="00FB357B">
        <w:rPr>
          <w:rFonts w:ascii="Arial" w:hAnsi="Arial" w:cs="Arial"/>
          <w:sz w:val="22"/>
          <w:szCs w:val="22"/>
        </w:rPr>
        <w:t xml:space="preserve"> </w:t>
      </w:r>
      <w:r w:rsidRPr="02ECFA6C" w:rsidR="00210F64">
        <w:rPr>
          <w:rFonts w:ascii="Arial" w:hAnsi="Arial" w:cs="Arial"/>
          <w:sz w:val="22"/>
          <w:szCs w:val="22"/>
        </w:rPr>
        <w:t>(</w:t>
      </w:r>
      <w:r w:rsidRPr="02ECFA6C" w:rsidR="00C47F0D">
        <w:rPr>
          <w:rFonts w:ascii="Arial" w:hAnsi="Arial" w:cs="Arial"/>
          <w:sz w:val="22"/>
          <w:szCs w:val="22"/>
          <w:highlight w:val="yellow"/>
        </w:rPr>
        <w:t>Tecnología</w:t>
      </w:r>
      <w:r w:rsidRPr="02ECFA6C" w:rsidR="00DB5FE5">
        <w:rPr>
          <w:rFonts w:ascii="Arial" w:hAnsi="Arial" w:cs="Arial"/>
          <w:sz w:val="22"/>
          <w:szCs w:val="22"/>
          <w:highlight w:val="yellow"/>
        </w:rPr>
        <w:t xml:space="preserve"> y seguridad </w:t>
      </w:r>
      <w:r w:rsidRPr="02ECFA6C" w:rsidR="00C47F0D">
        <w:rPr>
          <w:rFonts w:ascii="Arial" w:hAnsi="Arial" w:cs="Arial"/>
          <w:sz w:val="22"/>
          <w:szCs w:val="22"/>
          <w:highlight w:val="yellow"/>
        </w:rPr>
        <w:t>informática</w:t>
      </w:r>
      <w:r w:rsidRPr="02ECFA6C" w:rsidR="00210F64">
        <w:rPr>
          <w:rFonts w:ascii="Arial" w:hAnsi="Arial" w:cs="Arial"/>
          <w:sz w:val="22"/>
          <w:szCs w:val="22"/>
        </w:rPr>
        <w:t>)</w:t>
      </w:r>
      <w:r w:rsidRPr="02ECFA6C" w:rsidR="00EF014F">
        <w:rPr>
          <w:rFonts w:ascii="Arial" w:hAnsi="Arial" w:cs="Arial"/>
          <w:sz w:val="22"/>
          <w:szCs w:val="22"/>
        </w:rPr>
        <w:t>,</w:t>
      </w:r>
      <w:r w:rsidRPr="02ECFA6C" w:rsidR="003D28B3">
        <w:rPr>
          <w:rFonts w:ascii="Arial" w:hAnsi="Arial" w:cs="Arial"/>
          <w:sz w:val="22"/>
          <w:szCs w:val="22"/>
        </w:rPr>
        <w:t xml:space="preserve"> y las funciones que realizo son propias de un Ingeniero en Sistemas,</w:t>
      </w:r>
      <w:r w:rsidRPr="02ECFA6C" w:rsidR="00EF014F">
        <w:rPr>
          <w:rFonts w:ascii="Arial" w:hAnsi="Arial" w:cs="Arial"/>
          <w:sz w:val="22"/>
          <w:szCs w:val="22"/>
        </w:rPr>
        <w:t xml:space="preserve"> </w:t>
      </w:r>
      <w:r w:rsidRPr="02ECFA6C" w:rsidR="003D28B3">
        <w:rPr>
          <w:rFonts w:ascii="Arial" w:hAnsi="Arial" w:cs="Arial"/>
          <w:sz w:val="22"/>
          <w:szCs w:val="22"/>
        </w:rPr>
        <w:t>tengo</w:t>
      </w:r>
      <w:r w:rsidRPr="02ECFA6C" w:rsidR="00210F64">
        <w:rPr>
          <w:rFonts w:ascii="Arial" w:hAnsi="Arial" w:cs="Arial"/>
          <w:sz w:val="22"/>
          <w:szCs w:val="22"/>
        </w:rPr>
        <w:t xml:space="preserve"> </w:t>
      </w:r>
      <w:r w:rsidRPr="02ECFA6C" w:rsidR="00D231FA">
        <w:rPr>
          <w:rFonts w:ascii="Arial" w:hAnsi="Arial" w:cs="Arial"/>
          <w:sz w:val="22"/>
          <w:szCs w:val="22"/>
        </w:rPr>
        <w:t xml:space="preserve">asignado </w:t>
      </w:r>
      <w:r w:rsidRPr="02ECFA6C" w:rsidR="00596642">
        <w:rPr>
          <w:rFonts w:ascii="Arial" w:hAnsi="Arial" w:cs="Arial"/>
          <w:sz w:val="22"/>
          <w:szCs w:val="22"/>
        </w:rPr>
        <w:t xml:space="preserve">como </w:t>
      </w:r>
      <w:r w:rsidRPr="02ECFA6C" w:rsidR="00AF0994">
        <w:rPr>
          <w:rFonts w:ascii="Arial" w:hAnsi="Arial" w:cs="Arial"/>
          <w:sz w:val="22"/>
          <w:szCs w:val="22"/>
        </w:rPr>
        <w:t xml:space="preserve"> Jefe Inmediato</w:t>
      </w:r>
      <w:r w:rsidRPr="02ECFA6C" w:rsidR="00596642">
        <w:rPr>
          <w:rFonts w:ascii="Arial" w:hAnsi="Arial" w:cs="Arial"/>
          <w:sz w:val="22"/>
          <w:szCs w:val="22"/>
        </w:rPr>
        <w:t xml:space="preserve"> a</w:t>
      </w:r>
      <w:r w:rsidRPr="02ECFA6C" w:rsidR="00D231FA">
        <w:rPr>
          <w:rFonts w:ascii="Arial" w:hAnsi="Arial" w:cs="Arial"/>
          <w:sz w:val="22"/>
          <w:szCs w:val="22"/>
        </w:rPr>
        <w:t>l</w:t>
      </w:r>
      <w:r w:rsidRPr="02ECFA6C" w:rsidR="00210F64">
        <w:rPr>
          <w:rFonts w:ascii="Arial" w:hAnsi="Arial" w:cs="Arial"/>
          <w:sz w:val="22"/>
          <w:szCs w:val="22"/>
        </w:rPr>
        <w:t xml:space="preserve"> Ingeniero</w:t>
      </w:r>
      <w:r w:rsidRPr="02ECFA6C" w:rsidR="00496C16">
        <w:rPr>
          <w:rFonts w:ascii="Arial" w:hAnsi="Arial" w:cs="Arial"/>
          <w:sz w:val="22"/>
          <w:szCs w:val="22"/>
        </w:rPr>
        <w:t xml:space="preserve"> </w:t>
      </w:r>
      <w:r w:rsidRPr="02ECFA6C" w:rsidR="00496C16">
        <w:rPr>
          <w:rFonts w:ascii="Arial" w:hAnsi="Arial" w:cs="Arial"/>
          <w:sz w:val="22"/>
          <w:szCs w:val="22"/>
          <w:highlight w:val="yellow"/>
        </w:rPr>
        <w:t>(nombre)</w:t>
      </w:r>
      <w:r w:rsidRPr="02ECFA6C" w:rsidR="000C613A">
        <w:rPr>
          <w:rFonts w:ascii="Arial" w:hAnsi="Arial" w:cs="Arial"/>
          <w:b w:val="1"/>
          <w:bCs w:val="1"/>
          <w:sz w:val="22"/>
          <w:szCs w:val="22"/>
          <w:highlight w:val="yellow"/>
        </w:rPr>
        <w:t>.</w:t>
      </w:r>
      <w:r w:rsidRPr="02ECFA6C" w:rsidR="002A4514">
        <w:rPr>
          <w:rFonts w:ascii="Arial" w:hAnsi="Arial" w:cs="Arial"/>
          <w:sz w:val="22"/>
          <w:szCs w:val="22"/>
          <w:highlight w:val="yellow"/>
        </w:rPr>
        <w:t>.</w:t>
      </w:r>
      <w:r w:rsidRPr="02ECFA6C" w:rsidR="00867951">
        <w:rPr>
          <w:rFonts w:ascii="Arial" w:hAnsi="Arial" w:cs="Arial"/>
          <w:sz w:val="22"/>
          <w:szCs w:val="22"/>
        </w:rPr>
        <w:t xml:space="preserve"> </w:t>
      </w:r>
      <w:r w:rsidRPr="02ECFA6C" w:rsidR="002A4514">
        <w:rPr>
          <w:rFonts w:ascii="Arial" w:hAnsi="Arial" w:cs="Arial"/>
          <w:sz w:val="22"/>
          <w:szCs w:val="22"/>
        </w:rPr>
        <w:t>D</w:t>
      </w:r>
      <w:r w:rsidRPr="02ECFA6C" w:rsidR="00D231FA">
        <w:rPr>
          <w:rFonts w:ascii="Arial" w:hAnsi="Arial" w:cs="Arial"/>
          <w:sz w:val="22"/>
          <w:szCs w:val="22"/>
        </w:rPr>
        <w:t xml:space="preserve">e ser positiva mi petición </w:t>
      </w:r>
      <w:r w:rsidRPr="02ECFA6C" w:rsidR="00AE6E77">
        <w:rPr>
          <w:rFonts w:ascii="Arial" w:hAnsi="Arial" w:cs="Arial"/>
          <w:sz w:val="22"/>
          <w:szCs w:val="22"/>
        </w:rPr>
        <w:t>solicito me as</w:t>
      </w:r>
      <w:r w:rsidRPr="02ECFA6C" w:rsidR="00D231FA">
        <w:rPr>
          <w:rFonts w:ascii="Arial" w:hAnsi="Arial" w:cs="Arial"/>
          <w:sz w:val="22"/>
          <w:szCs w:val="22"/>
        </w:rPr>
        <w:t>igne un supervisor de práctica</w:t>
      </w:r>
      <w:r w:rsidRPr="02ECFA6C" w:rsidR="00B40985">
        <w:rPr>
          <w:rFonts w:ascii="Arial" w:hAnsi="Arial" w:cs="Arial"/>
          <w:sz w:val="22"/>
          <w:szCs w:val="22"/>
        </w:rPr>
        <w:t xml:space="preserve"> para que me supervise</w:t>
      </w:r>
      <w:r w:rsidRPr="02ECFA6C" w:rsidR="00D231FA">
        <w:rPr>
          <w:rFonts w:ascii="Arial" w:hAnsi="Arial" w:cs="Arial"/>
          <w:sz w:val="22"/>
          <w:szCs w:val="22"/>
        </w:rPr>
        <w:t xml:space="preserve">; </w:t>
      </w:r>
      <w:r w:rsidRPr="02ECFA6C" w:rsidR="00D231FA">
        <w:rPr>
          <w:rFonts w:ascii="Arial" w:hAnsi="Arial" w:cs="Arial"/>
          <w:sz w:val="22"/>
          <w:szCs w:val="22"/>
        </w:rPr>
        <w:t xml:space="preserve">asimismo </w:t>
      </w:r>
      <w:r w:rsidRPr="02ECFA6C" w:rsidR="00AE6E77">
        <w:rPr>
          <w:rFonts w:ascii="Arial" w:hAnsi="Arial" w:cs="Arial"/>
          <w:sz w:val="22"/>
          <w:szCs w:val="22"/>
        </w:rPr>
        <w:t xml:space="preserve"> describo</w:t>
      </w:r>
      <w:r w:rsidRPr="02ECFA6C" w:rsidR="00AE6E77">
        <w:rPr>
          <w:rFonts w:ascii="Arial" w:hAnsi="Arial" w:cs="Arial"/>
          <w:sz w:val="22"/>
          <w:szCs w:val="22"/>
        </w:rPr>
        <w:t xml:space="preserve"> las principales funciones</w:t>
      </w:r>
      <w:r w:rsidRPr="02ECFA6C" w:rsidR="00D231FA">
        <w:rPr>
          <w:rFonts w:ascii="Arial" w:hAnsi="Arial" w:cs="Arial"/>
          <w:sz w:val="22"/>
          <w:szCs w:val="22"/>
        </w:rPr>
        <w:t xml:space="preserve"> que desempeño</w:t>
      </w:r>
      <w:r w:rsidRPr="02ECFA6C" w:rsidR="009D6C80">
        <w:rPr>
          <w:rFonts w:ascii="Arial" w:hAnsi="Arial" w:cs="Arial"/>
          <w:sz w:val="22"/>
          <w:szCs w:val="22"/>
        </w:rPr>
        <w:t>:</w:t>
      </w:r>
      <w:r w:rsidRPr="02ECFA6C" w:rsidR="003D28B3">
        <w:rPr>
          <w:rFonts w:ascii="Arial" w:hAnsi="Arial" w:cs="Arial"/>
          <w:sz w:val="22"/>
          <w:szCs w:val="22"/>
        </w:rPr>
        <w:t xml:space="preserve">  </w:t>
      </w:r>
    </w:p>
    <w:p w:rsidRPr="00BF2993" w:rsidR="00872C4E" w:rsidP="00BF2993" w:rsidRDefault="00FB357B" w14:paraId="6B640F1A" w14:textId="77777777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(Ejemplo de funciones</w:t>
      </w:r>
      <w:r w:rsidRPr="00BF2993">
        <w:rPr>
          <w:rFonts w:ascii="Arial" w:hAnsi="Arial" w:cs="Arial"/>
          <w:sz w:val="22"/>
          <w:szCs w:val="22"/>
          <w:highlight w:val="yellow"/>
        </w:rPr>
        <w:t>) usted escriba las funciones que realiza.</w:t>
      </w:r>
    </w:p>
    <w:p w:rsidRPr="00BF2993" w:rsidR="00E16DA8" w:rsidP="00BF2993" w:rsidRDefault="00D23903" w14:paraId="78A44F21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Planifica, instalar, configurar, administrar, establecer seguridad y optimizar los equipos servidores.</w:t>
      </w:r>
    </w:p>
    <w:p w:rsidRPr="00BF2993" w:rsidR="00D23903" w:rsidP="00BF2993" w:rsidRDefault="00D23903" w14:paraId="527C9A66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Configurar y administrar los diferentes servidores de sistemas de aplicaciones y/o bases de datos.</w:t>
      </w:r>
    </w:p>
    <w:p w:rsidRPr="00BF2993" w:rsidR="00D23903" w:rsidP="00BF2993" w:rsidRDefault="00D23903" w14:paraId="113C2D2C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Administrar los servidores de red de dominio y monitorear el sistema de comunicaciones de la institución.</w:t>
      </w:r>
    </w:p>
    <w:p w:rsidRPr="00BF2993" w:rsidR="00D23903" w:rsidP="00BF2993" w:rsidRDefault="00B71C86" w14:paraId="4C9DBCF6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Supervisar, configurar, administrar e instalar los servidores de servicios de infraestructura informática.</w:t>
      </w:r>
    </w:p>
    <w:p w:rsidRPr="00BF2993" w:rsidR="00B71C86" w:rsidP="00BF2993" w:rsidRDefault="00B71C86" w14:paraId="5A670A40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Diseñar y poner en </w:t>
      </w:r>
      <w:r w:rsidRPr="00BF2993" w:rsidR="00526DEE">
        <w:rPr>
          <w:rFonts w:ascii="Arial" w:hAnsi="Arial" w:cs="Arial"/>
          <w:sz w:val="22"/>
          <w:szCs w:val="22"/>
          <w:highlight w:val="yellow"/>
        </w:rPr>
        <w:t>práctica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políticas de seguridades para los equipos y servicios que administra.</w:t>
      </w:r>
    </w:p>
    <w:p w:rsidRPr="00BF2993" w:rsidR="00B71C86" w:rsidP="00BF2993" w:rsidRDefault="00B71C86" w14:paraId="3E010DC5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Implementar las políticas, normas e instructivos de uso de los servicios tecnológicos.</w:t>
      </w:r>
    </w:p>
    <w:p w:rsidRPr="00BF2993" w:rsidR="00B71C86" w:rsidP="00BF2993" w:rsidRDefault="000741B7" w14:paraId="497A1436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Facilitar el uso y aplicación de servicios </w:t>
      </w:r>
      <w:r w:rsidRPr="00BF2993" w:rsidR="00C47F0D">
        <w:rPr>
          <w:rFonts w:ascii="Arial" w:hAnsi="Arial" w:cs="Arial"/>
          <w:sz w:val="22"/>
          <w:szCs w:val="22"/>
          <w:highlight w:val="yellow"/>
        </w:rPr>
        <w:t>informáticos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de infraestructura que garanticen la efectividad y eficiencia del trabajo que realizan los usuarios de todas las </w:t>
      </w:r>
      <w:r w:rsidRPr="00BF2993" w:rsidR="00E064DA">
        <w:rPr>
          <w:rFonts w:ascii="Arial" w:hAnsi="Arial" w:cs="Arial"/>
          <w:sz w:val="22"/>
          <w:szCs w:val="22"/>
          <w:highlight w:val="yellow"/>
        </w:rPr>
        <w:t>áreas</w:t>
      </w:r>
      <w:r w:rsidRPr="00BF2993">
        <w:rPr>
          <w:rFonts w:ascii="Arial" w:hAnsi="Arial" w:cs="Arial"/>
          <w:sz w:val="22"/>
          <w:szCs w:val="22"/>
          <w:highlight w:val="yellow"/>
        </w:rPr>
        <w:t>.</w:t>
      </w:r>
    </w:p>
    <w:p w:rsidRPr="00BF2993" w:rsidR="000741B7" w:rsidP="00BF2993" w:rsidRDefault="000741B7" w14:paraId="6B6626B1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>Velar porque las actualizaciones antivirus y parches se realicen continuamente en los servidores de la DEI.</w:t>
      </w:r>
    </w:p>
    <w:p w:rsidRPr="00BF2993" w:rsidR="000741B7" w:rsidP="00BF2993" w:rsidRDefault="000741B7" w14:paraId="48E754A7" w14:textId="77777777">
      <w:pPr>
        <w:pStyle w:val="Prrafodelista"/>
        <w:numPr>
          <w:ilvl w:val="0"/>
          <w:numId w:val="18"/>
        </w:numPr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r w:rsidRPr="00BF2993">
        <w:rPr>
          <w:rFonts w:ascii="Arial" w:hAnsi="Arial" w:cs="Arial"/>
          <w:sz w:val="22"/>
          <w:szCs w:val="22"/>
          <w:highlight w:val="yellow"/>
        </w:rPr>
        <w:t xml:space="preserve">Investigar y explorar permanentemente las vulnerabilidades que </w:t>
      </w:r>
      <w:r w:rsidRPr="00BF2993" w:rsidR="00E064DA">
        <w:rPr>
          <w:rFonts w:ascii="Arial" w:hAnsi="Arial" w:cs="Arial"/>
          <w:sz w:val="22"/>
          <w:szCs w:val="22"/>
          <w:highlight w:val="yellow"/>
        </w:rPr>
        <w:t>podrían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afectar los sistemas, equipos y </w:t>
      </w:r>
      <w:r w:rsidRPr="00BF2993" w:rsidR="00E064DA">
        <w:rPr>
          <w:rFonts w:ascii="Arial" w:hAnsi="Arial" w:cs="Arial"/>
          <w:sz w:val="22"/>
          <w:szCs w:val="22"/>
          <w:highlight w:val="yellow"/>
        </w:rPr>
        <w:t>demás</w:t>
      </w:r>
      <w:r w:rsidRPr="00BF2993">
        <w:rPr>
          <w:rFonts w:ascii="Arial" w:hAnsi="Arial" w:cs="Arial"/>
          <w:sz w:val="22"/>
          <w:szCs w:val="22"/>
          <w:highlight w:val="yellow"/>
        </w:rPr>
        <w:t xml:space="preserve"> infraestructura de la DEI, a fin de buscar soluciones que permitan proteger los equipos de la </w:t>
      </w:r>
      <w:r w:rsidRPr="00BF2993" w:rsidR="00E064DA">
        <w:rPr>
          <w:rFonts w:ascii="Arial" w:hAnsi="Arial" w:cs="Arial"/>
          <w:sz w:val="22"/>
          <w:szCs w:val="22"/>
          <w:highlight w:val="yellow"/>
        </w:rPr>
        <w:t>institución</w:t>
      </w:r>
      <w:r w:rsidRPr="00BF2993">
        <w:rPr>
          <w:rFonts w:ascii="Arial" w:hAnsi="Arial" w:cs="Arial"/>
          <w:sz w:val="22"/>
          <w:szCs w:val="22"/>
          <w:highlight w:val="yellow"/>
        </w:rPr>
        <w:t>.</w:t>
      </w:r>
    </w:p>
    <w:p w:rsidRPr="00BF2993" w:rsidR="00B8298B" w:rsidP="00BF2993" w:rsidRDefault="00B8298B" w14:paraId="6DA76A59" w14:textId="77777777">
      <w:pPr>
        <w:pStyle w:val="Textoindependiente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A mi solicitud adjunto los siguientes documentos:</w:t>
      </w:r>
    </w:p>
    <w:p w:rsidRPr="00BF2993" w:rsidR="00526DEE" w:rsidP="005434AC" w:rsidRDefault="00CB2B18" w14:paraId="315E31F5" w14:textId="508C4C73">
      <w:pPr>
        <w:pStyle w:val="Lista2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Constancia de tra</w:t>
      </w:r>
      <w:r w:rsidRPr="00BF2993" w:rsidR="005D675D">
        <w:rPr>
          <w:rFonts w:ascii="Arial" w:hAnsi="Arial" w:cs="Arial"/>
          <w:sz w:val="22"/>
          <w:szCs w:val="22"/>
        </w:rPr>
        <w:t xml:space="preserve">bajo </w:t>
      </w:r>
      <w:r w:rsidRPr="00BF2993">
        <w:rPr>
          <w:rFonts w:ascii="Arial" w:hAnsi="Arial" w:cs="Arial"/>
          <w:sz w:val="22"/>
          <w:szCs w:val="22"/>
        </w:rPr>
        <w:t>actualizada,</w:t>
      </w:r>
      <w:r w:rsidRPr="00BF2993" w:rsidR="003D28B3">
        <w:rPr>
          <w:rFonts w:ascii="Arial" w:hAnsi="Arial" w:cs="Arial"/>
          <w:sz w:val="22"/>
          <w:szCs w:val="22"/>
        </w:rPr>
        <w:t xml:space="preserve"> en papel membretado de la institución</w:t>
      </w:r>
      <w:r w:rsidR="005434AC">
        <w:rPr>
          <w:rFonts w:ascii="Arial" w:hAnsi="Arial" w:cs="Arial"/>
          <w:sz w:val="22"/>
          <w:szCs w:val="22"/>
        </w:rPr>
        <w:t>.</w:t>
      </w:r>
    </w:p>
    <w:p w:rsidRPr="00BF2993" w:rsidR="003D28B3" w:rsidP="00BF2993" w:rsidRDefault="003D28B3" w14:paraId="05AF499E" w14:textId="1158421B">
      <w:pPr>
        <w:pStyle w:val="Lista2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Copia del contrato de tr</w:t>
      </w:r>
      <w:r w:rsidRPr="00BF2993" w:rsidR="00CB2B18">
        <w:rPr>
          <w:rFonts w:ascii="Arial" w:hAnsi="Arial" w:cs="Arial"/>
          <w:sz w:val="22"/>
          <w:szCs w:val="22"/>
        </w:rPr>
        <w:t>abajo o acuerdo de nombramiento</w:t>
      </w:r>
      <w:r w:rsidR="005434AC">
        <w:rPr>
          <w:rFonts w:ascii="Arial" w:hAnsi="Arial" w:cs="Arial"/>
          <w:sz w:val="22"/>
          <w:szCs w:val="22"/>
        </w:rPr>
        <w:t>.</w:t>
      </w:r>
    </w:p>
    <w:p w:rsidRPr="00BF2993" w:rsidR="00E71BDE" w:rsidP="00BF2993" w:rsidRDefault="003D28B3" w14:paraId="30A7DC0F" w14:textId="77777777">
      <w:pPr>
        <w:pStyle w:val="Lista2"/>
        <w:numPr>
          <w:ilvl w:val="0"/>
          <w:numId w:val="2"/>
        </w:numPr>
        <w:spacing w:line="276" w:lineRule="auto"/>
        <w:ind w:left="0" w:firstLine="0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 xml:space="preserve">Si la empresa no es reconocida </w:t>
      </w:r>
      <w:r w:rsidRPr="00BF2993" w:rsidR="0026088C">
        <w:rPr>
          <w:rFonts w:ascii="Arial" w:hAnsi="Arial" w:cs="Arial"/>
          <w:sz w:val="22"/>
          <w:szCs w:val="22"/>
        </w:rPr>
        <w:t>(</w:t>
      </w:r>
      <w:r w:rsidRPr="00BF2993" w:rsidR="00E71BDE">
        <w:rPr>
          <w:rFonts w:ascii="Arial" w:hAnsi="Arial" w:cs="Arial"/>
          <w:sz w:val="22"/>
          <w:szCs w:val="22"/>
        </w:rPr>
        <w:t>Copia de la escritura de Constitución de la Empresa</w:t>
      </w:r>
      <w:r w:rsidRPr="00BF2993" w:rsidR="0026088C">
        <w:rPr>
          <w:rFonts w:ascii="Arial" w:hAnsi="Arial" w:cs="Arial"/>
          <w:sz w:val="22"/>
          <w:szCs w:val="22"/>
        </w:rPr>
        <w:t>)</w:t>
      </w:r>
      <w:r w:rsidRPr="00BF2993" w:rsidR="00E71BDE">
        <w:rPr>
          <w:rFonts w:ascii="Arial" w:hAnsi="Arial" w:cs="Arial"/>
          <w:sz w:val="22"/>
          <w:szCs w:val="22"/>
        </w:rPr>
        <w:t>.</w:t>
      </w:r>
    </w:p>
    <w:p w:rsidRPr="00BF2993" w:rsidR="00AF0994" w:rsidP="00BF2993" w:rsidRDefault="00AF0994" w14:paraId="32B204FD" w14:textId="77777777">
      <w:pPr>
        <w:pStyle w:val="Lista2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:rsidRPr="00BF2993" w:rsidR="00496C16" w:rsidP="00BF2993" w:rsidRDefault="0026088C" w14:paraId="72763A12" w14:textId="77777777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Atentamente,</w:t>
      </w:r>
    </w:p>
    <w:p w:rsidR="008C02E5" w:rsidP="00BF2993" w:rsidRDefault="008C02E5" w14:paraId="3C9EAE6A" w14:textId="77777777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:rsidR="00BF2993" w:rsidP="00BF2993" w:rsidRDefault="00BF2993" w14:paraId="0645CCDF" w14:textId="3E170CD5">
      <w:pPr>
        <w:pStyle w:val="Textoindependiente"/>
        <w:spacing w:after="0" w:line="276" w:lineRule="auto"/>
        <w:rPr>
          <w:rFonts w:ascii="Arial" w:hAnsi="Arial" w:cs="Arial"/>
          <w:sz w:val="22"/>
          <w:szCs w:val="22"/>
        </w:rPr>
      </w:pPr>
    </w:p>
    <w:p w:rsidRPr="00BF2993" w:rsidR="005434AC" w:rsidP="005434AC" w:rsidRDefault="005434AC" w14:paraId="15540D11" w14:textId="5485F5CE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16B76">
        <w:rPr>
          <w:b/>
          <w:sz w:val="26"/>
          <w:szCs w:val="26"/>
          <w:highlight w:val="yellow"/>
          <w:lang w:val="es-HN"/>
        </w:rPr>
        <w:t>Firma manuscrita, no debe ser digital</w:t>
      </w:r>
    </w:p>
    <w:p w:rsidRPr="00BF2993" w:rsidR="00EC2D59" w:rsidP="00BF2993" w:rsidRDefault="008C02E5" w14:paraId="2E95E550" w14:textId="77777777">
      <w:pPr>
        <w:pStyle w:val="Textoindependiente"/>
        <w:spacing w:after="0" w:line="276" w:lineRule="auto"/>
        <w:jc w:val="center"/>
        <w:rPr>
          <w:rFonts w:ascii="Arial" w:hAnsi="Arial" w:cs="Arial"/>
          <w:sz w:val="22"/>
          <w:szCs w:val="22"/>
        </w:rPr>
      </w:pPr>
      <w:r w:rsidRPr="00BF2993">
        <w:rPr>
          <w:rFonts w:ascii="Arial" w:hAnsi="Arial" w:cs="Arial"/>
          <w:sz w:val="22"/>
          <w:szCs w:val="22"/>
        </w:rPr>
        <w:t>____________________________________</w:t>
      </w:r>
    </w:p>
    <w:p w:rsidRPr="00BF2993" w:rsidR="005543DB" w:rsidP="00BF2993" w:rsidRDefault="009222B7" w14:paraId="478AE882" w14:textId="6CF06B7A">
      <w:pPr>
        <w:pStyle w:val="Textoindependiente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F2993">
        <w:rPr>
          <w:rFonts w:ascii="Arial" w:hAnsi="Arial" w:cs="Arial"/>
          <w:b/>
          <w:sz w:val="22"/>
          <w:szCs w:val="22"/>
        </w:rPr>
        <w:t xml:space="preserve">FIRMA DEL </w:t>
      </w:r>
      <w:r w:rsidRPr="00BF2993" w:rsidR="00BF2993">
        <w:rPr>
          <w:rFonts w:ascii="Arial" w:hAnsi="Arial" w:cs="Arial"/>
          <w:b/>
          <w:sz w:val="22"/>
          <w:szCs w:val="22"/>
        </w:rPr>
        <w:t>ESTUDIANTE</w:t>
      </w:r>
    </w:p>
    <w:sectPr w:rsidRPr="00BF2993" w:rsidR="005543DB" w:rsidSect="00190AAC">
      <w:footerReference w:type="default" r:id="rId8"/>
      <w:pgSz w:w="12242" w:h="20163" w:orient="portrait" w:code="5"/>
      <w:pgMar w:top="907" w:right="107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89F" w:rsidP="0016027C" w:rsidRDefault="003B389F" w14:paraId="328995BD" w14:textId="77777777">
      <w:r>
        <w:separator/>
      </w:r>
    </w:p>
  </w:endnote>
  <w:endnote w:type="continuationSeparator" w:id="0">
    <w:p w:rsidR="003B389F" w:rsidP="0016027C" w:rsidRDefault="003B389F" w14:paraId="00004C0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DFC" w:rsidRDefault="00A51BF9" w14:paraId="2C1FAD46" w14:textId="77777777">
    <w:pPr>
      <w:pStyle w:val="Piedepgina"/>
      <w:jc w:val="right"/>
    </w:pPr>
    <w:r>
      <w:fldChar w:fldCharType="begin"/>
    </w:r>
    <w:r w:rsidR="001E1000">
      <w:instrText xml:space="preserve"> PAGE   \* MERGEFORMAT </w:instrText>
    </w:r>
    <w:r>
      <w:fldChar w:fldCharType="separate"/>
    </w:r>
    <w:r w:rsidR="00AB7982">
      <w:rPr>
        <w:noProof/>
      </w:rPr>
      <w:t>1</w:t>
    </w:r>
    <w:r>
      <w:rPr>
        <w:noProof/>
      </w:rPr>
      <w:fldChar w:fldCharType="end"/>
    </w:r>
  </w:p>
  <w:p w:rsidR="000A7E4B" w:rsidRDefault="000A7E4B" w14:paraId="56472002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89F" w:rsidP="0016027C" w:rsidRDefault="003B389F" w14:paraId="7D19157A" w14:textId="77777777">
      <w:r>
        <w:separator/>
      </w:r>
    </w:p>
  </w:footnote>
  <w:footnote w:type="continuationSeparator" w:id="0">
    <w:p w:rsidR="003B389F" w:rsidP="0016027C" w:rsidRDefault="003B389F" w14:paraId="034C40D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EC9"/>
    <w:multiLevelType w:val="hybridMultilevel"/>
    <w:tmpl w:val="DB0281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0DFC"/>
    <w:multiLevelType w:val="hybridMultilevel"/>
    <w:tmpl w:val="718A1F92"/>
    <w:lvl w:ilvl="0" w:tplc="4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442708"/>
    <w:multiLevelType w:val="hybridMultilevel"/>
    <w:tmpl w:val="5D3C27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B2515"/>
    <w:multiLevelType w:val="hybridMultilevel"/>
    <w:tmpl w:val="99F85338"/>
    <w:lvl w:ilvl="0" w:tplc="4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4446A7"/>
    <w:multiLevelType w:val="hybridMultilevel"/>
    <w:tmpl w:val="9D623E30"/>
    <w:lvl w:ilvl="0" w:tplc="4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F4AED"/>
    <w:multiLevelType w:val="hybridMultilevel"/>
    <w:tmpl w:val="791457A8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E47D0D"/>
    <w:multiLevelType w:val="hybridMultilevel"/>
    <w:tmpl w:val="4D10B0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A6EDC"/>
    <w:multiLevelType w:val="hybridMultilevel"/>
    <w:tmpl w:val="E0EC5BFE"/>
    <w:lvl w:ilvl="0" w:tplc="B1FA50C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8B1EDA"/>
    <w:multiLevelType w:val="hybridMultilevel"/>
    <w:tmpl w:val="9EA4A8B2"/>
    <w:lvl w:ilvl="0" w:tplc="480A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480A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480A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480A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480A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480A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480A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480A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480A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9" w15:restartNumberingAfterBreak="0">
    <w:nsid w:val="2E6E7ABC"/>
    <w:multiLevelType w:val="hybridMultilevel"/>
    <w:tmpl w:val="382C3C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F6E6E"/>
    <w:multiLevelType w:val="hybridMultilevel"/>
    <w:tmpl w:val="3948FF3E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841E97"/>
    <w:multiLevelType w:val="hybridMultilevel"/>
    <w:tmpl w:val="9DF2B5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3FD361F"/>
    <w:multiLevelType w:val="hybridMultilevel"/>
    <w:tmpl w:val="14E6311A"/>
    <w:lvl w:ilvl="0" w:tplc="85D494E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5" w:hanging="360"/>
      </w:pPr>
    </w:lvl>
    <w:lvl w:ilvl="2" w:tplc="0C0A001B" w:tentative="1">
      <w:start w:val="1"/>
      <w:numFmt w:val="lowerRoman"/>
      <w:lvlText w:val="%3."/>
      <w:lvlJc w:val="right"/>
      <w:pPr>
        <w:ind w:left="2145" w:hanging="180"/>
      </w:pPr>
    </w:lvl>
    <w:lvl w:ilvl="3" w:tplc="0C0A000F" w:tentative="1">
      <w:start w:val="1"/>
      <w:numFmt w:val="decimal"/>
      <w:lvlText w:val="%4."/>
      <w:lvlJc w:val="left"/>
      <w:pPr>
        <w:ind w:left="2865" w:hanging="360"/>
      </w:pPr>
    </w:lvl>
    <w:lvl w:ilvl="4" w:tplc="0C0A0019" w:tentative="1">
      <w:start w:val="1"/>
      <w:numFmt w:val="lowerLetter"/>
      <w:lvlText w:val="%5."/>
      <w:lvlJc w:val="left"/>
      <w:pPr>
        <w:ind w:left="3585" w:hanging="360"/>
      </w:pPr>
    </w:lvl>
    <w:lvl w:ilvl="5" w:tplc="0C0A001B" w:tentative="1">
      <w:start w:val="1"/>
      <w:numFmt w:val="lowerRoman"/>
      <w:lvlText w:val="%6."/>
      <w:lvlJc w:val="right"/>
      <w:pPr>
        <w:ind w:left="4305" w:hanging="180"/>
      </w:pPr>
    </w:lvl>
    <w:lvl w:ilvl="6" w:tplc="0C0A000F" w:tentative="1">
      <w:start w:val="1"/>
      <w:numFmt w:val="decimal"/>
      <w:lvlText w:val="%7."/>
      <w:lvlJc w:val="left"/>
      <w:pPr>
        <w:ind w:left="5025" w:hanging="360"/>
      </w:pPr>
    </w:lvl>
    <w:lvl w:ilvl="7" w:tplc="0C0A0019" w:tentative="1">
      <w:start w:val="1"/>
      <w:numFmt w:val="lowerLetter"/>
      <w:lvlText w:val="%8."/>
      <w:lvlJc w:val="left"/>
      <w:pPr>
        <w:ind w:left="5745" w:hanging="360"/>
      </w:pPr>
    </w:lvl>
    <w:lvl w:ilvl="8" w:tplc="0C0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5971AA5"/>
    <w:multiLevelType w:val="hybridMultilevel"/>
    <w:tmpl w:val="8782135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67776"/>
    <w:multiLevelType w:val="multilevel"/>
    <w:tmpl w:val="4F3652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44B16C6"/>
    <w:multiLevelType w:val="hybridMultilevel"/>
    <w:tmpl w:val="BA7246C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83E6C"/>
    <w:multiLevelType w:val="hybridMultilevel"/>
    <w:tmpl w:val="BC2C6C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E6AC0"/>
    <w:multiLevelType w:val="hybridMultilevel"/>
    <w:tmpl w:val="2F3436E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EB4403B"/>
    <w:multiLevelType w:val="hybridMultilevel"/>
    <w:tmpl w:val="05C6DA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2D764F"/>
    <w:multiLevelType w:val="hybridMultilevel"/>
    <w:tmpl w:val="099031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5"/>
  </w:num>
  <w:num w:numId="5">
    <w:abstractNumId w:val="9"/>
  </w:num>
  <w:num w:numId="6">
    <w:abstractNumId w:val="15"/>
  </w:num>
  <w:num w:numId="7">
    <w:abstractNumId w:val="13"/>
  </w:num>
  <w:num w:numId="8">
    <w:abstractNumId w:val="0"/>
  </w:num>
  <w:num w:numId="9">
    <w:abstractNumId w:val="10"/>
  </w:num>
  <w:num w:numId="10">
    <w:abstractNumId w:val="18"/>
  </w:num>
  <w:num w:numId="11">
    <w:abstractNumId w:val="16"/>
  </w:num>
  <w:num w:numId="12">
    <w:abstractNumId w:val="2"/>
  </w:num>
  <w:num w:numId="13">
    <w:abstractNumId w:val="7"/>
  </w:num>
  <w:num w:numId="14">
    <w:abstractNumId w:val="14"/>
  </w:num>
  <w:num w:numId="15">
    <w:abstractNumId w:val="19"/>
  </w:num>
  <w:num w:numId="16">
    <w:abstractNumId w:val="17"/>
  </w:num>
  <w:num w:numId="17">
    <w:abstractNumId w:val="8"/>
  </w:num>
  <w:num w:numId="18">
    <w:abstractNumId w:val="1"/>
  </w:num>
  <w:num w:numId="19">
    <w:abstractNumId w:val="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FB5"/>
    <w:rsid w:val="00012B79"/>
    <w:rsid w:val="00024967"/>
    <w:rsid w:val="00024E94"/>
    <w:rsid w:val="00043599"/>
    <w:rsid w:val="0005667B"/>
    <w:rsid w:val="00061C55"/>
    <w:rsid w:val="00064A49"/>
    <w:rsid w:val="000741B7"/>
    <w:rsid w:val="000A7A3E"/>
    <w:rsid w:val="000A7E4B"/>
    <w:rsid w:val="000B3FB1"/>
    <w:rsid w:val="000C613A"/>
    <w:rsid w:val="000E6C68"/>
    <w:rsid w:val="001033D5"/>
    <w:rsid w:val="001132B8"/>
    <w:rsid w:val="00115828"/>
    <w:rsid w:val="00131B6A"/>
    <w:rsid w:val="0013554F"/>
    <w:rsid w:val="00142753"/>
    <w:rsid w:val="0016027C"/>
    <w:rsid w:val="00170477"/>
    <w:rsid w:val="00177555"/>
    <w:rsid w:val="00190AAC"/>
    <w:rsid w:val="001958CE"/>
    <w:rsid w:val="001C004C"/>
    <w:rsid w:val="001C53B9"/>
    <w:rsid w:val="001C6FB9"/>
    <w:rsid w:val="001D4061"/>
    <w:rsid w:val="001E1000"/>
    <w:rsid w:val="001F6C17"/>
    <w:rsid w:val="00210F64"/>
    <w:rsid w:val="002137F3"/>
    <w:rsid w:val="00235958"/>
    <w:rsid w:val="002400A4"/>
    <w:rsid w:val="002449B0"/>
    <w:rsid w:val="0026088C"/>
    <w:rsid w:val="002634D3"/>
    <w:rsid w:val="00287760"/>
    <w:rsid w:val="002A1D08"/>
    <w:rsid w:val="002A4514"/>
    <w:rsid w:val="002A50F3"/>
    <w:rsid w:val="002A5874"/>
    <w:rsid w:val="002C7164"/>
    <w:rsid w:val="002D76AD"/>
    <w:rsid w:val="002E192F"/>
    <w:rsid w:val="002E1ECA"/>
    <w:rsid w:val="002E251B"/>
    <w:rsid w:val="002E28B6"/>
    <w:rsid w:val="002F0C8D"/>
    <w:rsid w:val="0033101B"/>
    <w:rsid w:val="0033496D"/>
    <w:rsid w:val="00342D72"/>
    <w:rsid w:val="00351834"/>
    <w:rsid w:val="0035363F"/>
    <w:rsid w:val="00360588"/>
    <w:rsid w:val="00362379"/>
    <w:rsid w:val="0038559C"/>
    <w:rsid w:val="00390B21"/>
    <w:rsid w:val="00390FA6"/>
    <w:rsid w:val="00391538"/>
    <w:rsid w:val="003B389F"/>
    <w:rsid w:val="003D28B3"/>
    <w:rsid w:val="003D2DD6"/>
    <w:rsid w:val="003E5635"/>
    <w:rsid w:val="003E5934"/>
    <w:rsid w:val="003F54B6"/>
    <w:rsid w:val="003F5F1D"/>
    <w:rsid w:val="004047F9"/>
    <w:rsid w:val="00405696"/>
    <w:rsid w:val="00415899"/>
    <w:rsid w:val="00415AA1"/>
    <w:rsid w:val="0043257A"/>
    <w:rsid w:val="00451B1A"/>
    <w:rsid w:val="00457501"/>
    <w:rsid w:val="00476A09"/>
    <w:rsid w:val="00496C16"/>
    <w:rsid w:val="004A1D38"/>
    <w:rsid w:val="004B6250"/>
    <w:rsid w:val="004D4E97"/>
    <w:rsid w:val="004E2CF6"/>
    <w:rsid w:val="004F02AA"/>
    <w:rsid w:val="004F5322"/>
    <w:rsid w:val="00517F3B"/>
    <w:rsid w:val="00522F0D"/>
    <w:rsid w:val="00526DEE"/>
    <w:rsid w:val="00537AC2"/>
    <w:rsid w:val="005434AC"/>
    <w:rsid w:val="005543DB"/>
    <w:rsid w:val="00586D57"/>
    <w:rsid w:val="00596642"/>
    <w:rsid w:val="005C7265"/>
    <w:rsid w:val="005D1FAA"/>
    <w:rsid w:val="005D675D"/>
    <w:rsid w:val="005E1B00"/>
    <w:rsid w:val="005E49CD"/>
    <w:rsid w:val="005E6424"/>
    <w:rsid w:val="005F58AB"/>
    <w:rsid w:val="0061147E"/>
    <w:rsid w:val="00641749"/>
    <w:rsid w:val="00650DFC"/>
    <w:rsid w:val="00661E25"/>
    <w:rsid w:val="00661FC6"/>
    <w:rsid w:val="00671F2E"/>
    <w:rsid w:val="0067752F"/>
    <w:rsid w:val="00691580"/>
    <w:rsid w:val="00696D8D"/>
    <w:rsid w:val="006A30C3"/>
    <w:rsid w:val="006C3FFC"/>
    <w:rsid w:val="006D25BD"/>
    <w:rsid w:val="006E15F6"/>
    <w:rsid w:val="006E4854"/>
    <w:rsid w:val="006F69CD"/>
    <w:rsid w:val="00716EFC"/>
    <w:rsid w:val="00730062"/>
    <w:rsid w:val="00733F0A"/>
    <w:rsid w:val="007367FC"/>
    <w:rsid w:val="00737345"/>
    <w:rsid w:val="0074081F"/>
    <w:rsid w:val="00750C62"/>
    <w:rsid w:val="00754F0A"/>
    <w:rsid w:val="00763117"/>
    <w:rsid w:val="007747C0"/>
    <w:rsid w:val="0078406E"/>
    <w:rsid w:val="007865BF"/>
    <w:rsid w:val="007A2832"/>
    <w:rsid w:val="007A4454"/>
    <w:rsid w:val="007B059A"/>
    <w:rsid w:val="00801307"/>
    <w:rsid w:val="00817159"/>
    <w:rsid w:val="00826752"/>
    <w:rsid w:val="0083410D"/>
    <w:rsid w:val="00843FB5"/>
    <w:rsid w:val="0084750D"/>
    <w:rsid w:val="00856B8B"/>
    <w:rsid w:val="0086611A"/>
    <w:rsid w:val="00867951"/>
    <w:rsid w:val="00872C4E"/>
    <w:rsid w:val="008802B0"/>
    <w:rsid w:val="008809D6"/>
    <w:rsid w:val="00881B9C"/>
    <w:rsid w:val="008B2F57"/>
    <w:rsid w:val="008C02E5"/>
    <w:rsid w:val="0090204D"/>
    <w:rsid w:val="009170AE"/>
    <w:rsid w:val="009222B7"/>
    <w:rsid w:val="00923F5B"/>
    <w:rsid w:val="0092452E"/>
    <w:rsid w:val="00926C6F"/>
    <w:rsid w:val="00944FC4"/>
    <w:rsid w:val="00947216"/>
    <w:rsid w:val="00954A93"/>
    <w:rsid w:val="00970FD2"/>
    <w:rsid w:val="00973295"/>
    <w:rsid w:val="00980CEC"/>
    <w:rsid w:val="0099204F"/>
    <w:rsid w:val="009A4BE4"/>
    <w:rsid w:val="009B4165"/>
    <w:rsid w:val="009B791E"/>
    <w:rsid w:val="009C7E60"/>
    <w:rsid w:val="009D6C80"/>
    <w:rsid w:val="00A00709"/>
    <w:rsid w:val="00A05817"/>
    <w:rsid w:val="00A34858"/>
    <w:rsid w:val="00A35093"/>
    <w:rsid w:val="00A40972"/>
    <w:rsid w:val="00A419FD"/>
    <w:rsid w:val="00A4492F"/>
    <w:rsid w:val="00A51BF9"/>
    <w:rsid w:val="00A546F1"/>
    <w:rsid w:val="00A5717A"/>
    <w:rsid w:val="00A60B3D"/>
    <w:rsid w:val="00A80592"/>
    <w:rsid w:val="00A8103B"/>
    <w:rsid w:val="00A839AF"/>
    <w:rsid w:val="00A84239"/>
    <w:rsid w:val="00A8499C"/>
    <w:rsid w:val="00A87761"/>
    <w:rsid w:val="00A92C74"/>
    <w:rsid w:val="00A97FA1"/>
    <w:rsid w:val="00AA1928"/>
    <w:rsid w:val="00AA74D6"/>
    <w:rsid w:val="00AB0A91"/>
    <w:rsid w:val="00AB7982"/>
    <w:rsid w:val="00AC15EC"/>
    <w:rsid w:val="00AE6E77"/>
    <w:rsid w:val="00AF0994"/>
    <w:rsid w:val="00AF7CD1"/>
    <w:rsid w:val="00B02A42"/>
    <w:rsid w:val="00B23E9B"/>
    <w:rsid w:val="00B40985"/>
    <w:rsid w:val="00B43079"/>
    <w:rsid w:val="00B437EF"/>
    <w:rsid w:val="00B51B66"/>
    <w:rsid w:val="00B71C86"/>
    <w:rsid w:val="00B731AB"/>
    <w:rsid w:val="00B8298B"/>
    <w:rsid w:val="00B82E53"/>
    <w:rsid w:val="00BA2FA4"/>
    <w:rsid w:val="00BB246D"/>
    <w:rsid w:val="00BE0EC8"/>
    <w:rsid w:val="00BE2CA5"/>
    <w:rsid w:val="00BF2993"/>
    <w:rsid w:val="00C12787"/>
    <w:rsid w:val="00C30DDC"/>
    <w:rsid w:val="00C46D88"/>
    <w:rsid w:val="00C47F0D"/>
    <w:rsid w:val="00C5115A"/>
    <w:rsid w:val="00C52E30"/>
    <w:rsid w:val="00C96015"/>
    <w:rsid w:val="00CB0456"/>
    <w:rsid w:val="00CB2B18"/>
    <w:rsid w:val="00CD1E48"/>
    <w:rsid w:val="00D04BC6"/>
    <w:rsid w:val="00D231FA"/>
    <w:rsid w:val="00D23903"/>
    <w:rsid w:val="00D62C75"/>
    <w:rsid w:val="00D72D1A"/>
    <w:rsid w:val="00D7747E"/>
    <w:rsid w:val="00D97831"/>
    <w:rsid w:val="00DB15E4"/>
    <w:rsid w:val="00DB2AF7"/>
    <w:rsid w:val="00DB2D59"/>
    <w:rsid w:val="00DB5FE5"/>
    <w:rsid w:val="00DC0752"/>
    <w:rsid w:val="00DD4DC3"/>
    <w:rsid w:val="00DE1FB4"/>
    <w:rsid w:val="00DE49AA"/>
    <w:rsid w:val="00DE6F30"/>
    <w:rsid w:val="00DF437E"/>
    <w:rsid w:val="00E045A0"/>
    <w:rsid w:val="00E064DA"/>
    <w:rsid w:val="00E10A5B"/>
    <w:rsid w:val="00E16DA8"/>
    <w:rsid w:val="00E25A1A"/>
    <w:rsid w:val="00E32248"/>
    <w:rsid w:val="00E3588F"/>
    <w:rsid w:val="00E36B6B"/>
    <w:rsid w:val="00E42EB5"/>
    <w:rsid w:val="00E542AF"/>
    <w:rsid w:val="00E71BDE"/>
    <w:rsid w:val="00E8247F"/>
    <w:rsid w:val="00E82585"/>
    <w:rsid w:val="00E82BD1"/>
    <w:rsid w:val="00E96D48"/>
    <w:rsid w:val="00EA21B0"/>
    <w:rsid w:val="00EB4C7E"/>
    <w:rsid w:val="00EB58B8"/>
    <w:rsid w:val="00EC2D59"/>
    <w:rsid w:val="00ED0A2D"/>
    <w:rsid w:val="00ED23A3"/>
    <w:rsid w:val="00EF014F"/>
    <w:rsid w:val="00EF1B80"/>
    <w:rsid w:val="00EF67EC"/>
    <w:rsid w:val="00F0341A"/>
    <w:rsid w:val="00F035E2"/>
    <w:rsid w:val="00F119DF"/>
    <w:rsid w:val="00F172B9"/>
    <w:rsid w:val="00F322C3"/>
    <w:rsid w:val="00F351BA"/>
    <w:rsid w:val="00F470F0"/>
    <w:rsid w:val="00F764C2"/>
    <w:rsid w:val="00F77CA9"/>
    <w:rsid w:val="00F77F26"/>
    <w:rsid w:val="00F9071B"/>
    <w:rsid w:val="00F91CAC"/>
    <w:rsid w:val="00F975BD"/>
    <w:rsid w:val="00FA55DB"/>
    <w:rsid w:val="00FA7655"/>
    <w:rsid w:val="00FB357B"/>
    <w:rsid w:val="00FB4B93"/>
    <w:rsid w:val="00FC4917"/>
    <w:rsid w:val="00FE2DCC"/>
    <w:rsid w:val="00FF16DC"/>
    <w:rsid w:val="02ECFA6C"/>
    <w:rsid w:val="103C24A4"/>
    <w:rsid w:val="17C7D967"/>
    <w:rsid w:val="200D5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9A7F675"/>
  <w15:docId w15:val="{90075805-43DB-48C3-AAF6-96BE03B3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EB4C7E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235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235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235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23595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2359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41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16027C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6027C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16027C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6027C"/>
    <w:rPr>
      <w:sz w:val="24"/>
      <w:szCs w:val="24"/>
    </w:rPr>
  </w:style>
  <w:style w:type="paragraph" w:styleId="Textodeglobo">
    <w:name w:val="Balloon Text"/>
    <w:basedOn w:val="Normal"/>
    <w:link w:val="TextodegloboCar"/>
    <w:rsid w:val="0016027C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rsid w:val="0016027C"/>
    <w:rPr>
      <w:rFonts w:ascii="Tahoma" w:hAnsi="Tahoma" w:cs="Tahoma"/>
      <w:sz w:val="16"/>
      <w:szCs w:val="16"/>
    </w:rPr>
  </w:style>
  <w:style w:type="character" w:styleId="Ttulo1Car" w:customStyle="1">
    <w:name w:val="Título 1 Car"/>
    <w:basedOn w:val="Fuentedeprrafopredeter"/>
    <w:link w:val="Ttulo1"/>
    <w:rsid w:val="00235958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styleId="Ttulo2Car" w:customStyle="1">
    <w:name w:val="Título 2 Car"/>
    <w:basedOn w:val="Fuentedeprrafopredeter"/>
    <w:link w:val="Ttulo2"/>
    <w:rsid w:val="00235958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tulo3Car" w:customStyle="1">
    <w:name w:val="Título 3 Car"/>
    <w:basedOn w:val="Fuentedeprrafopredeter"/>
    <w:link w:val="Ttulo3"/>
    <w:rsid w:val="00235958"/>
    <w:rPr>
      <w:rFonts w:ascii="Cambria" w:hAnsi="Cambria" w:eastAsia="Times New Roman" w:cs="Times New Roman"/>
      <w:b/>
      <w:bCs/>
      <w:sz w:val="26"/>
      <w:szCs w:val="26"/>
    </w:rPr>
  </w:style>
  <w:style w:type="character" w:styleId="Ttulo4Car" w:customStyle="1">
    <w:name w:val="Título 4 Car"/>
    <w:basedOn w:val="Fuentedeprrafopredeter"/>
    <w:link w:val="Ttulo4"/>
    <w:rsid w:val="00235958"/>
    <w:rPr>
      <w:rFonts w:ascii="Calibri" w:hAnsi="Calibri" w:eastAsia="Times New Roman" w:cs="Times New Roman"/>
      <w:b/>
      <w:bCs/>
      <w:sz w:val="28"/>
      <w:szCs w:val="28"/>
    </w:rPr>
  </w:style>
  <w:style w:type="character" w:styleId="Ttulo5Car" w:customStyle="1">
    <w:name w:val="Título 5 Car"/>
    <w:basedOn w:val="Fuentedeprrafopredeter"/>
    <w:link w:val="Ttulo5"/>
    <w:rsid w:val="00235958"/>
    <w:rPr>
      <w:rFonts w:ascii="Calibri" w:hAnsi="Calibri" w:eastAsia="Times New Roman" w:cs="Times New Roman"/>
      <w:b/>
      <w:bCs/>
      <w:i/>
      <w:iCs/>
      <w:sz w:val="26"/>
      <w:szCs w:val="26"/>
    </w:rPr>
  </w:style>
  <w:style w:type="paragraph" w:styleId="Lista">
    <w:name w:val="List"/>
    <w:basedOn w:val="Normal"/>
    <w:rsid w:val="00235958"/>
    <w:pPr>
      <w:ind w:left="283" w:hanging="283"/>
      <w:contextualSpacing/>
    </w:pPr>
  </w:style>
  <w:style w:type="paragraph" w:styleId="Lista2">
    <w:name w:val="List 2"/>
    <w:basedOn w:val="Normal"/>
    <w:rsid w:val="00235958"/>
    <w:pPr>
      <w:ind w:left="566" w:hanging="283"/>
      <w:contextualSpacing/>
    </w:pPr>
  </w:style>
  <w:style w:type="paragraph" w:styleId="Ttulo">
    <w:name w:val="Title"/>
    <w:basedOn w:val="Normal"/>
    <w:next w:val="Normal"/>
    <w:link w:val="TtuloCar"/>
    <w:qFormat/>
    <w:rsid w:val="00235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TtuloCar" w:customStyle="1">
    <w:name w:val="Título Car"/>
    <w:basedOn w:val="Fuentedeprrafopredeter"/>
    <w:link w:val="Ttulo"/>
    <w:rsid w:val="00235958"/>
    <w:rPr>
      <w:rFonts w:ascii="Cambria" w:hAnsi="Cambria" w:eastAsia="Times New Roman" w:cs="Times New Roman"/>
      <w:b/>
      <w:bCs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rsid w:val="00235958"/>
    <w:pPr>
      <w:spacing w:after="120"/>
    </w:pPr>
  </w:style>
  <w:style w:type="character" w:styleId="TextoindependienteCar" w:customStyle="1">
    <w:name w:val="Texto independiente Car"/>
    <w:basedOn w:val="Fuentedeprrafopredeter"/>
    <w:link w:val="Textoindependiente"/>
    <w:rsid w:val="00235958"/>
    <w:rPr>
      <w:sz w:val="24"/>
      <w:szCs w:val="24"/>
    </w:rPr>
  </w:style>
  <w:style w:type="paragraph" w:styleId="Subttulo">
    <w:name w:val="Subtitle"/>
    <w:basedOn w:val="Normal"/>
    <w:next w:val="Normal"/>
    <w:link w:val="SubttuloCar"/>
    <w:qFormat/>
    <w:rsid w:val="00235958"/>
    <w:pPr>
      <w:spacing w:after="60"/>
      <w:jc w:val="center"/>
      <w:outlineLvl w:val="1"/>
    </w:pPr>
    <w:rPr>
      <w:rFonts w:ascii="Cambria" w:hAnsi="Cambria"/>
    </w:rPr>
  </w:style>
  <w:style w:type="character" w:styleId="SubttuloCar" w:customStyle="1">
    <w:name w:val="Subtítulo Car"/>
    <w:basedOn w:val="Fuentedeprrafopredeter"/>
    <w:link w:val="Subttulo"/>
    <w:rsid w:val="00235958"/>
    <w:rPr>
      <w:rFonts w:ascii="Cambria" w:hAnsi="Cambria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91093-C077-43A6-8D24-0094F95B42A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unah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FORMATO DE SOLICITUD PARA REALIZAR LA PRÁCTICA PROFESIONAL OBLIGATORIA Y SUPERVISADA Facultad de Ingeniería – Departamento de Ingeniería en Sistemas, UNAH.</dc:title>
  <dc:creator>Ing en sistemas</dc:creator>
  <lastModifiedBy>COORDINACIÓN DEPARTAMENTO INGENIERíA EN SISTEMAS</lastModifiedBy>
  <revision>6</revision>
  <lastPrinted>2010-04-19T17:14:00.0000000Z</lastPrinted>
  <dcterms:created xsi:type="dcterms:W3CDTF">2016-08-15T09:35:00.0000000Z</dcterms:created>
  <dcterms:modified xsi:type="dcterms:W3CDTF">2024-10-22T13:12:28.9243873Z</dcterms:modified>
</coreProperties>
</file>