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DE1A" w14:textId="77777777" w:rsidR="00345748" w:rsidRPr="00D12FDC" w:rsidRDefault="00345748" w:rsidP="00345748">
      <w:pPr>
        <w:spacing w:after="0"/>
        <w:jc w:val="center"/>
        <w:rPr>
          <w:rFonts w:ascii="Arial" w:hAnsi="Arial" w:cs="Arial"/>
          <w:b/>
        </w:rPr>
      </w:pPr>
      <w:r w:rsidRPr="00D12FDC">
        <w:rPr>
          <w:rFonts w:ascii="Arial" w:hAnsi="Arial" w:cs="Arial"/>
          <w:b/>
        </w:rPr>
        <w:t>SE SOLICITA EXAMEN DEL HIMNO NACIONAL DE LA REPÚBLICA DE HONDURAS</w:t>
      </w:r>
    </w:p>
    <w:p w14:paraId="3EC04E82" w14:textId="1F8482AB" w:rsidR="00345748" w:rsidRPr="00D12FDC" w:rsidRDefault="00345748" w:rsidP="00345748">
      <w:pPr>
        <w:jc w:val="center"/>
        <w:rPr>
          <w:rFonts w:ascii="Arial" w:hAnsi="Arial" w:cs="Arial"/>
          <w:b/>
        </w:rPr>
      </w:pPr>
      <w:r w:rsidRPr="00D12FDC">
        <w:rPr>
          <w:rFonts w:ascii="Arial" w:hAnsi="Arial" w:cs="Arial"/>
          <w:b/>
        </w:rPr>
        <w:t xml:space="preserve">AL ING. </w:t>
      </w:r>
      <w:r w:rsidR="00D12FDC" w:rsidRPr="00D12FDC">
        <w:rPr>
          <w:rFonts w:ascii="Arial" w:hAnsi="Arial" w:cs="Arial"/>
          <w:b/>
          <w:highlight w:val="yellow"/>
        </w:rPr>
        <w:t>XXXXXXXXX</w:t>
      </w:r>
      <w:r w:rsidRPr="00D12FDC">
        <w:rPr>
          <w:rFonts w:ascii="Arial" w:hAnsi="Arial" w:cs="Arial"/>
          <w:b/>
        </w:rPr>
        <w:t xml:space="preserve">, COORDINADOR DE LA CARRERA DE INGENIERÍA EN SISTEMAS </w:t>
      </w:r>
    </w:p>
    <w:p w14:paraId="3084396E" w14:textId="6008E769" w:rsidR="00345748" w:rsidRPr="00D12FDC" w:rsidRDefault="00345748" w:rsidP="00345748">
      <w:pPr>
        <w:spacing w:after="0" w:line="360" w:lineRule="auto"/>
        <w:jc w:val="both"/>
        <w:rPr>
          <w:rFonts w:ascii="Arial" w:hAnsi="Arial" w:cs="Arial"/>
        </w:rPr>
      </w:pPr>
      <w:r w:rsidRPr="00D12FDC">
        <w:rPr>
          <w:rFonts w:ascii="Arial" w:hAnsi="Arial" w:cs="Arial"/>
        </w:rPr>
        <w:t>Yo</w:t>
      </w:r>
      <w:r w:rsidRPr="00D12FDC">
        <w:rPr>
          <w:rFonts w:ascii="Arial" w:hAnsi="Arial" w:cs="Arial"/>
          <w:b/>
          <w:i/>
        </w:rPr>
        <w:t>,</w:t>
      </w:r>
      <w:r w:rsidRPr="00D12FDC">
        <w:rPr>
          <w:rFonts w:ascii="Arial" w:eastAsia="Arial Unicode MS" w:hAnsi="Arial" w:cs="Arial"/>
          <w:b/>
          <w:bCs/>
        </w:rPr>
        <w:t xml:space="preserve"> </w:t>
      </w:r>
      <w:r w:rsidRPr="00D12FDC">
        <w:rPr>
          <w:rFonts w:ascii="Arial" w:hAnsi="Arial" w:cs="Arial"/>
          <w:b/>
          <w:i/>
          <w:highlight w:val="yellow"/>
        </w:rPr>
        <w:t>Nombre en mayúscula y negrita</w:t>
      </w:r>
      <w:r w:rsidRPr="00D12FDC">
        <w:rPr>
          <w:rFonts w:ascii="Arial" w:hAnsi="Arial" w:cs="Arial"/>
          <w:b/>
          <w:i/>
        </w:rPr>
        <w:t>,</w:t>
      </w:r>
      <w:r w:rsidRPr="00D12FDC">
        <w:rPr>
          <w:rFonts w:ascii="Arial" w:hAnsi="Arial" w:cs="Arial"/>
          <w:b/>
        </w:rPr>
        <w:t xml:space="preserve"> </w:t>
      </w:r>
      <w:r w:rsidRPr="00D12FDC">
        <w:rPr>
          <w:rFonts w:ascii="Arial" w:hAnsi="Arial" w:cs="Arial"/>
        </w:rPr>
        <w:t xml:space="preserve">mayor de edad, egresado de la Carrera de </w:t>
      </w:r>
      <w:r w:rsidRPr="00D12FDC">
        <w:rPr>
          <w:rFonts w:ascii="Arial" w:hAnsi="Arial" w:cs="Arial"/>
          <w:b/>
        </w:rPr>
        <w:t xml:space="preserve">Ingeniería en Sistemas, </w:t>
      </w:r>
      <w:r w:rsidRPr="00D12FDC">
        <w:rPr>
          <w:rFonts w:ascii="Arial" w:hAnsi="Arial" w:cs="Arial"/>
        </w:rPr>
        <w:t xml:space="preserve">con No. de cuenta </w:t>
      </w:r>
      <w:r w:rsidRPr="00D12FDC">
        <w:rPr>
          <w:rFonts w:ascii="Arial" w:hAnsi="Arial" w:cs="Arial"/>
          <w:b/>
          <w:highlight w:val="yellow"/>
        </w:rPr>
        <w:t>número de cuenta en negrita</w:t>
      </w:r>
      <w:r w:rsidRPr="00D12FDC">
        <w:rPr>
          <w:rFonts w:ascii="Arial" w:hAnsi="Arial" w:cs="Arial"/>
        </w:rPr>
        <w:t>;</w:t>
      </w:r>
      <w:r w:rsidRPr="00D12FDC">
        <w:rPr>
          <w:rFonts w:ascii="Arial" w:hAnsi="Arial" w:cs="Arial"/>
          <w:b/>
        </w:rPr>
        <w:t xml:space="preserve"> </w:t>
      </w:r>
      <w:r w:rsidRPr="00D12FDC">
        <w:rPr>
          <w:rFonts w:ascii="Arial" w:hAnsi="Arial" w:cs="Arial"/>
        </w:rPr>
        <w:t xml:space="preserve">con todo respeto comparezco ante el Ingeniero examinador de la Carrera de Ingeniería en Sistemas de la Facultad de Ingeniería de </w:t>
      </w:r>
      <w:smartTag w:uri="urn:schemas-microsoft-com:office:smarttags" w:element="PersonName">
        <w:smartTagPr>
          <w:attr w:name="ProductID" w:val="la UNAH"/>
        </w:smartTagPr>
        <w:r w:rsidRPr="00D12FDC">
          <w:rPr>
            <w:rFonts w:ascii="Arial" w:hAnsi="Arial" w:cs="Arial"/>
          </w:rPr>
          <w:t>la UNAH</w:t>
        </w:r>
      </w:smartTag>
      <w:r w:rsidRPr="00D12FDC">
        <w:rPr>
          <w:rFonts w:ascii="Arial" w:hAnsi="Arial" w:cs="Arial"/>
        </w:rPr>
        <w:t xml:space="preserve">, solicitando se me practique el examen del Himno Nacional de Honduras, como un requisito previo para optar al título de Ingeniero(a) en Sistemas. Tegucigalpa, M.D.C., </w:t>
      </w:r>
      <w:r w:rsidR="006C1981">
        <w:rPr>
          <w:rFonts w:ascii="Arial" w:hAnsi="Arial" w:cs="Arial"/>
          <w:highlight w:val="yellow"/>
        </w:rPr>
        <w:t>13</w:t>
      </w:r>
      <w:r w:rsidRPr="00D12FDC">
        <w:rPr>
          <w:rFonts w:ascii="Arial" w:hAnsi="Arial" w:cs="Arial"/>
        </w:rPr>
        <w:t xml:space="preserve"> de </w:t>
      </w:r>
      <w:r w:rsidR="00CC2D27">
        <w:rPr>
          <w:rFonts w:ascii="Arial" w:hAnsi="Arial" w:cs="Arial"/>
          <w:highlight w:val="yellow"/>
        </w:rPr>
        <w:t>Abril</w:t>
      </w:r>
      <w:r w:rsidRPr="00D12FDC">
        <w:rPr>
          <w:rFonts w:ascii="Arial" w:hAnsi="Arial" w:cs="Arial"/>
        </w:rPr>
        <w:t xml:space="preserve"> del año </w:t>
      </w:r>
      <w:r w:rsidRPr="00D12FDC">
        <w:rPr>
          <w:rFonts w:ascii="Arial" w:hAnsi="Arial" w:cs="Arial"/>
          <w:highlight w:val="yellow"/>
        </w:rPr>
        <w:t>2</w:t>
      </w:r>
      <w:r w:rsidR="009E1E0E">
        <w:rPr>
          <w:rFonts w:ascii="Arial" w:hAnsi="Arial" w:cs="Arial"/>
          <w:highlight w:val="yellow"/>
        </w:rPr>
        <w:t>024</w:t>
      </w:r>
      <w:r w:rsidRPr="00D12FDC">
        <w:rPr>
          <w:rFonts w:ascii="Arial" w:hAnsi="Arial" w:cs="Arial"/>
        </w:rPr>
        <w:t>.</w:t>
      </w:r>
    </w:p>
    <w:p w14:paraId="5B9C0075" w14:textId="77777777" w:rsidR="00345748" w:rsidRPr="00D12FDC" w:rsidRDefault="00345748" w:rsidP="00345748">
      <w:pPr>
        <w:spacing w:after="0"/>
        <w:jc w:val="both"/>
        <w:rPr>
          <w:rFonts w:ascii="Arial" w:hAnsi="Arial" w:cs="Arial"/>
        </w:rPr>
      </w:pPr>
    </w:p>
    <w:p w14:paraId="562D0726" w14:textId="77777777" w:rsidR="00345748" w:rsidRPr="00D12FDC" w:rsidRDefault="00345748" w:rsidP="00345748">
      <w:pPr>
        <w:spacing w:after="0"/>
        <w:jc w:val="both"/>
        <w:rPr>
          <w:rFonts w:ascii="Arial" w:hAnsi="Arial" w:cs="Arial"/>
        </w:rPr>
      </w:pPr>
    </w:p>
    <w:p w14:paraId="15504BEC" w14:textId="77777777" w:rsidR="00345748" w:rsidRPr="00D12FDC" w:rsidRDefault="00345748" w:rsidP="00345748">
      <w:pPr>
        <w:spacing w:after="0"/>
        <w:jc w:val="center"/>
        <w:rPr>
          <w:rFonts w:ascii="Arial" w:hAnsi="Arial" w:cs="Arial"/>
        </w:rPr>
      </w:pPr>
    </w:p>
    <w:p w14:paraId="447D5D9F" w14:textId="77777777" w:rsidR="00345748" w:rsidRPr="00D12FDC" w:rsidRDefault="00345748" w:rsidP="00345748">
      <w:pPr>
        <w:spacing w:after="0"/>
        <w:jc w:val="center"/>
        <w:rPr>
          <w:rFonts w:ascii="Arial" w:hAnsi="Arial" w:cs="Arial"/>
        </w:rPr>
      </w:pPr>
      <w:r w:rsidRPr="00D12FDC">
        <w:rPr>
          <w:rFonts w:ascii="Arial" w:hAnsi="Arial" w:cs="Arial"/>
        </w:rPr>
        <w:t>_____________________________________</w:t>
      </w:r>
    </w:p>
    <w:p w14:paraId="187D8224" w14:textId="77777777" w:rsidR="00345748" w:rsidRPr="00D12FDC" w:rsidRDefault="00345748" w:rsidP="00345748">
      <w:pPr>
        <w:spacing w:after="0"/>
        <w:jc w:val="center"/>
        <w:rPr>
          <w:rFonts w:ascii="Arial" w:hAnsi="Arial" w:cs="Arial"/>
          <w:b/>
        </w:rPr>
      </w:pPr>
      <w:r w:rsidRPr="00D12FDC">
        <w:rPr>
          <w:rFonts w:ascii="Arial" w:hAnsi="Arial" w:cs="Arial"/>
          <w:b/>
        </w:rPr>
        <w:t>FIRMA DEL ALUMNO A SER EXAMINADO</w:t>
      </w:r>
    </w:p>
    <w:p w14:paraId="21F66FB4" w14:textId="77777777" w:rsidR="00345748" w:rsidRPr="00D12FDC" w:rsidRDefault="00345748" w:rsidP="00345748">
      <w:pPr>
        <w:spacing w:after="0"/>
        <w:jc w:val="both"/>
        <w:rPr>
          <w:rFonts w:ascii="Arial" w:hAnsi="Arial" w:cs="Arial"/>
        </w:rPr>
      </w:pPr>
    </w:p>
    <w:p w14:paraId="062810F4" w14:textId="2F2C02DE" w:rsidR="00345748" w:rsidRPr="00D12FDC" w:rsidRDefault="00345748" w:rsidP="00345748">
      <w:pPr>
        <w:spacing w:after="0" w:line="360" w:lineRule="auto"/>
        <w:jc w:val="both"/>
        <w:rPr>
          <w:rFonts w:ascii="Arial" w:hAnsi="Arial" w:cs="Arial"/>
        </w:rPr>
      </w:pPr>
      <w:r w:rsidRPr="00D12FDC">
        <w:rPr>
          <w:rFonts w:ascii="Arial" w:hAnsi="Arial" w:cs="Arial"/>
        </w:rPr>
        <w:t xml:space="preserve">Recibida la presente solicitud el día </w:t>
      </w:r>
      <w:r w:rsidRPr="00D12FDC">
        <w:rPr>
          <w:rFonts w:ascii="Arial" w:hAnsi="Arial" w:cs="Arial"/>
          <w:highlight w:val="yellow"/>
        </w:rPr>
        <w:t>13</w:t>
      </w:r>
      <w:r w:rsidRPr="00D12FDC">
        <w:rPr>
          <w:rFonts w:ascii="Arial" w:hAnsi="Arial" w:cs="Arial"/>
        </w:rPr>
        <w:t xml:space="preserve"> de </w:t>
      </w:r>
      <w:r w:rsidRPr="00D12FDC">
        <w:rPr>
          <w:rFonts w:ascii="Arial" w:hAnsi="Arial" w:cs="Arial"/>
          <w:highlight w:val="yellow"/>
        </w:rPr>
        <w:t>Abril</w:t>
      </w:r>
      <w:r w:rsidRPr="00D12FDC">
        <w:rPr>
          <w:rFonts w:ascii="Arial" w:hAnsi="Arial" w:cs="Arial"/>
        </w:rPr>
        <w:t xml:space="preserve"> del año </w:t>
      </w:r>
      <w:r w:rsidRPr="00D12FDC">
        <w:rPr>
          <w:rFonts w:ascii="Arial" w:hAnsi="Arial" w:cs="Arial"/>
          <w:highlight w:val="yellow"/>
        </w:rPr>
        <w:t>20</w:t>
      </w:r>
      <w:r w:rsidR="009E1E0E">
        <w:rPr>
          <w:rFonts w:ascii="Arial" w:hAnsi="Arial" w:cs="Arial"/>
          <w:highlight w:val="yellow"/>
        </w:rPr>
        <w:t>24</w:t>
      </w:r>
      <w:r w:rsidRPr="00D12FDC">
        <w:rPr>
          <w:rFonts w:ascii="Arial" w:hAnsi="Arial" w:cs="Arial"/>
        </w:rPr>
        <w:t xml:space="preserve">, en mi condición de examinador de la Carrera de Ingeniería en Sistemas, habiendo practicado el examen del Himno Nacional de la República de Honduras, al (la) joven </w:t>
      </w:r>
      <w:r w:rsidRPr="00D12FDC">
        <w:rPr>
          <w:rFonts w:ascii="Arial" w:hAnsi="Arial" w:cs="Arial"/>
          <w:b/>
          <w:i/>
          <w:highlight w:val="yellow"/>
        </w:rPr>
        <w:t>Nombre en mayúscula y negrita</w:t>
      </w:r>
      <w:r w:rsidRPr="00D12FDC">
        <w:rPr>
          <w:rFonts w:ascii="Arial" w:hAnsi="Arial" w:cs="Arial"/>
          <w:b/>
          <w:i/>
        </w:rPr>
        <w:t>,</w:t>
      </w:r>
      <w:r w:rsidRPr="00D12FDC">
        <w:rPr>
          <w:rFonts w:ascii="Arial" w:hAnsi="Arial" w:cs="Arial"/>
        </w:rPr>
        <w:t xml:space="preserve"> con número de cuenta </w:t>
      </w:r>
      <w:r w:rsidRPr="00D12FDC">
        <w:rPr>
          <w:rFonts w:ascii="Arial" w:hAnsi="Arial" w:cs="Arial"/>
          <w:b/>
          <w:highlight w:val="yellow"/>
        </w:rPr>
        <w:t>número de cuenta en negrita</w:t>
      </w:r>
      <w:r w:rsidRPr="00D12FDC">
        <w:rPr>
          <w:rFonts w:ascii="Arial" w:hAnsi="Arial" w:cs="Arial"/>
        </w:rPr>
        <w:t xml:space="preserve"> y egresado(a) de la Carrera de Ingeniería en Sistemas, INFORMO que el (la) interesado(a) APROBÓ</w:t>
      </w:r>
      <w:r w:rsidRPr="00D12FDC">
        <w:rPr>
          <w:rFonts w:ascii="Arial" w:hAnsi="Arial" w:cs="Arial"/>
          <w:b/>
        </w:rPr>
        <w:t xml:space="preserve"> </w:t>
      </w:r>
      <w:r w:rsidRPr="00D12FDC">
        <w:rPr>
          <w:rFonts w:ascii="Arial" w:hAnsi="Arial" w:cs="Arial"/>
        </w:rPr>
        <w:t>el</w:t>
      </w:r>
      <w:r w:rsidRPr="00D12FDC">
        <w:rPr>
          <w:rFonts w:ascii="Arial" w:hAnsi="Arial" w:cs="Arial"/>
          <w:b/>
        </w:rPr>
        <w:t xml:space="preserve"> Examen del Himno Nacional</w:t>
      </w:r>
      <w:r w:rsidRPr="00D12FDC">
        <w:rPr>
          <w:rFonts w:ascii="Arial" w:hAnsi="Arial" w:cs="Arial"/>
        </w:rPr>
        <w:t xml:space="preserve">, por consiguiente esta Carrera </w:t>
      </w:r>
      <w:r w:rsidRPr="00D12FDC">
        <w:rPr>
          <w:rFonts w:ascii="Arial" w:hAnsi="Arial" w:cs="Arial"/>
          <w:caps/>
        </w:rPr>
        <w:t>certifica y aprueba</w:t>
      </w:r>
      <w:r w:rsidRPr="00D12FDC">
        <w:rPr>
          <w:rFonts w:ascii="Arial" w:hAnsi="Arial" w:cs="Arial"/>
        </w:rPr>
        <w:t xml:space="preserve"> que el Estudiante concluyó con este requisito obligatorio y previo para optar al título de Ingeniero(a) en Sistemas.</w:t>
      </w:r>
    </w:p>
    <w:p w14:paraId="03659874" w14:textId="77777777" w:rsidR="00345748" w:rsidRPr="00D12FDC" w:rsidRDefault="00345748" w:rsidP="00345748">
      <w:pPr>
        <w:spacing w:after="0" w:line="360" w:lineRule="auto"/>
        <w:jc w:val="both"/>
        <w:rPr>
          <w:rFonts w:ascii="Arial" w:hAnsi="Arial" w:cs="Arial"/>
          <w:b/>
        </w:rPr>
      </w:pPr>
    </w:p>
    <w:p w14:paraId="66C1372F" w14:textId="43F94FE9" w:rsidR="00345748" w:rsidRPr="00D12FDC" w:rsidRDefault="00345748" w:rsidP="00D12FDC">
      <w:pPr>
        <w:spacing w:after="0" w:line="360" w:lineRule="auto"/>
        <w:jc w:val="both"/>
        <w:rPr>
          <w:rFonts w:ascii="Arial" w:hAnsi="Arial" w:cs="Arial"/>
        </w:rPr>
      </w:pPr>
      <w:r w:rsidRPr="00D12FDC">
        <w:rPr>
          <w:rFonts w:ascii="Arial" w:hAnsi="Arial" w:cs="Arial"/>
        </w:rPr>
        <w:t xml:space="preserve">Tegucigalpa, M.D.C., </w:t>
      </w:r>
      <w:r w:rsidRPr="00D12FDC">
        <w:rPr>
          <w:rFonts w:ascii="Arial" w:hAnsi="Arial" w:cs="Arial"/>
          <w:highlight w:val="yellow"/>
        </w:rPr>
        <w:t>13</w:t>
      </w:r>
      <w:r w:rsidRPr="00D12FDC">
        <w:rPr>
          <w:rFonts w:ascii="Arial" w:hAnsi="Arial" w:cs="Arial"/>
        </w:rPr>
        <w:t xml:space="preserve"> de </w:t>
      </w:r>
      <w:r w:rsidRPr="00D12FDC">
        <w:rPr>
          <w:rFonts w:ascii="Arial" w:hAnsi="Arial" w:cs="Arial"/>
          <w:highlight w:val="yellow"/>
        </w:rPr>
        <w:t>Abril</w:t>
      </w:r>
      <w:r w:rsidRPr="00D12FDC">
        <w:rPr>
          <w:rFonts w:ascii="Arial" w:hAnsi="Arial" w:cs="Arial"/>
        </w:rPr>
        <w:t xml:space="preserve"> del año </w:t>
      </w:r>
      <w:r w:rsidRPr="00D12FDC">
        <w:rPr>
          <w:rFonts w:ascii="Arial" w:hAnsi="Arial" w:cs="Arial"/>
          <w:highlight w:val="yellow"/>
        </w:rPr>
        <w:t>20</w:t>
      </w:r>
      <w:r w:rsidR="009E1E0E">
        <w:rPr>
          <w:rFonts w:ascii="Arial" w:hAnsi="Arial" w:cs="Arial"/>
          <w:highlight w:val="yellow"/>
        </w:rPr>
        <w:t>24</w:t>
      </w:r>
      <w:r w:rsidRPr="00D12FDC">
        <w:rPr>
          <w:rFonts w:ascii="Arial" w:hAnsi="Arial" w:cs="Arial"/>
        </w:rPr>
        <w:t>.</w:t>
      </w:r>
    </w:p>
    <w:p w14:paraId="218EAD8D" w14:textId="4233E1A5" w:rsidR="00345748" w:rsidRPr="00D12FDC" w:rsidRDefault="00E731D1" w:rsidP="00E731D1">
      <w:pPr>
        <w:tabs>
          <w:tab w:val="left" w:pos="3384"/>
        </w:tabs>
        <w:spacing w:after="0"/>
        <w:jc w:val="both"/>
        <w:rPr>
          <w:rFonts w:ascii="Arial" w:hAnsi="Arial" w:cs="Arial"/>
        </w:rPr>
      </w:pPr>
      <w:r w:rsidRPr="00D12FDC">
        <w:rPr>
          <w:rFonts w:ascii="Arial" w:hAnsi="Arial" w:cs="Arial"/>
        </w:rPr>
        <w:tab/>
      </w:r>
    </w:p>
    <w:p w14:paraId="3A736803" w14:textId="16692B06" w:rsidR="00345748" w:rsidRPr="00D12FDC" w:rsidRDefault="00345748" w:rsidP="00345748">
      <w:pPr>
        <w:spacing w:after="0"/>
        <w:jc w:val="both"/>
        <w:rPr>
          <w:rFonts w:ascii="Arial" w:hAnsi="Arial" w:cs="Arial"/>
        </w:rPr>
      </w:pPr>
    </w:p>
    <w:p w14:paraId="5BA44159" w14:textId="77777777" w:rsidR="002D6CB8" w:rsidRPr="00D12FDC" w:rsidRDefault="002D6CB8" w:rsidP="00345748">
      <w:pPr>
        <w:spacing w:after="0"/>
        <w:jc w:val="both"/>
        <w:rPr>
          <w:rFonts w:ascii="Arial" w:hAnsi="Arial" w:cs="Arial"/>
        </w:rPr>
      </w:pPr>
    </w:p>
    <w:p w14:paraId="786A18F9" w14:textId="77777777" w:rsidR="00345748" w:rsidRPr="00D12FDC" w:rsidRDefault="00345748" w:rsidP="00345748">
      <w:pPr>
        <w:spacing w:after="0"/>
        <w:jc w:val="center"/>
        <w:rPr>
          <w:rFonts w:ascii="Arial" w:hAnsi="Arial" w:cs="Arial"/>
        </w:rPr>
      </w:pPr>
      <w:r w:rsidRPr="00D12FDC">
        <w:rPr>
          <w:rFonts w:ascii="Arial" w:hAnsi="Arial" w:cs="Arial"/>
        </w:rPr>
        <w:t>_______________________________________</w:t>
      </w:r>
    </w:p>
    <w:p w14:paraId="194CF927" w14:textId="3F7843BC" w:rsidR="00345748" w:rsidRPr="00D12FDC" w:rsidRDefault="00345748" w:rsidP="00345748">
      <w:pPr>
        <w:spacing w:after="0"/>
        <w:jc w:val="center"/>
        <w:rPr>
          <w:rFonts w:ascii="Arial" w:hAnsi="Arial" w:cs="Arial"/>
          <w:b/>
        </w:rPr>
      </w:pPr>
      <w:r w:rsidRPr="00D12FDC">
        <w:rPr>
          <w:rFonts w:ascii="Arial" w:hAnsi="Arial" w:cs="Arial"/>
          <w:b/>
        </w:rPr>
        <w:t xml:space="preserve">ING. </w:t>
      </w:r>
      <w:r w:rsidR="006B2EE7">
        <w:rPr>
          <w:rFonts w:ascii="Arial" w:hAnsi="Arial" w:cs="Arial"/>
          <w:b/>
          <w:highlight w:val="yellow"/>
        </w:rPr>
        <w:t>XXXXXXX</w:t>
      </w:r>
    </w:p>
    <w:p w14:paraId="38FF07D6" w14:textId="77777777" w:rsidR="00345748" w:rsidRPr="00D12FDC" w:rsidRDefault="00345748" w:rsidP="002D6CB8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D12FDC">
        <w:rPr>
          <w:rFonts w:ascii="Arial" w:hAnsi="Arial" w:cs="Arial"/>
          <w:sz w:val="20"/>
          <w:szCs w:val="20"/>
        </w:rPr>
        <w:sym w:font="Wingdings" w:char="F031"/>
      </w:r>
      <w:r w:rsidRPr="00D12FDC">
        <w:rPr>
          <w:rFonts w:ascii="Arial" w:eastAsia="Arial Unicode MS" w:hAnsi="Arial" w:cs="Arial"/>
          <w:sz w:val="20"/>
          <w:szCs w:val="20"/>
        </w:rPr>
        <w:t>: Archivo.</w:t>
      </w:r>
      <w:r w:rsidRPr="00D12FDC">
        <w:rPr>
          <w:rFonts w:ascii="Arial" w:hAnsi="Arial" w:cs="Arial"/>
          <w:sz w:val="28"/>
          <w:szCs w:val="28"/>
        </w:rPr>
        <w:t xml:space="preserve"> </w:t>
      </w:r>
    </w:p>
    <w:p w14:paraId="419DB6A1" w14:textId="7D863013" w:rsidR="008177FE" w:rsidRPr="00D12FDC" w:rsidRDefault="00345748" w:rsidP="00D12FDC">
      <w:pPr>
        <w:spacing w:after="0"/>
        <w:jc w:val="both"/>
        <w:rPr>
          <w:rFonts w:ascii="Arial" w:hAnsi="Arial" w:cs="Arial"/>
        </w:rPr>
      </w:pPr>
      <w:r w:rsidRPr="00D12FDC">
        <w:rPr>
          <w:rFonts w:ascii="Arial" w:hAnsi="Arial" w:cs="Arial"/>
          <w:b/>
          <w:bCs/>
          <w:highlight w:val="yellow"/>
        </w:rPr>
        <w:t>Las tres fechas pueden ser el día en el cual se realiza el examen del himno. Este es un comentario informativo, que el estudiante debe borrar al modificar el documento.</w:t>
      </w:r>
    </w:p>
    <w:sectPr w:rsidR="008177FE" w:rsidRPr="00D12FDC" w:rsidSect="00D12F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D34DF" w14:textId="77777777" w:rsidR="001275BA" w:rsidRDefault="001275BA" w:rsidP="001367C0">
      <w:pPr>
        <w:spacing w:after="0" w:line="240" w:lineRule="auto"/>
      </w:pPr>
      <w:r>
        <w:separator/>
      </w:r>
    </w:p>
  </w:endnote>
  <w:endnote w:type="continuationSeparator" w:id="0">
    <w:p w14:paraId="69E14235" w14:textId="77777777" w:rsidR="001275BA" w:rsidRDefault="001275BA" w:rsidP="0013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Light">
    <w:altName w:val="Segoe UI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9344A" w14:textId="77777777" w:rsidR="00B00F15" w:rsidRDefault="00B00F1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4A171" w14:textId="77777777" w:rsidR="00ED7FDD" w:rsidRPr="00B06CC7" w:rsidRDefault="00ED7FDD" w:rsidP="00ED7FDD">
    <w:pPr>
      <w:pStyle w:val="Encabezado"/>
      <w:tabs>
        <w:tab w:val="left" w:pos="2565"/>
      </w:tabs>
      <w:jc w:val="center"/>
      <w:rPr>
        <w:rFonts w:ascii="HelveticaNeueLT Std" w:hAnsi="HelveticaNeueLT Std"/>
        <w:b/>
        <w:i/>
        <w:color w:val="1F497D"/>
        <w:sz w:val="20"/>
      </w:rPr>
    </w:pPr>
    <w:r>
      <w:rPr>
        <w:rFonts w:ascii="HelveticaNeueLT Std" w:hAnsi="HelveticaNeueLT Std"/>
        <w:b/>
        <w:i/>
        <w:color w:val="1F497D"/>
        <w:sz w:val="20"/>
      </w:rPr>
      <w:t>“La Educación es la Primera Necesidad de la República”</w:t>
    </w:r>
  </w:p>
  <w:p w14:paraId="47126BE1" w14:textId="77777777" w:rsidR="00ED7FDD" w:rsidRDefault="00ED7FDD">
    <w:pPr>
      <w:pStyle w:val="Piedepgina"/>
      <w:rPr>
        <w:noProof/>
        <w:lang w:val="es-HN" w:eastAsia="es-HN"/>
      </w:rPr>
    </w:pPr>
  </w:p>
  <w:p w14:paraId="28C16C15" w14:textId="77777777" w:rsidR="0077567D" w:rsidRDefault="0077567D">
    <w:pPr>
      <w:pStyle w:val="Piedepgina"/>
    </w:pPr>
    <w:r>
      <w:rPr>
        <w:noProof/>
        <w:lang w:val="es-HN" w:eastAsia="es-HN"/>
      </w:rPr>
      <w:drawing>
        <wp:anchor distT="0" distB="0" distL="114300" distR="114300" simplePos="0" relativeHeight="251664384" behindDoc="0" locked="0" layoutInCell="1" allowOverlap="1" wp14:anchorId="45509A69" wp14:editId="404085A9">
          <wp:simplePos x="0" y="0"/>
          <wp:positionH relativeFrom="page">
            <wp:posOffset>-3175</wp:posOffset>
          </wp:positionH>
          <wp:positionV relativeFrom="paragraph">
            <wp:posOffset>3810</wp:posOffset>
          </wp:positionV>
          <wp:extent cx="7775575" cy="538480"/>
          <wp:effectExtent l="0" t="0" r="0" b="0"/>
          <wp:wrapThrough wrapText="bothSides">
            <wp:wrapPolygon edited="0">
              <wp:start x="0" y="0"/>
              <wp:lineTo x="0" y="10698"/>
              <wp:lineTo x="20586" y="12226"/>
              <wp:lineTo x="20586" y="20632"/>
              <wp:lineTo x="21538" y="20632"/>
              <wp:lineTo x="21538" y="0"/>
              <wp:lineTo x="0" y="0"/>
            </wp:wrapPolygon>
          </wp:wrapThrough>
          <wp:docPr id="1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5575" cy="538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A4962" w14:textId="77777777" w:rsidR="00B00F15" w:rsidRDefault="00B00F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65B49" w14:textId="77777777" w:rsidR="001275BA" w:rsidRDefault="001275BA" w:rsidP="001367C0">
      <w:pPr>
        <w:spacing w:after="0" w:line="240" w:lineRule="auto"/>
      </w:pPr>
      <w:r>
        <w:separator/>
      </w:r>
    </w:p>
  </w:footnote>
  <w:footnote w:type="continuationSeparator" w:id="0">
    <w:p w14:paraId="37479134" w14:textId="77777777" w:rsidR="001275BA" w:rsidRDefault="001275BA" w:rsidP="0013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EB698" w14:textId="77777777" w:rsidR="00B00F15" w:rsidRDefault="00B00F1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9570A" w14:textId="77777777" w:rsidR="0077567D" w:rsidRDefault="00B00F15" w:rsidP="00800354">
    <w:pPr>
      <w:pStyle w:val="Encabezado"/>
      <w:tabs>
        <w:tab w:val="clear" w:pos="4252"/>
        <w:tab w:val="clear" w:pos="8504"/>
        <w:tab w:val="left" w:pos="142"/>
        <w:tab w:val="left" w:pos="7230"/>
      </w:tabs>
      <w:rPr>
        <w:rFonts w:ascii="Helvetica Light" w:hAnsi="Helvetica Light"/>
        <w:sz w:val="20"/>
        <w:szCs w:val="20"/>
      </w:rPr>
    </w:pPr>
    <w:r>
      <w:rPr>
        <w:rFonts w:ascii="Helvetica Light" w:hAnsi="Helvetica Light"/>
        <w:noProof/>
        <w:sz w:val="20"/>
        <w:szCs w:val="20"/>
        <w:lang w:val="es-HN" w:eastAsia="es-HN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9DF8E29" wp14:editId="205D95A3">
              <wp:simplePos x="0" y="0"/>
              <wp:positionH relativeFrom="rightMargin">
                <wp:posOffset>220980</wp:posOffset>
              </wp:positionH>
              <wp:positionV relativeFrom="paragraph">
                <wp:posOffset>-55245</wp:posOffset>
              </wp:positionV>
              <wp:extent cx="257175" cy="1082675"/>
              <wp:effectExtent l="0" t="0" r="9525" b="3175"/>
              <wp:wrapNone/>
              <wp:docPr id="6" name="Rectá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175" cy="1082675"/>
                      </a:xfrm>
                      <a:prstGeom prst="rect">
                        <a:avLst/>
                      </a:prstGeom>
                      <a:solidFill>
                        <a:srgbClr val="FFCC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B181FDA" id="Rectángulo 6" o:spid="_x0000_s1026" style="position:absolute;margin-left:17.4pt;margin-top:-4.35pt;width:20.25pt;height:85.25pt;z-index:251672576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" fillcolor="#fc0" stroked="f" strokeweight="2pt">
              <w10:wrap anchorx="margin"/>
            </v:rect>
          </w:pict>
        </mc:Fallback>
      </mc:AlternateContent>
    </w:r>
    <w:r w:rsidR="00B04D2C">
      <w:rPr>
        <w:rFonts w:ascii="Helvetica Light" w:hAnsi="Helvetica Light"/>
        <w:noProof/>
        <w:sz w:val="20"/>
        <w:szCs w:val="20"/>
        <w:lang w:val="es-HN" w:eastAsia="es-HN"/>
      </w:rPr>
      <w:drawing>
        <wp:anchor distT="0" distB="0" distL="114300" distR="114300" simplePos="0" relativeHeight="251674624" behindDoc="0" locked="0" layoutInCell="1" allowOverlap="1" wp14:anchorId="4142406B" wp14:editId="25AE172C">
          <wp:simplePos x="0" y="0"/>
          <wp:positionH relativeFrom="column">
            <wp:posOffset>2597150</wp:posOffset>
          </wp:positionH>
          <wp:positionV relativeFrom="paragraph">
            <wp:posOffset>-86995</wp:posOffset>
          </wp:positionV>
          <wp:extent cx="958850" cy="958850"/>
          <wp:effectExtent l="0" t="0" r="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958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4D2C">
      <w:rPr>
        <w:noProof/>
        <w:lang w:val="es-HN" w:eastAsia="es-HN"/>
      </w:rPr>
      <w:drawing>
        <wp:anchor distT="0" distB="0" distL="114300" distR="114300" simplePos="0" relativeHeight="251673600" behindDoc="0" locked="0" layoutInCell="1" allowOverlap="1" wp14:anchorId="22BBC5B5" wp14:editId="189C789D">
          <wp:simplePos x="0" y="0"/>
          <wp:positionH relativeFrom="margin">
            <wp:posOffset>1502391</wp:posOffset>
          </wp:positionH>
          <wp:positionV relativeFrom="paragraph">
            <wp:posOffset>-134004</wp:posOffset>
          </wp:positionV>
          <wp:extent cx="1028700" cy="1028700"/>
          <wp:effectExtent l="0" t="0" r="0" b="0"/>
          <wp:wrapNone/>
          <wp:docPr id="10" name="Imagen 10" descr="Facultad de IngenierÃ­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cultad de IngenierÃ­a 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4D2C" w:rsidRPr="00B06CC7">
      <w:rPr>
        <w:rFonts w:ascii="Helvetica Light" w:hAnsi="Helvetica Light"/>
        <w:noProof/>
        <w:sz w:val="20"/>
        <w:szCs w:val="20"/>
        <w:lang w:val="es-HN" w:eastAsia="es-HN"/>
      </w:rPr>
      <w:drawing>
        <wp:anchor distT="0" distB="0" distL="114300" distR="114300" simplePos="0" relativeHeight="251668480" behindDoc="0" locked="0" layoutInCell="1" allowOverlap="1" wp14:anchorId="45CBD9EE" wp14:editId="38745076">
          <wp:simplePos x="0" y="0"/>
          <wp:positionH relativeFrom="column">
            <wp:posOffset>-281580</wp:posOffset>
          </wp:positionH>
          <wp:positionV relativeFrom="paragraph">
            <wp:posOffset>-133378</wp:posOffset>
          </wp:positionV>
          <wp:extent cx="1723869" cy="109537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869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6CC7" w:rsidRPr="00B06CC7">
      <w:rPr>
        <w:rFonts w:ascii="Helvetica Light" w:hAnsi="Helvetica Light"/>
        <w:noProof/>
        <w:sz w:val="20"/>
        <w:szCs w:val="20"/>
        <w:lang w:val="es-HN" w:eastAsia="es-HN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13F7FE7" wp14:editId="5C1AB43B">
              <wp:simplePos x="0" y="0"/>
              <wp:positionH relativeFrom="column">
                <wp:posOffset>3819525</wp:posOffset>
              </wp:positionH>
              <wp:positionV relativeFrom="paragraph">
                <wp:posOffset>-17145</wp:posOffset>
              </wp:positionV>
              <wp:extent cx="2360930" cy="51435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DFAF12" w14:textId="77777777" w:rsidR="00B00F15" w:rsidRDefault="00B06CC7" w:rsidP="00B00F15">
                          <w:pPr>
                            <w:pStyle w:val="TableContents"/>
                            <w:jc w:val="center"/>
                            <w:rPr>
                              <w:rFonts w:ascii="Liberation Sans" w:hAnsi="Liberation Sans"/>
                              <w:i/>
                              <w:iCs/>
                              <w:color w:val="00458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Light" w:hAnsi="Helvetica Light"/>
                              <w:sz w:val="20"/>
                              <w:szCs w:val="20"/>
                            </w:rPr>
                            <w:tab/>
                          </w:r>
                          <w:r w:rsidR="00B00F15">
                            <w:rPr>
                              <w:rFonts w:ascii="Liberation Sans" w:hAnsi="Liberation Sans"/>
                              <w:i/>
                              <w:iCs/>
                              <w:color w:val="004586"/>
                              <w:sz w:val="16"/>
                              <w:szCs w:val="16"/>
                            </w:rPr>
                            <w:t>Planta: (504)2216-3000 Ext. 100573</w:t>
                          </w:r>
                        </w:p>
                        <w:p w14:paraId="5D4C4358" w14:textId="77777777" w:rsidR="00B06CC7" w:rsidRPr="004D47A0" w:rsidRDefault="00B00F15" w:rsidP="00B00F15">
                          <w:pPr>
                            <w:pStyle w:val="Sinespaciado"/>
                            <w:jc w:val="right"/>
                            <w:rPr>
                              <w:rFonts w:ascii="Cambria" w:eastAsia="Times New Roman" w:hAnsi="Cambria"/>
                              <w:b/>
                              <w:i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Liberation Sans" w:hAnsi="Liberation Sans"/>
                              <w:i/>
                              <w:iCs/>
                              <w:color w:val="004586"/>
                              <w:sz w:val="16"/>
                              <w:szCs w:val="16"/>
                            </w:rPr>
                            <w:t>Edificio B2, 4to. Piso, Pasillo Izquierdo</w:t>
                          </w:r>
                        </w:p>
                        <w:p w14:paraId="51C05FD5" w14:textId="77777777" w:rsidR="00B06CC7" w:rsidRDefault="00B06CC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3F7FE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0.75pt;margin-top:-1.35pt;width:185.9pt;height:40.5pt;z-index:25166745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" stroked="f">
              <v:textbox>
                <w:txbxContent>
                  <w:p w14:paraId="61DFAF12" w14:textId="77777777" w:rsidR="00B00F15" w:rsidRDefault="00B06CC7" w:rsidP="00B00F15">
                    <w:pPr>
                      <w:pStyle w:val="TableContents"/>
                      <w:jc w:val="center"/>
                      <w:rPr>
                        <w:rFonts w:ascii="Liberation Sans" w:hAnsi="Liberation Sans"/>
                        <w:i/>
                        <w:iCs/>
                        <w:color w:val="004586"/>
                        <w:sz w:val="16"/>
                        <w:szCs w:val="16"/>
                      </w:rPr>
                    </w:pPr>
                    <w:r>
                      <w:rPr>
                        <w:rFonts w:ascii="Helvetica Light" w:hAnsi="Helvetica Light"/>
                        <w:sz w:val="20"/>
                        <w:szCs w:val="20"/>
                      </w:rPr>
                      <w:tab/>
                    </w:r>
                    <w:r w:rsidR="00B00F15">
                      <w:rPr>
                        <w:rFonts w:ascii="Liberation Sans" w:hAnsi="Liberation Sans"/>
                        <w:i/>
                        <w:iCs/>
                        <w:color w:val="004586"/>
                        <w:sz w:val="16"/>
                        <w:szCs w:val="16"/>
                      </w:rPr>
                      <w:t>Planta: (504)2216-3000 Ext. 100573</w:t>
                    </w:r>
                  </w:p>
                  <w:p w14:paraId="5D4C4358" w14:textId="77777777" w:rsidR="00B06CC7" w:rsidRPr="004D47A0" w:rsidRDefault="00B00F15" w:rsidP="00B00F15">
                    <w:pPr>
                      <w:pStyle w:val="Sinespaciado"/>
                      <w:jc w:val="right"/>
                      <w:rPr>
                        <w:rFonts w:ascii="Cambria" w:eastAsia="Times New Roman" w:hAnsi="Cambria"/>
                        <w:b/>
                        <w:i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Liberation Sans" w:hAnsi="Liberation Sans"/>
                        <w:i/>
                        <w:iCs/>
                        <w:color w:val="004586"/>
                        <w:sz w:val="16"/>
                        <w:szCs w:val="16"/>
                      </w:rPr>
                      <w:t>Edificio B2, 4to. Piso, Pasillo Izquierdo</w:t>
                    </w:r>
                  </w:p>
                  <w:p w14:paraId="51C05FD5" w14:textId="77777777" w:rsidR="00B06CC7" w:rsidRDefault="00B06CC7"/>
                </w:txbxContent>
              </v:textbox>
              <w10:wrap type="square"/>
            </v:shape>
          </w:pict>
        </mc:Fallback>
      </mc:AlternateContent>
    </w:r>
  </w:p>
  <w:p w14:paraId="2E8CF42C" w14:textId="77777777" w:rsidR="00B06CC7" w:rsidRDefault="00B06CC7" w:rsidP="00B06CC7">
    <w:pPr>
      <w:pStyle w:val="Sinespaciado"/>
      <w:jc w:val="right"/>
      <w:rPr>
        <w:rFonts w:ascii="Helvetica Light" w:hAnsi="Helvetica Light"/>
        <w:sz w:val="20"/>
        <w:szCs w:val="20"/>
      </w:rPr>
    </w:pPr>
  </w:p>
  <w:p w14:paraId="70801825" w14:textId="77777777" w:rsidR="00B06CC7" w:rsidRDefault="00B06CC7" w:rsidP="00B06CC7">
    <w:pPr>
      <w:pStyle w:val="Sinespaciado"/>
      <w:jc w:val="right"/>
      <w:rPr>
        <w:rFonts w:ascii="Helvetica Light" w:hAnsi="Helvetica Light"/>
        <w:sz w:val="20"/>
        <w:szCs w:val="20"/>
      </w:rPr>
    </w:pPr>
  </w:p>
  <w:p w14:paraId="7D2B2D50" w14:textId="77777777" w:rsidR="00B06CC7" w:rsidRDefault="00B06CC7" w:rsidP="00B06CC7">
    <w:pPr>
      <w:pStyle w:val="Sinespaciado"/>
      <w:jc w:val="right"/>
      <w:rPr>
        <w:rFonts w:ascii="Helvetica Light" w:hAnsi="Helvetica Light"/>
        <w:sz w:val="20"/>
        <w:szCs w:val="20"/>
      </w:rPr>
    </w:pPr>
  </w:p>
  <w:p w14:paraId="7C764939" w14:textId="77777777" w:rsidR="00B06CC7" w:rsidRDefault="00B06CC7" w:rsidP="00B06CC7">
    <w:pPr>
      <w:pStyle w:val="Sinespaciado"/>
      <w:jc w:val="right"/>
      <w:rPr>
        <w:rFonts w:ascii="Helvetica Light" w:hAnsi="Helvetica Light"/>
        <w:sz w:val="20"/>
        <w:szCs w:val="20"/>
      </w:rPr>
    </w:pPr>
  </w:p>
  <w:p w14:paraId="60E416F3" w14:textId="77777777" w:rsidR="00B06CC7" w:rsidRDefault="00B04D2C" w:rsidP="00B06CC7">
    <w:pPr>
      <w:pStyle w:val="Sinespaciado"/>
      <w:jc w:val="right"/>
      <w:rPr>
        <w:rFonts w:ascii="Helvetica Light" w:hAnsi="Helvetica Light"/>
        <w:sz w:val="20"/>
        <w:szCs w:val="20"/>
      </w:rPr>
    </w:pPr>
    <w:r w:rsidRPr="00B06CC7">
      <w:rPr>
        <w:rFonts w:ascii="Helvetica Light" w:hAnsi="Helvetica Light"/>
        <w:noProof/>
        <w:sz w:val="20"/>
        <w:szCs w:val="20"/>
        <w:lang w:val="es-HN" w:eastAsia="es-HN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7812A2E" wp14:editId="013BEC06">
              <wp:simplePos x="0" y="0"/>
              <wp:positionH relativeFrom="column">
                <wp:posOffset>487680</wp:posOffset>
              </wp:positionH>
              <wp:positionV relativeFrom="paragraph">
                <wp:posOffset>155575</wp:posOffset>
              </wp:positionV>
              <wp:extent cx="4353560" cy="299720"/>
              <wp:effectExtent l="0" t="0" r="8890" b="508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3560" cy="299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3701D3" w14:textId="77777777" w:rsidR="00B06CC7" w:rsidRPr="00887F6D" w:rsidRDefault="00B06CC7" w:rsidP="00B06CC7">
                          <w:pPr>
                            <w:pStyle w:val="Encabezado"/>
                            <w:tabs>
                              <w:tab w:val="left" w:pos="2565"/>
                            </w:tabs>
                            <w:spacing w:line="276" w:lineRule="auto"/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  <w:t>DEPARTAMENTO DE</w:t>
                          </w:r>
                          <w:r w:rsidR="00B04D2C"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  <w:t>INGENIERÍA EN SISTEMAS</w:t>
                          </w:r>
                          <w:r w:rsidRPr="00887F6D"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  <w:t xml:space="preserve">                                                </w:t>
                          </w:r>
                        </w:p>
                        <w:p w14:paraId="0E4DC503" w14:textId="77777777" w:rsidR="00B06CC7" w:rsidRDefault="00B06CC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812A2E" id="_x0000_s1027" type="#_x0000_t202" style="position:absolute;left:0;text-align:left;margin-left:38.4pt;margin-top:12.25pt;width:342.8pt;height:23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" stroked="f">
              <v:textbox>
                <w:txbxContent>
                  <w:p w14:paraId="393701D3" w14:textId="77777777" w:rsidR="00B06CC7" w:rsidRPr="00887F6D" w:rsidRDefault="00B06CC7" w:rsidP="00B06CC7">
                    <w:pPr>
                      <w:pStyle w:val="Encabezado"/>
                      <w:tabs>
                        <w:tab w:val="left" w:pos="2565"/>
                      </w:tabs>
                      <w:spacing w:line="276" w:lineRule="auto"/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</w:pPr>
                    <w:r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  <w:t>DEPARTAMENTO DE</w:t>
                    </w:r>
                    <w:r w:rsidR="00B04D2C"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  <w:t>INGENIERÍA EN SISTEMAS</w:t>
                    </w:r>
                    <w:r w:rsidRPr="00887F6D"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  <w:t xml:space="preserve">                                                </w:t>
                    </w:r>
                  </w:p>
                  <w:p w14:paraId="0E4DC503" w14:textId="77777777" w:rsidR="00B06CC7" w:rsidRDefault="00B06CC7"/>
                </w:txbxContent>
              </v:textbox>
              <w10:wrap type="square"/>
            </v:shape>
          </w:pict>
        </mc:Fallback>
      </mc:AlternateContent>
    </w:r>
  </w:p>
  <w:p w14:paraId="2951633D" w14:textId="77777777" w:rsidR="00B06CC7" w:rsidRPr="004D47A0" w:rsidRDefault="001D0408" w:rsidP="00B06CC7">
    <w:pPr>
      <w:pStyle w:val="Sinespaciado"/>
      <w:jc w:val="right"/>
      <w:rPr>
        <w:rFonts w:ascii="Cambria" w:eastAsia="Times New Roman" w:hAnsi="Cambria"/>
        <w:b/>
        <w:i/>
        <w:color w:val="1F497D"/>
        <w:sz w:val="16"/>
        <w:szCs w:val="16"/>
      </w:rPr>
    </w:pPr>
    <w:r w:rsidRPr="0021797A">
      <w:rPr>
        <w:noProof/>
        <w:lang w:val="es-HN" w:eastAsia="es-HN"/>
      </w:rPr>
      <w:drawing>
        <wp:anchor distT="0" distB="0" distL="114300" distR="114300" simplePos="0" relativeHeight="251661312" behindDoc="1" locked="0" layoutInCell="1" allowOverlap="1" wp14:anchorId="72DA5654" wp14:editId="3D2EBE8A">
          <wp:simplePos x="0" y="0"/>
          <wp:positionH relativeFrom="column">
            <wp:posOffset>3750945</wp:posOffset>
          </wp:positionH>
          <wp:positionV relativeFrom="paragraph">
            <wp:posOffset>2910205</wp:posOffset>
          </wp:positionV>
          <wp:extent cx="3317875" cy="4618990"/>
          <wp:effectExtent l="0" t="0" r="0" b="0"/>
          <wp:wrapNone/>
          <wp:docPr id="1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lum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7875" cy="4618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7567D">
      <w:rPr>
        <w:rFonts w:ascii="Helvetica Light" w:hAnsi="Helvetica Light"/>
        <w:sz w:val="20"/>
        <w:szCs w:val="20"/>
      </w:rPr>
      <w:t xml:space="preserve">                                                                                      </w:t>
    </w:r>
  </w:p>
  <w:p w14:paraId="3258D169" w14:textId="77777777" w:rsidR="00B06CC7" w:rsidRPr="00887F6D" w:rsidRDefault="00B06CC7" w:rsidP="00B06CC7">
    <w:pPr>
      <w:pStyle w:val="Encabezado"/>
      <w:tabs>
        <w:tab w:val="left" w:pos="2565"/>
      </w:tabs>
      <w:spacing w:line="276" w:lineRule="auto"/>
      <w:rPr>
        <w:rFonts w:ascii="HelveticaNeueLT Std" w:hAnsi="HelveticaNeueLT Std"/>
        <w:b/>
        <w:color w:val="1F497D"/>
        <w:sz w:val="24"/>
        <w:szCs w:val="24"/>
      </w:rPr>
    </w:pPr>
    <w:r>
      <w:rPr>
        <w:rFonts w:ascii="HelveticaNeueLT Std" w:hAnsi="HelveticaNeueLT Std"/>
        <w:b/>
        <w:color w:val="1F497D"/>
        <w:sz w:val="24"/>
        <w:szCs w:val="24"/>
      </w:rPr>
      <w:t xml:space="preserve">  </w:t>
    </w:r>
  </w:p>
  <w:p w14:paraId="1466701B" w14:textId="77777777" w:rsidR="0077567D" w:rsidRPr="00F45C33" w:rsidRDefault="0077567D" w:rsidP="00B06CC7">
    <w:pPr>
      <w:pStyle w:val="Encabezado"/>
      <w:tabs>
        <w:tab w:val="clear" w:pos="4252"/>
        <w:tab w:val="clear" w:pos="8504"/>
        <w:tab w:val="left" w:pos="142"/>
        <w:tab w:val="left" w:pos="8370"/>
      </w:tabs>
      <w:rPr>
        <w:rFonts w:ascii="Agency FB" w:hAnsi="Agency F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E63A3" w14:textId="77777777" w:rsidR="00B00F15" w:rsidRDefault="00B00F1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7F76"/>
    <w:multiLevelType w:val="hybridMultilevel"/>
    <w:tmpl w:val="72464C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A5C0F"/>
    <w:multiLevelType w:val="hybridMultilevel"/>
    <w:tmpl w:val="FDD6BB4C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94CE9"/>
    <w:multiLevelType w:val="hybridMultilevel"/>
    <w:tmpl w:val="9BAC88A8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E1695"/>
    <w:multiLevelType w:val="hybridMultilevel"/>
    <w:tmpl w:val="FD64970A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B139FF"/>
    <w:multiLevelType w:val="hybridMultilevel"/>
    <w:tmpl w:val="3D1CE710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A7F04"/>
    <w:multiLevelType w:val="hybridMultilevel"/>
    <w:tmpl w:val="0F547E26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687662">
    <w:abstractNumId w:val="4"/>
  </w:num>
  <w:num w:numId="2" w16cid:durableId="1562251532">
    <w:abstractNumId w:val="1"/>
  </w:num>
  <w:num w:numId="3" w16cid:durableId="1879003966">
    <w:abstractNumId w:val="5"/>
  </w:num>
  <w:num w:numId="4" w16cid:durableId="591206847">
    <w:abstractNumId w:val="2"/>
  </w:num>
  <w:num w:numId="5" w16cid:durableId="1806897782">
    <w:abstractNumId w:val="3"/>
  </w:num>
  <w:num w:numId="6" w16cid:durableId="2018385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CC7"/>
    <w:rsid w:val="000023B6"/>
    <w:rsid w:val="00005B83"/>
    <w:rsid w:val="0001122C"/>
    <w:rsid w:val="000124B8"/>
    <w:rsid w:val="000215EA"/>
    <w:rsid w:val="00024D84"/>
    <w:rsid w:val="0002731D"/>
    <w:rsid w:val="00030EA0"/>
    <w:rsid w:val="000322CB"/>
    <w:rsid w:val="0003499D"/>
    <w:rsid w:val="000456E4"/>
    <w:rsid w:val="00046A18"/>
    <w:rsid w:val="00060232"/>
    <w:rsid w:val="0006444B"/>
    <w:rsid w:val="00064B4E"/>
    <w:rsid w:val="00076DA8"/>
    <w:rsid w:val="00084525"/>
    <w:rsid w:val="0009065C"/>
    <w:rsid w:val="00091804"/>
    <w:rsid w:val="000965B8"/>
    <w:rsid w:val="00097F56"/>
    <w:rsid w:val="000A07BE"/>
    <w:rsid w:val="000B667A"/>
    <w:rsid w:val="000C03C4"/>
    <w:rsid w:val="000C136A"/>
    <w:rsid w:val="000C342A"/>
    <w:rsid w:val="000C34E3"/>
    <w:rsid w:val="000D5D5A"/>
    <w:rsid w:val="000E3337"/>
    <w:rsid w:val="000F439D"/>
    <w:rsid w:val="001103E7"/>
    <w:rsid w:val="0011527E"/>
    <w:rsid w:val="00116B00"/>
    <w:rsid w:val="001275BA"/>
    <w:rsid w:val="00130099"/>
    <w:rsid w:val="0013677A"/>
    <w:rsid w:val="001367C0"/>
    <w:rsid w:val="00137A56"/>
    <w:rsid w:val="00140DF9"/>
    <w:rsid w:val="00146EEC"/>
    <w:rsid w:val="00152CED"/>
    <w:rsid w:val="001651B4"/>
    <w:rsid w:val="00171DBF"/>
    <w:rsid w:val="00176AE6"/>
    <w:rsid w:val="00177FB4"/>
    <w:rsid w:val="00184E1C"/>
    <w:rsid w:val="001859D8"/>
    <w:rsid w:val="00187D57"/>
    <w:rsid w:val="00196980"/>
    <w:rsid w:val="001A0BDD"/>
    <w:rsid w:val="001B386A"/>
    <w:rsid w:val="001C7BFF"/>
    <w:rsid w:val="001D0408"/>
    <w:rsid w:val="001D44F7"/>
    <w:rsid w:val="001E080D"/>
    <w:rsid w:val="001E386A"/>
    <w:rsid w:val="0020128E"/>
    <w:rsid w:val="00202179"/>
    <w:rsid w:val="00210440"/>
    <w:rsid w:val="0021115F"/>
    <w:rsid w:val="0021722E"/>
    <w:rsid w:val="0021797A"/>
    <w:rsid w:val="00221367"/>
    <w:rsid w:val="00224091"/>
    <w:rsid w:val="00234A94"/>
    <w:rsid w:val="00240C33"/>
    <w:rsid w:val="00256B88"/>
    <w:rsid w:val="002628A5"/>
    <w:rsid w:val="002903ED"/>
    <w:rsid w:val="002965C7"/>
    <w:rsid w:val="002D1C73"/>
    <w:rsid w:val="002D6CB8"/>
    <w:rsid w:val="002E73F6"/>
    <w:rsid w:val="002F45C1"/>
    <w:rsid w:val="00300EF2"/>
    <w:rsid w:val="003116AA"/>
    <w:rsid w:val="00311B64"/>
    <w:rsid w:val="00311DAA"/>
    <w:rsid w:val="0033165E"/>
    <w:rsid w:val="00334E26"/>
    <w:rsid w:val="00337D96"/>
    <w:rsid w:val="00345748"/>
    <w:rsid w:val="003464A6"/>
    <w:rsid w:val="00363D7C"/>
    <w:rsid w:val="0037130C"/>
    <w:rsid w:val="00373987"/>
    <w:rsid w:val="00380103"/>
    <w:rsid w:val="00380318"/>
    <w:rsid w:val="003830C3"/>
    <w:rsid w:val="003A6F42"/>
    <w:rsid w:val="003B5138"/>
    <w:rsid w:val="003C637B"/>
    <w:rsid w:val="003D1C6D"/>
    <w:rsid w:val="003D44D6"/>
    <w:rsid w:val="003E31B9"/>
    <w:rsid w:val="003E36D8"/>
    <w:rsid w:val="00412255"/>
    <w:rsid w:val="00413F08"/>
    <w:rsid w:val="0041580F"/>
    <w:rsid w:val="00422899"/>
    <w:rsid w:val="00430E9C"/>
    <w:rsid w:val="004349E0"/>
    <w:rsid w:val="00443742"/>
    <w:rsid w:val="00452DC3"/>
    <w:rsid w:val="00460F68"/>
    <w:rsid w:val="00462FE9"/>
    <w:rsid w:val="00476777"/>
    <w:rsid w:val="00485C18"/>
    <w:rsid w:val="0048704C"/>
    <w:rsid w:val="00492E44"/>
    <w:rsid w:val="004A3D93"/>
    <w:rsid w:val="004A532F"/>
    <w:rsid w:val="004B500C"/>
    <w:rsid w:val="004B597D"/>
    <w:rsid w:val="004C0627"/>
    <w:rsid w:val="004C1DA3"/>
    <w:rsid w:val="004D0492"/>
    <w:rsid w:val="004F7C70"/>
    <w:rsid w:val="005045C4"/>
    <w:rsid w:val="00523A68"/>
    <w:rsid w:val="0053292C"/>
    <w:rsid w:val="00533F4D"/>
    <w:rsid w:val="00535C2A"/>
    <w:rsid w:val="005444D9"/>
    <w:rsid w:val="00551208"/>
    <w:rsid w:val="00552E9C"/>
    <w:rsid w:val="005552B5"/>
    <w:rsid w:val="00560BBE"/>
    <w:rsid w:val="00570D06"/>
    <w:rsid w:val="00573AC4"/>
    <w:rsid w:val="00575E1F"/>
    <w:rsid w:val="00581653"/>
    <w:rsid w:val="005A25F3"/>
    <w:rsid w:val="005B671A"/>
    <w:rsid w:val="005D7985"/>
    <w:rsid w:val="005E4D86"/>
    <w:rsid w:val="005E6288"/>
    <w:rsid w:val="005F1F95"/>
    <w:rsid w:val="005F21D7"/>
    <w:rsid w:val="005F2882"/>
    <w:rsid w:val="005F2C27"/>
    <w:rsid w:val="005F5267"/>
    <w:rsid w:val="005F6D11"/>
    <w:rsid w:val="006058FE"/>
    <w:rsid w:val="00606E6F"/>
    <w:rsid w:val="00607040"/>
    <w:rsid w:val="00611255"/>
    <w:rsid w:val="00613FC4"/>
    <w:rsid w:val="0061644E"/>
    <w:rsid w:val="00621CA8"/>
    <w:rsid w:val="00626F0C"/>
    <w:rsid w:val="00630FB1"/>
    <w:rsid w:val="0064158F"/>
    <w:rsid w:val="00642748"/>
    <w:rsid w:val="00657762"/>
    <w:rsid w:val="00661D23"/>
    <w:rsid w:val="00673636"/>
    <w:rsid w:val="00675095"/>
    <w:rsid w:val="00681C88"/>
    <w:rsid w:val="00683BFD"/>
    <w:rsid w:val="00684FD1"/>
    <w:rsid w:val="00691910"/>
    <w:rsid w:val="00696B73"/>
    <w:rsid w:val="006A1211"/>
    <w:rsid w:val="006B2EE7"/>
    <w:rsid w:val="006B4B18"/>
    <w:rsid w:val="006C1720"/>
    <w:rsid w:val="006C1981"/>
    <w:rsid w:val="006C2E02"/>
    <w:rsid w:val="006C403D"/>
    <w:rsid w:val="006C6DCF"/>
    <w:rsid w:val="006D2D3E"/>
    <w:rsid w:val="006E2A67"/>
    <w:rsid w:val="006F5B51"/>
    <w:rsid w:val="00703564"/>
    <w:rsid w:val="00712D12"/>
    <w:rsid w:val="00712D1F"/>
    <w:rsid w:val="0071691B"/>
    <w:rsid w:val="00716BBD"/>
    <w:rsid w:val="007256FA"/>
    <w:rsid w:val="00727DB4"/>
    <w:rsid w:val="007367BB"/>
    <w:rsid w:val="00740523"/>
    <w:rsid w:val="00751F47"/>
    <w:rsid w:val="00763E92"/>
    <w:rsid w:val="00774F1F"/>
    <w:rsid w:val="0077567D"/>
    <w:rsid w:val="0078048A"/>
    <w:rsid w:val="00782537"/>
    <w:rsid w:val="00790EAA"/>
    <w:rsid w:val="00794EB9"/>
    <w:rsid w:val="00796742"/>
    <w:rsid w:val="007B413A"/>
    <w:rsid w:val="007B6FF9"/>
    <w:rsid w:val="007C6B12"/>
    <w:rsid w:val="007E5BAC"/>
    <w:rsid w:val="00800354"/>
    <w:rsid w:val="008072AF"/>
    <w:rsid w:val="008177FE"/>
    <w:rsid w:val="008309A2"/>
    <w:rsid w:val="00854DC1"/>
    <w:rsid w:val="00855465"/>
    <w:rsid w:val="008706A4"/>
    <w:rsid w:val="00870C11"/>
    <w:rsid w:val="00877548"/>
    <w:rsid w:val="00877622"/>
    <w:rsid w:val="00882426"/>
    <w:rsid w:val="00882C4D"/>
    <w:rsid w:val="00884516"/>
    <w:rsid w:val="00893DB5"/>
    <w:rsid w:val="008A37C3"/>
    <w:rsid w:val="008C777D"/>
    <w:rsid w:val="008D1762"/>
    <w:rsid w:val="008D20B8"/>
    <w:rsid w:val="008F03DC"/>
    <w:rsid w:val="008F226B"/>
    <w:rsid w:val="008F6824"/>
    <w:rsid w:val="009238C4"/>
    <w:rsid w:val="00924F8D"/>
    <w:rsid w:val="009368E1"/>
    <w:rsid w:val="00942E96"/>
    <w:rsid w:val="00947D77"/>
    <w:rsid w:val="00964EE1"/>
    <w:rsid w:val="00972824"/>
    <w:rsid w:val="00975310"/>
    <w:rsid w:val="0098228C"/>
    <w:rsid w:val="00994E6A"/>
    <w:rsid w:val="009A3A23"/>
    <w:rsid w:val="009B0E42"/>
    <w:rsid w:val="009B1707"/>
    <w:rsid w:val="009C595B"/>
    <w:rsid w:val="009D61BE"/>
    <w:rsid w:val="009E022B"/>
    <w:rsid w:val="009E1E0E"/>
    <w:rsid w:val="009E2465"/>
    <w:rsid w:val="009E29AE"/>
    <w:rsid w:val="009E3ED4"/>
    <w:rsid w:val="009F2970"/>
    <w:rsid w:val="009F5EBB"/>
    <w:rsid w:val="00A00379"/>
    <w:rsid w:val="00A005B7"/>
    <w:rsid w:val="00A11A91"/>
    <w:rsid w:val="00A158F4"/>
    <w:rsid w:val="00A24DDF"/>
    <w:rsid w:val="00A24F7A"/>
    <w:rsid w:val="00A27694"/>
    <w:rsid w:val="00A33A76"/>
    <w:rsid w:val="00A35F93"/>
    <w:rsid w:val="00A429D5"/>
    <w:rsid w:val="00A46322"/>
    <w:rsid w:val="00A676C5"/>
    <w:rsid w:val="00A75292"/>
    <w:rsid w:val="00A75E3D"/>
    <w:rsid w:val="00A946C9"/>
    <w:rsid w:val="00A96081"/>
    <w:rsid w:val="00AA0ADC"/>
    <w:rsid w:val="00AB1ED4"/>
    <w:rsid w:val="00AB3B25"/>
    <w:rsid w:val="00AB7979"/>
    <w:rsid w:val="00AC0495"/>
    <w:rsid w:val="00AC26AE"/>
    <w:rsid w:val="00AD51EE"/>
    <w:rsid w:val="00AF23C5"/>
    <w:rsid w:val="00AF2CE0"/>
    <w:rsid w:val="00AF42D0"/>
    <w:rsid w:val="00B00F15"/>
    <w:rsid w:val="00B04D2C"/>
    <w:rsid w:val="00B06CC7"/>
    <w:rsid w:val="00B40666"/>
    <w:rsid w:val="00B40987"/>
    <w:rsid w:val="00B479D9"/>
    <w:rsid w:val="00B5275A"/>
    <w:rsid w:val="00B56756"/>
    <w:rsid w:val="00B569DD"/>
    <w:rsid w:val="00B62539"/>
    <w:rsid w:val="00B74DED"/>
    <w:rsid w:val="00B80160"/>
    <w:rsid w:val="00B82A25"/>
    <w:rsid w:val="00B86F72"/>
    <w:rsid w:val="00B9139C"/>
    <w:rsid w:val="00B93D8C"/>
    <w:rsid w:val="00BA7920"/>
    <w:rsid w:val="00BB2B20"/>
    <w:rsid w:val="00BB3117"/>
    <w:rsid w:val="00BB62CD"/>
    <w:rsid w:val="00BD4820"/>
    <w:rsid w:val="00BE0A2F"/>
    <w:rsid w:val="00BE16E7"/>
    <w:rsid w:val="00BE1F0F"/>
    <w:rsid w:val="00BF7F62"/>
    <w:rsid w:val="00C0044E"/>
    <w:rsid w:val="00C01058"/>
    <w:rsid w:val="00C03DC9"/>
    <w:rsid w:val="00C108A6"/>
    <w:rsid w:val="00C10B39"/>
    <w:rsid w:val="00C726FF"/>
    <w:rsid w:val="00C74C35"/>
    <w:rsid w:val="00C756DC"/>
    <w:rsid w:val="00C842FC"/>
    <w:rsid w:val="00C8764C"/>
    <w:rsid w:val="00CA7E64"/>
    <w:rsid w:val="00CC2D27"/>
    <w:rsid w:val="00CC6560"/>
    <w:rsid w:val="00CD755F"/>
    <w:rsid w:val="00CE6AC0"/>
    <w:rsid w:val="00CF12B1"/>
    <w:rsid w:val="00D077FC"/>
    <w:rsid w:val="00D10D39"/>
    <w:rsid w:val="00D12FDC"/>
    <w:rsid w:val="00D15841"/>
    <w:rsid w:val="00D276D5"/>
    <w:rsid w:val="00D55F89"/>
    <w:rsid w:val="00D60DFC"/>
    <w:rsid w:val="00D76FFC"/>
    <w:rsid w:val="00D81CB3"/>
    <w:rsid w:val="00D93489"/>
    <w:rsid w:val="00DB41E2"/>
    <w:rsid w:val="00DE34E1"/>
    <w:rsid w:val="00DE71DA"/>
    <w:rsid w:val="00DF25DF"/>
    <w:rsid w:val="00E24CEA"/>
    <w:rsid w:val="00E339E0"/>
    <w:rsid w:val="00E37F49"/>
    <w:rsid w:val="00E63D18"/>
    <w:rsid w:val="00E711C7"/>
    <w:rsid w:val="00E731D1"/>
    <w:rsid w:val="00E73544"/>
    <w:rsid w:val="00E75DD2"/>
    <w:rsid w:val="00E8327B"/>
    <w:rsid w:val="00E83EA3"/>
    <w:rsid w:val="00E93834"/>
    <w:rsid w:val="00E94E40"/>
    <w:rsid w:val="00EB088A"/>
    <w:rsid w:val="00EB490D"/>
    <w:rsid w:val="00EC035E"/>
    <w:rsid w:val="00ED7FDD"/>
    <w:rsid w:val="00EE24D4"/>
    <w:rsid w:val="00EE40B4"/>
    <w:rsid w:val="00F003D1"/>
    <w:rsid w:val="00F00BF2"/>
    <w:rsid w:val="00F07A0B"/>
    <w:rsid w:val="00F163D2"/>
    <w:rsid w:val="00F23147"/>
    <w:rsid w:val="00F32845"/>
    <w:rsid w:val="00F34389"/>
    <w:rsid w:val="00F3636B"/>
    <w:rsid w:val="00F45C33"/>
    <w:rsid w:val="00F518C9"/>
    <w:rsid w:val="00F56E8E"/>
    <w:rsid w:val="00FA0AEE"/>
    <w:rsid w:val="00FA3677"/>
    <w:rsid w:val="00FA3D3A"/>
    <w:rsid w:val="00FB7414"/>
    <w:rsid w:val="00FB773D"/>
    <w:rsid w:val="00FD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;"/>
  <w14:docId w14:val="2B4C3764"/>
  <w15:docId w15:val="{D410E9B9-3DB6-4FE1-A758-E0421FE3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HN" w:eastAsia="es-H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6CC7"/>
    <w:rPr>
      <w:rFonts w:ascii="Calibri" w:eastAsia="Calibri" w:hAnsi="Calibri" w:cs="Times New Roman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367C0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1367C0"/>
  </w:style>
  <w:style w:type="paragraph" w:styleId="Piedepgina">
    <w:name w:val="footer"/>
    <w:basedOn w:val="Normal"/>
    <w:link w:val="PiedepginaCar"/>
    <w:unhideWhenUsed/>
    <w:rsid w:val="001367C0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367C0"/>
  </w:style>
  <w:style w:type="paragraph" w:styleId="Textodeglobo">
    <w:name w:val="Balloon Text"/>
    <w:basedOn w:val="Normal"/>
    <w:link w:val="TextodegloboCar"/>
    <w:uiPriority w:val="99"/>
    <w:semiHidden/>
    <w:unhideWhenUsed/>
    <w:rsid w:val="001367C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7C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727DB4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727DB4"/>
    <w:pPr>
      <w:spacing w:after="0" w:line="240" w:lineRule="auto"/>
    </w:pPr>
    <w:rPr>
      <w:lang w:val="es-MX"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inespaciado">
    <w:name w:val="No Spacing"/>
    <w:link w:val="SinespaciadoCar"/>
    <w:uiPriority w:val="1"/>
    <w:qFormat/>
    <w:rsid w:val="005552B5"/>
    <w:pPr>
      <w:spacing w:after="0" w:line="240" w:lineRule="auto"/>
    </w:pPr>
    <w:rPr>
      <w:lang w:val="es-MX" w:eastAsia="es-MX"/>
    </w:rPr>
  </w:style>
  <w:style w:type="character" w:customStyle="1" w:styleId="negro2121">
    <w:name w:val="negro2_121"/>
    <w:basedOn w:val="Fuentedeprrafopredeter"/>
    <w:rsid w:val="005552B5"/>
    <w:rPr>
      <w:rFonts w:ascii="Arial" w:hAnsi="Arial" w:cs="Arial" w:hint="default"/>
      <w:strike w:val="0"/>
      <w:dstrike w:val="0"/>
      <w:color w:val="231F20"/>
      <w:sz w:val="14"/>
      <w:szCs w:val="14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29A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s-HN" w:eastAsia="es-HN"/>
    </w:rPr>
  </w:style>
  <w:style w:type="paragraph" w:styleId="Prrafodelista">
    <w:name w:val="List Paragraph"/>
    <w:basedOn w:val="Normal"/>
    <w:uiPriority w:val="34"/>
    <w:qFormat/>
    <w:rsid w:val="00A75292"/>
    <w:pPr>
      <w:ind w:left="720"/>
      <w:contextualSpacing/>
    </w:pPr>
    <w:rPr>
      <w:rFonts w:asciiTheme="minorHAnsi" w:eastAsiaTheme="minorEastAsia" w:hAnsiTheme="minorHAnsi" w:cstheme="minorBidi"/>
      <w:lang w:val="es-HN" w:eastAsia="es-HN"/>
    </w:rPr>
  </w:style>
  <w:style w:type="paragraph" w:styleId="Textosinformato">
    <w:name w:val="Plain Text"/>
    <w:basedOn w:val="Normal"/>
    <w:link w:val="TextosinformatoCar"/>
    <w:uiPriority w:val="99"/>
    <w:unhideWhenUsed/>
    <w:rsid w:val="0002731D"/>
    <w:pPr>
      <w:spacing w:after="0" w:line="240" w:lineRule="auto"/>
    </w:pPr>
    <w:rPr>
      <w:rFonts w:ascii="Consolas" w:eastAsiaTheme="minorHAnsi" w:hAnsi="Consolas" w:cstheme="minorBidi"/>
      <w:sz w:val="21"/>
      <w:szCs w:val="21"/>
      <w:lang w:val="es-ES_tradn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02731D"/>
    <w:rPr>
      <w:rFonts w:ascii="Consolas" w:eastAsiaTheme="minorHAnsi" w:hAnsi="Consolas"/>
      <w:sz w:val="21"/>
      <w:szCs w:val="21"/>
      <w:lang w:val="es-ES_tradnl" w:eastAsia="en-US"/>
    </w:rPr>
  </w:style>
  <w:style w:type="paragraph" w:styleId="Textoindependiente3">
    <w:name w:val="Body Text 3"/>
    <w:basedOn w:val="Normal"/>
    <w:link w:val="Textoindependiente3Car"/>
    <w:unhideWhenUsed/>
    <w:rsid w:val="0002731D"/>
    <w:pPr>
      <w:spacing w:after="0" w:line="240" w:lineRule="auto"/>
      <w:jc w:val="center"/>
    </w:pPr>
    <w:rPr>
      <w:rFonts w:ascii="Comic Sans MS" w:eastAsia="MS Mincho" w:hAnsi="Comic Sans MS"/>
      <w:sz w:val="32"/>
      <w:szCs w:val="20"/>
      <w:lang w:val="en-U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02731D"/>
    <w:rPr>
      <w:rFonts w:ascii="Comic Sans MS" w:eastAsia="MS Mincho" w:hAnsi="Comic Sans MS" w:cs="Times New Roman"/>
      <w:sz w:val="32"/>
      <w:szCs w:val="20"/>
      <w:lang w:val="en-US" w:eastAsia="es-ES"/>
    </w:rPr>
  </w:style>
  <w:style w:type="character" w:customStyle="1" w:styleId="SinespaciadoCar">
    <w:name w:val="Sin espaciado Car"/>
    <w:link w:val="Sinespaciado"/>
    <w:uiPriority w:val="1"/>
    <w:rsid w:val="00B06CC7"/>
    <w:rPr>
      <w:lang w:val="es-MX" w:eastAsia="es-MX"/>
    </w:rPr>
  </w:style>
  <w:style w:type="paragraph" w:customStyle="1" w:styleId="TableContents">
    <w:name w:val="Table Contents"/>
    <w:basedOn w:val="Normal"/>
    <w:qFormat/>
    <w:rsid w:val="00B00F15"/>
    <w:pPr>
      <w:widowControl w:val="0"/>
      <w:suppressLineNumbers/>
      <w:spacing w:after="0" w:line="240" w:lineRule="auto"/>
      <w:jc w:val="both"/>
    </w:pPr>
    <w:rPr>
      <w:rFonts w:ascii="Arial" w:eastAsia="WenQuanYi Micro Hei" w:hAnsi="Arial" w:cs="Lohit Hindi"/>
      <w:szCs w:val="24"/>
      <w:lang w:val="es-HN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Documents\Plantillas%20personalizadas%20de%20Office\Plantilla%20Membretes%20IUDPA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FC53C8-05DA-46A1-A2B2-CC69BF150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Membretes IUDPAS</Template>
  <TotalTime>72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UNAH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EMILSON OMAR ACOSTA GIRON</cp:lastModifiedBy>
  <cp:revision>29</cp:revision>
  <cp:lastPrinted>2019-06-24T21:03:00Z</cp:lastPrinted>
  <dcterms:created xsi:type="dcterms:W3CDTF">2019-06-24T20:24:00Z</dcterms:created>
  <dcterms:modified xsi:type="dcterms:W3CDTF">2024-09-24T17:45:00Z</dcterms:modified>
</cp:coreProperties>
</file>